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BE1C4" w14:textId="3EDFB737" w:rsidR="00E77C09" w:rsidRPr="00D13313" w:rsidRDefault="00356A44" w:rsidP="007E447D">
      <w:pPr>
        <w:spacing w:line="276" w:lineRule="auto"/>
        <w:rPr>
          <w:color w:val="000000" w:themeColor="text1"/>
          <w:lang w:val="de-CH"/>
        </w:rPr>
      </w:pPr>
      <w:bookmarkStart w:id="0" w:name="_Toc439079503"/>
      <w:bookmarkStart w:id="1" w:name="_Toc439079504"/>
      <w:bookmarkStart w:id="2" w:name="_Toc439079505"/>
      <w:bookmarkStart w:id="3" w:name="_Toc439079506"/>
      <w:bookmarkStart w:id="4" w:name="_Toc439079507"/>
      <w:bookmarkStart w:id="5" w:name="_Toc439079508"/>
      <w:bookmarkStart w:id="6" w:name="_Toc439079509"/>
      <w:bookmarkStart w:id="7" w:name="_Toc439079510"/>
      <w:bookmarkStart w:id="8" w:name="_Toc439079511"/>
      <w:bookmarkStart w:id="9" w:name="_Toc439079512"/>
      <w:bookmarkStart w:id="10" w:name="_Toc439079513"/>
      <w:bookmarkStart w:id="11" w:name="_Toc439079514"/>
      <w:bookmarkStart w:id="12" w:name="_Toc439079515"/>
      <w:bookmarkStart w:id="13" w:name="_Toc439079516"/>
      <w:bookmarkStart w:id="14" w:name="_Toc439079522"/>
      <w:bookmarkStart w:id="15" w:name="_Toc439079523"/>
      <w:bookmarkStart w:id="16" w:name="_Toc439079524"/>
      <w:bookmarkStart w:id="17" w:name="_Toc439079525"/>
      <w:bookmarkStart w:id="18" w:name="_Toc439079526"/>
      <w:bookmarkStart w:id="19" w:name="_Toc439079527"/>
      <w:bookmarkStart w:id="20" w:name="_Toc439079528"/>
      <w:bookmarkStart w:id="21" w:name="_Toc439079529"/>
      <w:bookmarkStart w:id="22" w:name="_Toc439079533"/>
      <w:bookmarkStart w:id="23" w:name="_Toc439079534"/>
      <w:bookmarkStart w:id="24" w:name="_Toc439079535"/>
      <w:bookmarkStart w:id="25" w:name="_Toc439079542"/>
      <w:bookmarkStart w:id="26" w:name="_Toc439079543"/>
      <w:bookmarkStart w:id="27" w:name="_Toc439079544"/>
      <w:bookmarkStart w:id="28" w:name="_Toc439079545"/>
      <w:bookmarkStart w:id="29" w:name="_Toc439079546"/>
      <w:bookmarkStart w:id="30" w:name="_Toc439079547"/>
      <w:bookmarkStart w:id="31" w:name="_Toc439079549"/>
      <w:bookmarkStart w:id="32" w:name="_Toc439079550"/>
      <w:bookmarkStart w:id="33" w:name="_Toc439079551"/>
      <w:bookmarkStart w:id="34" w:name="_Toc439079552"/>
      <w:bookmarkStart w:id="35" w:name="_Toc439079553"/>
      <w:bookmarkStart w:id="36" w:name="_Toc439079554"/>
      <w:bookmarkStart w:id="37" w:name="_Toc439079559"/>
      <w:bookmarkStart w:id="38" w:name="_Toc439079560"/>
      <w:bookmarkStart w:id="39" w:name="_Toc439079561"/>
      <w:bookmarkStart w:id="40" w:name="_Toc439079562"/>
      <w:bookmarkStart w:id="41" w:name="_Toc439079579"/>
      <w:bookmarkStart w:id="42" w:name="_Toc439079580"/>
      <w:bookmarkStart w:id="43" w:name="_Toc439079581"/>
      <w:bookmarkStart w:id="44" w:name="_Toc439079582"/>
      <w:bookmarkStart w:id="45" w:name="_Toc439079583"/>
      <w:bookmarkStart w:id="46" w:name="_Toc439079593"/>
      <w:bookmarkStart w:id="47" w:name="_Toc439079594"/>
      <w:bookmarkStart w:id="48" w:name="_Toc439079502"/>
      <w:r w:rsidRPr="00D13313">
        <w:rPr>
          <w:noProof/>
          <w:color w:val="000000" w:themeColor="text1"/>
          <w:lang w:val="de-CH" w:eastAsia="de-CH"/>
        </w:rPr>
        <w:drawing>
          <wp:inline distT="0" distB="0" distL="0" distR="0" wp14:anchorId="35F05822" wp14:editId="278480D7">
            <wp:extent cx="6879539" cy="333025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emf"/>
                    <pic:cNvPicPr/>
                  </pic:nvPicPr>
                  <pic:blipFill>
                    <a:blip r:embed="rId9"/>
                    <a:stretch>
                      <a:fillRect/>
                    </a:stretch>
                  </pic:blipFill>
                  <pic:spPr>
                    <a:xfrm rot="16200000">
                      <a:off x="0" y="0"/>
                      <a:ext cx="6909070" cy="3344548"/>
                    </a:xfrm>
                    <a:prstGeom prst="rect">
                      <a:avLst/>
                    </a:prstGeom>
                  </pic:spPr>
                </pic:pic>
              </a:graphicData>
            </a:graphic>
          </wp:inline>
        </w:drawing>
      </w:r>
      <w:r w:rsidR="007E447D" w:rsidRPr="007E447D">
        <w:rPr>
          <w:rStyle w:val="TitelZchn"/>
        </w:rPr>
        <w:t>Businessplan</w:t>
      </w:r>
    </w:p>
    <w:p w14:paraId="605295DC" w14:textId="77777777" w:rsidR="0071584C" w:rsidRPr="00D13313" w:rsidRDefault="0071584C">
      <w:pPr>
        <w:overflowPunct/>
        <w:autoSpaceDE/>
        <w:autoSpaceDN/>
        <w:adjustRightInd/>
        <w:textAlignment w:val="auto"/>
        <w:rPr>
          <w:b/>
          <w:bCs/>
          <w:color w:val="000000" w:themeColor="text1"/>
          <w:sz w:val="28"/>
          <w:lang w:val="de-CH"/>
        </w:rPr>
      </w:pPr>
      <w:r w:rsidRPr="00D13313">
        <w:rPr>
          <w:color w:val="000000" w:themeColor="text1"/>
          <w:lang w:val="de-CH"/>
        </w:rPr>
        <w:br w:type="page"/>
      </w:r>
    </w:p>
    <w:p w14:paraId="6FC2EDE7" w14:textId="445990D5" w:rsidR="00904000" w:rsidRDefault="00904000" w:rsidP="00904000">
      <w:pPr>
        <w:pStyle w:val="Inhaltsverzeichnisberschrift"/>
      </w:pPr>
      <w:bookmarkStart w:id="49" w:name="_Toc486420499"/>
      <w:r>
        <w:lastRenderedPageBreak/>
        <w:t>Inhaltsverzeichnis</w:t>
      </w:r>
    </w:p>
    <w:p w14:paraId="60F02EA9" w14:textId="77777777" w:rsidR="001368FF" w:rsidRDefault="00904000">
      <w:pPr>
        <w:pStyle w:val="Verzeichnis1"/>
        <w:tabs>
          <w:tab w:val="left" w:pos="567"/>
        </w:tabs>
        <w:rPr>
          <w:rFonts w:asciiTheme="minorHAnsi" w:eastAsiaTheme="minorEastAsia" w:hAnsiTheme="minorHAnsi" w:cstheme="minorBidi"/>
          <w:b w:val="0"/>
          <w:bCs w:val="0"/>
          <w:caps w:val="0"/>
          <w:noProof/>
          <w:sz w:val="22"/>
          <w:szCs w:val="22"/>
          <w:lang w:val="de-CH" w:eastAsia="de-CH"/>
        </w:rPr>
      </w:pPr>
      <w:r>
        <w:rPr>
          <w:lang w:val="de-CH" w:eastAsia="en-US"/>
        </w:rPr>
        <w:fldChar w:fldCharType="begin"/>
      </w:r>
      <w:r>
        <w:rPr>
          <w:lang w:val="de-CH" w:eastAsia="en-US"/>
        </w:rPr>
        <w:instrText xml:space="preserve"> TOC \o "1-1" \h \z \u </w:instrText>
      </w:r>
      <w:r>
        <w:rPr>
          <w:lang w:val="de-CH" w:eastAsia="en-US"/>
        </w:rPr>
        <w:fldChar w:fldCharType="separate"/>
      </w:r>
      <w:hyperlink w:anchor="_Toc507867533" w:history="1">
        <w:r w:rsidR="001368FF" w:rsidRPr="00851B1C">
          <w:rPr>
            <w:rStyle w:val="Hyperlink"/>
            <w:noProof/>
            <w:lang w:val="de-CH"/>
          </w:rPr>
          <w:t>1</w:t>
        </w:r>
        <w:r w:rsidR="001368FF">
          <w:rPr>
            <w:rFonts w:asciiTheme="minorHAnsi" w:eastAsiaTheme="minorEastAsia" w:hAnsiTheme="minorHAnsi" w:cstheme="minorBidi"/>
            <w:b w:val="0"/>
            <w:bCs w:val="0"/>
            <w:caps w:val="0"/>
            <w:noProof/>
            <w:sz w:val="22"/>
            <w:szCs w:val="22"/>
            <w:lang w:val="de-CH" w:eastAsia="de-CH"/>
          </w:rPr>
          <w:tab/>
        </w:r>
        <w:r w:rsidR="001368FF" w:rsidRPr="00851B1C">
          <w:rPr>
            <w:rStyle w:val="Hyperlink"/>
            <w:noProof/>
            <w:lang w:val="de-CH"/>
          </w:rPr>
          <w:t>Management Summary</w:t>
        </w:r>
        <w:r w:rsidR="001368FF">
          <w:rPr>
            <w:noProof/>
            <w:webHidden/>
          </w:rPr>
          <w:tab/>
        </w:r>
        <w:r w:rsidR="001368FF">
          <w:rPr>
            <w:noProof/>
            <w:webHidden/>
          </w:rPr>
          <w:fldChar w:fldCharType="begin"/>
        </w:r>
        <w:r w:rsidR="001368FF">
          <w:rPr>
            <w:noProof/>
            <w:webHidden/>
          </w:rPr>
          <w:instrText xml:space="preserve"> PAGEREF _Toc507867533 \h </w:instrText>
        </w:r>
        <w:r w:rsidR="001368FF">
          <w:rPr>
            <w:noProof/>
            <w:webHidden/>
          </w:rPr>
        </w:r>
        <w:r w:rsidR="001368FF">
          <w:rPr>
            <w:noProof/>
            <w:webHidden/>
          </w:rPr>
          <w:fldChar w:fldCharType="separate"/>
        </w:r>
        <w:r w:rsidR="001368FF">
          <w:rPr>
            <w:noProof/>
            <w:webHidden/>
          </w:rPr>
          <w:t>2</w:t>
        </w:r>
        <w:r w:rsidR="001368FF">
          <w:rPr>
            <w:noProof/>
            <w:webHidden/>
          </w:rPr>
          <w:fldChar w:fldCharType="end"/>
        </w:r>
      </w:hyperlink>
    </w:p>
    <w:p w14:paraId="793B0253"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34" w:history="1">
        <w:r w:rsidRPr="00851B1C">
          <w:rPr>
            <w:rStyle w:val="Hyperlink"/>
            <w:noProof/>
            <w:lang w:val="de-CH"/>
          </w:rPr>
          <w:t>2</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 xml:space="preserve">Was ist </w:t>
        </w:r>
        <w:r w:rsidRPr="00851B1C">
          <w:rPr>
            <w:rStyle w:val="Hyperlink"/>
            <w:i/>
            <w:noProof/>
          </w:rPr>
          <w:t>WahreWare</w:t>
        </w:r>
        <w:r w:rsidRPr="00851B1C">
          <w:rPr>
            <w:rStyle w:val="Hyperlink"/>
            <w:noProof/>
            <w:lang w:val="de-CH"/>
          </w:rPr>
          <w:t>?</w:t>
        </w:r>
        <w:r>
          <w:rPr>
            <w:noProof/>
            <w:webHidden/>
          </w:rPr>
          <w:tab/>
        </w:r>
        <w:r>
          <w:rPr>
            <w:noProof/>
            <w:webHidden/>
          </w:rPr>
          <w:fldChar w:fldCharType="begin"/>
        </w:r>
        <w:r>
          <w:rPr>
            <w:noProof/>
            <w:webHidden/>
          </w:rPr>
          <w:instrText xml:space="preserve"> PAGEREF _Toc507867534 \h </w:instrText>
        </w:r>
        <w:r>
          <w:rPr>
            <w:noProof/>
            <w:webHidden/>
          </w:rPr>
        </w:r>
        <w:r>
          <w:rPr>
            <w:noProof/>
            <w:webHidden/>
          </w:rPr>
          <w:fldChar w:fldCharType="separate"/>
        </w:r>
        <w:r>
          <w:rPr>
            <w:noProof/>
            <w:webHidden/>
          </w:rPr>
          <w:t>3</w:t>
        </w:r>
        <w:r>
          <w:rPr>
            <w:noProof/>
            <w:webHidden/>
          </w:rPr>
          <w:fldChar w:fldCharType="end"/>
        </w:r>
      </w:hyperlink>
    </w:p>
    <w:p w14:paraId="67D530CC"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35" w:history="1">
        <w:r w:rsidRPr="00851B1C">
          <w:rPr>
            <w:rStyle w:val="Hyperlink"/>
            <w:noProof/>
            <w:lang w:val="de-CH"/>
          </w:rPr>
          <w:t>3</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Wer sind wir?</w:t>
        </w:r>
        <w:r>
          <w:rPr>
            <w:noProof/>
            <w:webHidden/>
          </w:rPr>
          <w:tab/>
        </w:r>
        <w:r>
          <w:rPr>
            <w:noProof/>
            <w:webHidden/>
          </w:rPr>
          <w:fldChar w:fldCharType="begin"/>
        </w:r>
        <w:r>
          <w:rPr>
            <w:noProof/>
            <w:webHidden/>
          </w:rPr>
          <w:instrText xml:space="preserve"> PAGEREF _Toc507867535 \h </w:instrText>
        </w:r>
        <w:r>
          <w:rPr>
            <w:noProof/>
            <w:webHidden/>
          </w:rPr>
        </w:r>
        <w:r>
          <w:rPr>
            <w:noProof/>
            <w:webHidden/>
          </w:rPr>
          <w:fldChar w:fldCharType="separate"/>
        </w:r>
        <w:r>
          <w:rPr>
            <w:noProof/>
            <w:webHidden/>
          </w:rPr>
          <w:t>5</w:t>
        </w:r>
        <w:r>
          <w:rPr>
            <w:noProof/>
            <w:webHidden/>
          </w:rPr>
          <w:fldChar w:fldCharType="end"/>
        </w:r>
      </w:hyperlink>
    </w:p>
    <w:p w14:paraId="78BDEBAE"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36" w:history="1">
        <w:r w:rsidRPr="00851B1C">
          <w:rPr>
            <w:rStyle w:val="Hyperlink"/>
            <w:noProof/>
            <w:lang w:val="de-CH"/>
          </w:rPr>
          <w:t>4</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 xml:space="preserve">Angebot von </w:t>
        </w:r>
        <w:r w:rsidRPr="00851B1C">
          <w:rPr>
            <w:rStyle w:val="Hyperlink"/>
            <w:i/>
            <w:noProof/>
          </w:rPr>
          <w:t>WahreWare</w:t>
        </w:r>
        <w:r>
          <w:rPr>
            <w:noProof/>
            <w:webHidden/>
          </w:rPr>
          <w:tab/>
        </w:r>
        <w:r>
          <w:rPr>
            <w:noProof/>
            <w:webHidden/>
          </w:rPr>
          <w:fldChar w:fldCharType="begin"/>
        </w:r>
        <w:r>
          <w:rPr>
            <w:noProof/>
            <w:webHidden/>
          </w:rPr>
          <w:instrText xml:space="preserve"> PAGEREF _Toc507867536 \h </w:instrText>
        </w:r>
        <w:r>
          <w:rPr>
            <w:noProof/>
            <w:webHidden/>
          </w:rPr>
        </w:r>
        <w:r>
          <w:rPr>
            <w:noProof/>
            <w:webHidden/>
          </w:rPr>
          <w:fldChar w:fldCharType="separate"/>
        </w:r>
        <w:r>
          <w:rPr>
            <w:noProof/>
            <w:webHidden/>
          </w:rPr>
          <w:t>5</w:t>
        </w:r>
        <w:r>
          <w:rPr>
            <w:noProof/>
            <w:webHidden/>
          </w:rPr>
          <w:fldChar w:fldCharType="end"/>
        </w:r>
      </w:hyperlink>
    </w:p>
    <w:p w14:paraId="29076FCB"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37" w:history="1">
        <w:r w:rsidRPr="00851B1C">
          <w:rPr>
            <w:rStyle w:val="Hyperlink"/>
            <w:noProof/>
          </w:rPr>
          <w:t>5</w:t>
        </w:r>
        <w:r>
          <w:rPr>
            <w:rFonts w:asciiTheme="minorHAnsi" w:eastAsiaTheme="minorEastAsia" w:hAnsiTheme="minorHAnsi" w:cstheme="minorBidi"/>
            <w:b w:val="0"/>
            <w:bCs w:val="0"/>
            <w:caps w:val="0"/>
            <w:noProof/>
            <w:sz w:val="22"/>
            <w:szCs w:val="22"/>
            <w:lang w:val="de-CH" w:eastAsia="de-CH"/>
          </w:rPr>
          <w:tab/>
        </w:r>
        <w:r w:rsidRPr="00851B1C">
          <w:rPr>
            <w:rStyle w:val="Hyperlink"/>
            <w:noProof/>
          </w:rPr>
          <w:t>Markt</w:t>
        </w:r>
        <w:r>
          <w:rPr>
            <w:noProof/>
            <w:webHidden/>
          </w:rPr>
          <w:tab/>
        </w:r>
        <w:r>
          <w:rPr>
            <w:noProof/>
            <w:webHidden/>
          </w:rPr>
          <w:fldChar w:fldCharType="begin"/>
        </w:r>
        <w:r>
          <w:rPr>
            <w:noProof/>
            <w:webHidden/>
          </w:rPr>
          <w:instrText xml:space="preserve"> PAGEREF _Toc507867537 \h </w:instrText>
        </w:r>
        <w:r>
          <w:rPr>
            <w:noProof/>
            <w:webHidden/>
          </w:rPr>
        </w:r>
        <w:r>
          <w:rPr>
            <w:noProof/>
            <w:webHidden/>
          </w:rPr>
          <w:fldChar w:fldCharType="separate"/>
        </w:r>
        <w:r>
          <w:rPr>
            <w:noProof/>
            <w:webHidden/>
          </w:rPr>
          <w:t>7</w:t>
        </w:r>
        <w:r>
          <w:rPr>
            <w:noProof/>
            <w:webHidden/>
          </w:rPr>
          <w:fldChar w:fldCharType="end"/>
        </w:r>
      </w:hyperlink>
    </w:p>
    <w:p w14:paraId="1D5882B5"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38" w:history="1">
        <w:r w:rsidRPr="00851B1C">
          <w:rPr>
            <w:rStyle w:val="Hyperlink"/>
            <w:noProof/>
            <w:lang w:val="de-CH"/>
          </w:rPr>
          <w:t>6</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Konkurrenz</w:t>
        </w:r>
        <w:r>
          <w:rPr>
            <w:noProof/>
            <w:webHidden/>
          </w:rPr>
          <w:tab/>
        </w:r>
        <w:r>
          <w:rPr>
            <w:noProof/>
            <w:webHidden/>
          </w:rPr>
          <w:fldChar w:fldCharType="begin"/>
        </w:r>
        <w:r>
          <w:rPr>
            <w:noProof/>
            <w:webHidden/>
          </w:rPr>
          <w:instrText xml:space="preserve"> PAGEREF _Toc507867538 \h </w:instrText>
        </w:r>
        <w:r>
          <w:rPr>
            <w:noProof/>
            <w:webHidden/>
          </w:rPr>
        </w:r>
        <w:r>
          <w:rPr>
            <w:noProof/>
            <w:webHidden/>
          </w:rPr>
          <w:fldChar w:fldCharType="separate"/>
        </w:r>
        <w:r>
          <w:rPr>
            <w:noProof/>
            <w:webHidden/>
          </w:rPr>
          <w:t>8</w:t>
        </w:r>
        <w:r>
          <w:rPr>
            <w:noProof/>
            <w:webHidden/>
          </w:rPr>
          <w:fldChar w:fldCharType="end"/>
        </w:r>
      </w:hyperlink>
    </w:p>
    <w:p w14:paraId="679B29ED"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39" w:history="1">
        <w:r w:rsidRPr="00851B1C">
          <w:rPr>
            <w:rStyle w:val="Hyperlink"/>
            <w:noProof/>
            <w:lang w:val="de-CH"/>
          </w:rPr>
          <w:t>7</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Marketing</w:t>
        </w:r>
        <w:r>
          <w:rPr>
            <w:noProof/>
            <w:webHidden/>
          </w:rPr>
          <w:tab/>
        </w:r>
        <w:r>
          <w:rPr>
            <w:noProof/>
            <w:webHidden/>
          </w:rPr>
          <w:fldChar w:fldCharType="begin"/>
        </w:r>
        <w:r>
          <w:rPr>
            <w:noProof/>
            <w:webHidden/>
          </w:rPr>
          <w:instrText xml:space="preserve"> PAGEREF _Toc507867539 \h </w:instrText>
        </w:r>
        <w:r>
          <w:rPr>
            <w:noProof/>
            <w:webHidden/>
          </w:rPr>
        </w:r>
        <w:r>
          <w:rPr>
            <w:noProof/>
            <w:webHidden/>
          </w:rPr>
          <w:fldChar w:fldCharType="separate"/>
        </w:r>
        <w:r>
          <w:rPr>
            <w:noProof/>
            <w:webHidden/>
          </w:rPr>
          <w:t>9</w:t>
        </w:r>
        <w:r>
          <w:rPr>
            <w:noProof/>
            <w:webHidden/>
          </w:rPr>
          <w:fldChar w:fldCharType="end"/>
        </w:r>
      </w:hyperlink>
    </w:p>
    <w:p w14:paraId="46A45093"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40" w:history="1">
        <w:r w:rsidRPr="00851B1C">
          <w:rPr>
            <w:rStyle w:val="Hyperlink"/>
            <w:noProof/>
            <w:lang w:val="de-CH"/>
          </w:rPr>
          <w:t>8</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Betrieb und Organisation</w:t>
        </w:r>
        <w:r>
          <w:rPr>
            <w:noProof/>
            <w:webHidden/>
          </w:rPr>
          <w:tab/>
        </w:r>
        <w:r>
          <w:rPr>
            <w:noProof/>
            <w:webHidden/>
          </w:rPr>
          <w:fldChar w:fldCharType="begin"/>
        </w:r>
        <w:r>
          <w:rPr>
            <w:noProof/>
            <w:webHidden/>
          </w:rPr>
          <w:instrText xml:space="preserve"> PAGEREF _Toc507867540 \h </w:instrText>
        </w:r>
        <w:r>
          <w:rPr>
            <w:noProof/>
            <w:webHidden/>
          </w:rPr>
        </w:r>
        <w:r>
          <w:rPr>
            <w:noProof/>
            <w:webHidden/>
          </w:rPr>
          <w:fldChar w:fldCharType="separate"/>
        </w:r>
        <w:r>
          <w:rPr>
            <w:noProof/>
            <w:webHidden/>
          </w:rPr>
          <w:t>9</w:t>
        </w:r>
        <w:r>
          <w:rPr>
            <w:noProof/>
            <w:webHidden/>
          </w:rPr>
          <w:fldChar w:fldCharType="end"/>
        </w:r>
      </w:hyperlink>
    </w:p>
    <w:p w14:paraId="28B3EB53" w14:textId="77777777" w:rsidR="001368FF" w:rsidRDefault="001368FF">
      <w:pPr>
        <w:pStyle w:val="Verzeichnis1"/>
        <w:tabs>
          <w:tab w:val="left" w:pos="567"/>
        </w:tabs>
        <w:rPr>
          <w:rFonts w:asciiTheme="minorHAnsi" w:eastAsiaTheme="minorEastAsia" w:hAnsiTheme="minorHAnsi" w:cstheme="minorBidi"/>
          <w:b w:val="0"/>
          <w:bCs w:val="0"/>
          <w:caps w:val="0"/>
          <w:noProof/>
          <w:sz w:val="22"/>
          <w:szCs w:val="22"/>
          <w:lang w:val="de-CH" w:eastAsia="de-CH"/>
        </w:rPr>
      </w:pPr>
      <w:hyperlink w:anchor="_Toc507867541" w:history="1">
        <w:r w:rsidRPr="00851B1C">
          <w:rPr>
            <w:rStyle w:val="Hyperlink"/>
            <w:noProof/>
            <w:lang w:val="de-CH"/>
          </w:rPr>
          <w:t>9</w:t>
        </w:r>
        <w:r>
          <w:rPr>
            <w:rFonts w:asciiTheme="minorHAnsi" w:eastAsiaTheme="minorEastAsia" w:hAnsiTheme="minorHAnsi" w:cstheme="minorBidi"/>
            <w:b w:val="0"/>
            <w:bCs w:val="0"/>
            <w:caps w:val="0"/>
            <w:noProof/>
            <w:sz w:val="22"/>
            <w:szCs w:val="22"/>
            <w:lang w:val="de-CH" w:eastAsia="de-CH"/>
          </w:rPr>
          <w:tab/>
        </w:r>
        <w:r w:rsidRPr="00851B1C">
          <w:rPr>
            <w:rStyle w:val="Hyperlink"/>
            <w:noProof/>
            <w:lang w:val="de-CH"/>
          </w:rPr>
          <w:t>Finanzierung und Investitionen</w:t>
        </w:r>
        <w:r>
          <w:rPr>
            <w:noProof/>
            <w:webHidden/>
          </w:rPr>
          <w:tab/>
        </w:r>
        <w:r>
          <w:rPr>
            <w:noProof/>
            <w:webHidden/>
          </w:rPr>
          <w:fldChar w:fldCharType="begin"/>
        </w:r>
        <w:r>
          <w:rPr>
            <w:noProof/>
            <w:webHidden/>
          </w:rPr>
          <w:instrText xml:space="preserve"> PAGEREF _Toc507867541 \h </w:instrText>
        </w:r>
        <w:r>
          <w:rPr>
            <w:noProof/>
            <w:webHidden/>
          </w:rPr>
        </w:r>
        <w:r>
          <w:rPr>
            <w:noProof/>
            <w:webHidden/>
          </w:rPr>
          <w:fldChar w:fldCharType="separate"/>
        </w:r>
        <w:r>
          <w:rPr>
            <w:noProof/>
            <w:webHidden/>
          </w:rPr>
          <w:t>10</w:t>
        </w:r>
        <w:r>
          <w:rPr>
            <w:noProof/>
            <w:webHidden/>
          </w:rPr>
          <w:fldChar w:fldCharType="end"/>
        </w:r>
      </w:hyperlink>
    </w:p>
    <w:p w14:paraId="3B161F42" w14:textId="2104D2D6" w:rsidR="00904000" w:rsidRPr="00904000" w:rsidRDefault="00904000" w:rsidP="00904000">
      <w:pPr>
        <w:rPr>
          <w:lang w:val="de-CH" w:eastAsia="en-US"/>
        </w:rPr>
      </w:pPr>
      <w:r>
        <w:rPr>
          <w:lang w:val="de-CH" w:eastAsia="en-US"/>
        </w:rPr>
        <w:fldChar w:fldCharType="end"/>
      </w:r>
    </w:p>
    <w:p w14:paraId="40DE0884" w14:textId="4E3559CD" w:rsidR="00E77C09" w:rsidRPr="00D13313" w:rsidRDefault="00E77C09" w:rsidP="00422638">
      <w:pPr>
        <w:pStyle w:val="berschrift1"/>
        <w:rPr>
          <w:lang w:val="de-CH"/>
        </w:rPr>
      </w:pPr>
      <w:bookmarkStart w:id="50" w:name="_Toc507867533"/>
      <w:r w:rsidRPr="00D13313">
        <w:rPr>
          <w:lang w:val="de-CH"/>
        </w:rPr>
        <w:t>Management Summary</w:t>
      </w:r>
      <w:bookmarkEnd w:id="49"/>
      <w:bookmarkEnd w:id="50"/>
    </w:p>
    <w:p w14:paraId="38462788" w14:textId="1F5F6F97" w:rsidR="007E0F66" w:rsidRPr="00D13313" w:rsidRDefault="00073D8D" w:rsidP="00BB6FD8">
      <w:pPr>
        <w:pStyle w:val="berschrift2"/>
        <w:rPr>
          <w:color w:val="000000" w:themeColor="text1"/>
          <w:lang w:val="de-CH"/>
        </w:rPr>
      </w:pPr>
      <w:bookmarkStart w:id="51" w:name="_Toc486420500"/>
      <w:r w:rsidRPr="00D13313">
        <w:rPr>
          <w:color w:val="000000" w:themeColor="text1"/>
          <w:lang w:val="de-CH"/>
        </w:rPr>
        <w:t>Geschäftsidee</w:t>
      </w:r>
      <w:bookmarkEnd w:id="51"/>
    </w:p>
    <w:p w14:paraId="5AD45CE0" w14:textId="41B77CD7" w:rsidR="00E11615" w:rsidRPr="00D13313" w:rsidRDefault="003A73F0" w:rsidP="00D13313">
      <w:pPr>
        <w:pStyle w:val="Textkrper"/>
        <w:rPr>
          <w:color w:val="000000" w:themeColor="text1"/>
        </w:rPr>
      </w:pPr>
      <w:r w:rsidRPr="00D13313">
        <w:rPr>
          <w:color w:val="000000" w:themeColor="text1"/>
          <w:lang w:eastAsia="de-CH"/>
        </w:rPr>
        <w:t xml:space="preserve">Mit </w:t>
      </w:r>
      <w:proofErr w:type="spellStart"/>
      <w:r w:rsidR="005E7A61" w:rsidRPr="002C4AD1">
        <w:rPr>
          <w:rStyle w:val="WahreWare"/>
        </w:rPr>
        <w:t>WahreWare</w:t>
      </w:r>
      <w:proofErr w:type="spellEnd"/>
      <w:r w:rsidRPr="00D13313">
        <w:rPr>
          <w:color w:val="000000" w:themeColor="text1"/>
          <w:lang w:eastAsia="de-CH"/>
        </w:rPr>
        <w:t xml:space="preserve"> etablieren wir eine neue Art des Verkaufs</w:t>
      </w:r>
      <w:r w:rsidR="00E848D1" w:rsidRPr="00D13313">
        <w:rPr>
          <w:color w:val="000000" w:themeColor="text1"/>
          <w:lang w:eastAsia="de-CH"/>
        </w:rPr>
        <w:t xml:space="preserve"> in Winterthur: Waren ohne Verpa</w:t>
      </w:r>
      <w:r w:rsidRPr="00D13313">
        <w:rPr>
          <w:color w:val="000000" w:themeColor="text1"/>
          <w:lang w:eastAsia="de-CH"/>
        </w:rPr>
        <w:t>ckung. Dazu garantie</w:t>
      </w:r>
      <w:r w:rsidR="00477BA9" w:rsidRPr="00D13313">
        <w:rPr>
          <w:color w:val="000000" w:themeColor="text1"/>
          <w:lang w:eastAsia="de-CH"/>
        </w:rPr>
        <w:t>rt biologisch und fair</w:t>
      </w:r>
      <w:r w:rsidRPr="00D13313">
        <w:rPr>
          <w:color w:val="000000" w:themeColor="text1"/>
          <w:lang w:eastAsia="de-CH"/>
        </w:rPr>
        <w:t xml:space="preserve"> produziert. Die Frischprodukte beziehen wir aus der Region</w:t>
      </w:r>
      <w:r w:rsidR="00477BA9" w:rsidRPr="00D13313">
        <w:rPr>
          <w:color w:val="000000" w:themeColor="text1"/>
          <w:lang w:eastAsia="de-CH"/>
        </w:rPr>
        <w:t>, die Produzenten-Konsumenten</w:t>
      </w:r>
      <w:r w:rsidR="00CE510D" w:rsidRPr="00D13313">
        <w:rPr>
          <w:color w:val="000000" w:themeColor="text1"/>
          <w:lang w:eastAsia="de-CH"/>
        </w:rPr>
        <w:t>-</w:t>
      </w:r>
      <w:r w:rsidR="00C15063" w:rsidRPr="00D13313">
        <w:rPr>
          <w:color w:val="000000" w:themeColor="text1"/>
          <w:lang w:eastAsia="de-CH"/>
        </w:rPr>
        <w:t>Beziehung</w:t>
      </w:r>
      <w:r w:rsidR="00477BA9" w:rsidRPr="00D13313">
        <w:rPr>
          <w:color w:val="000000" w:themeColor="text1"/>
          <w:lang w:eastAsia="de-CH"/>
        </w:rPr>
        <w:t xml:space="preserve"> soll dadurch, sowie durch eine transparente Vermittlung der Lebensmittelherkunft</w:t>
      </w:r>
      <w:r w:rsidR="00CE510D" w:rsidRPr="00D13313">
        <w:rPr>
          <w:color w:val="000000" w:themeColor="text1"/>
          <w:lang w:eastAsia="de-CH"/>
        </w:rPr>
        <w:t>,</w:t>
      </w:r>
      <w:r w:rsidR="00477BA9" w:rsidRPr="00D13313">
        <w:rPr>
          <w:color w:val="000000" w:themeColor="text1"/>
          <w:lang w:eastAsia="de-CH"/>
        </w:rPr>
        <w:t xml:space="preserve"> gestärkt werden</w:t>
      </w:r>
      <w:r w:rsidRPr="00D13313">
        <w:rPr>
          <w:color w:val="000000" w:themeColor="text1"/>
          <w:lang w:eastAsia="de-CH"/>
        </w:rPr>
        <w:t>. Wiederverwendbare Flaschen und Behälter werden zur Verfü</w:t>
      </w:r>
      <w:r w:rsidR="00CE510D" w:rsidRPr="00D13313">
        <w:rPr>
          <w:color w:val="000000" w:themeColor="text1"/>
          <w:lang w:eastAsia="de-CH"/>
        </w:rPr>
        <w:t>gung gestellt oder von den Kundinnen und Kunden</w:t>
      </w:r>
      <w:r w:rsidRPr="00D13313">
        <w:rPr>
          <w:color w:val="000000" w:themeColor="text1"/>
          <w:lang w:eastAsia="de-CH"/>
        </w:rPr>
        <w:t xml:space="preserve"> mitgebracht und von den angebotenen Waren wird nur </w:t>
      </w:r>
      <w:r w:rsidR="00D13313" w:rsidRPr="00D13313">
        <w:rPr>
          <w:color w:val="000000" w:themeColor="text1"/>
          <w:lang w:eastAsia="de-CH"/>
        </w:rPr>
        <w:t>so viel</w:t>
      </w:r>
      <w:r w:rsidRPr="00D13313">
        <w:rPr>
          <w:color w:val="000000" w:themeColor="text1"/>
          <w:lang w:eastAsia="de-CH"/>
        </w:rPr>
        <w:t xml:space="preserve"> abgepackt wie die einzelne Person benötigt.</w:t>
      </w:r>
      <w:r w:rsidR="00007DA9" w:rsidRPr="00D13313">
        <w:rPr>
          <w:color w:val="000000" w:themeColor="text1"/>
          <w:lang w:eastAsia="de-CH"/>
        </w:rPr>
        <w:t xml:space="preserve"> So </w:t>
      </w:r>
      <w:r w:rsidR="00477BA9" w:rsidRPr="00D13313">
        <w:rPr>
          <w:color w:val="000000" w:themeColor="text1"/>
          <w:lang w:eastAsia="de-CH"/>
        </w:rPr>
        <w:t xml:space="preserve">tragen wir zusätzlich zur Vermeidung von </w:t>
      </w:r>
      <w:r w:rsidR="00007DA9" w:rsidRPr="00D13313">
        <w:rPr>
          <w:color w:val="000000" w:themeColor="text1"/>
          <w:lang w:eastAsia="de-CH"/>
        </w:rPr>
        <w:t>Food</w:t>
      </w:r>
      <w:r w:rsidR="00477BA9" w:rsidRPr="00D13313">
        <w:rPr>
          <w:color w:val="000000" w:themeColor="text1"/>
          <w:lang w:eastAsia="de-CH"/>
        </w:rPr>
        <w:t xml:space="preserve"> </w:t>
      </w:r>
      <w:proofErr w:type="spellStart"/>
      <w:r w:rsidR="00477BA9" w:rsidRPr="00D13313">
        <w:rPr>
          <w:color w:val="000000" w:themeColor="text1"/>
          <w:lang w:eastAsia="de-CH"/>
        </w:rPr>
        <w:t>Waste</w:t>
      </w:r>
      <w:proofErr w:type="spellEnd"/>
      <w:r w:rsidR="00904000">
        <w:rPr>
          <w:rStyle w:val="Funotenzeichen"/>
          <w:color w:val="000000" w:themeColor="text1"/>
          <w:lang w:eastAsia="de-CH"/>
        </w:rPr>
        <w:footnoteReference w:id="1"/>
      </w:r>
      <w:r w:rsidR="00477BA9" w:rsidRPr="00D13313">
        <w:rPr>
          <w:color w:val="000000" w:themeColor="text1"/>
          <w:lang w:eastAsia="de-CH"/>
        </w:rPr>
        <w:t xml:space="preserve"> bei</w:t>
      </w:r>
      <w:r w:rsidR="00007DA9" w:rsidRPr="00D13313">
        <w:rPr>
          <w:color w:val="000000" w:themeColor="text1"/>
          <w:lang w:eastAsia="de-CH"/>
        </w:rPr>
        <w:t>.</w:t>
      </w:r>
      <w:r w:rsidRPr="00D13313">
        <w:rPr>
          <w:color w:val="000000" w:themeColor="text1"/>
          <w:lang w:eastAsia="de-CH"/>
        </w:rPr>
        <w:t xml:space="preserve"> Das Angebot </w:t>
      </w:r>
      <w:r w:rsidR="006B35DD" w:rsidRPr="00D13313">
        <w:rPr>
          <w:color w:val="000000" w:themeColor="text1"/>
          <w:lang w:eastAsia="de-CH"/>
        </w:rPr>
        <w:t xml:space="preserve">aus nachhaltigen Produkten umfasst </w:t>
      </w:r>
      <w:r w:rsidRPr="00D13313">
        <w:rPr>
          <w:color w:val="000000" w:themeColor="text1"/>
          <w:lang w:eastAsia="de-CH"/>
        </w:rPr>
        <w:t xml:space="preserve">unter anderem Lebensmittel, Waschmittel oder </w:t>
      </w:r>
      <w:r w:rsidR="006B35DD" w:rsidRPr="00D13313">
        <w:rPr>
          <w:color w:val="000000" w:themeColor="text1"/>
          <w:lang w:eastAsia="de-CH"/>
        </w:rPr>
        <w:t>sonstige Allgemeingüter</w:t>
      </w:r>
      <w:r w:rsidRPr="00D13313">
        <w:rPr>
          <w:color w:val="000000" w:themeColor="text1"/>
          <w:lang w:eastAsia="de-CH"/>
        </w:rPr>
        <w:t xml:space="preserve"> und</w:t>
      </w:r>
      <w:r w:rsidR="006B35DD" w:rsidRPr="00D13313">
        <w:rPr>
          <w:color w:val="000000" w:themeColor="text1"/>
          <w:lang w:eastAsia="de-CH"/>
        </w:rPr>
        <w:t xml:space="preserve"> soll</w:t>
      </w:r>
      <w:r w:rsidRPr="00D13313">
        <w:rPr>
          <w:color w:val="000000" w:themeColor="text1"/>
          <w:lang w:eastAsia="de-CH"/>
        </w:rPr>
        <w:t xml:space="preserve"> den alltäglichen Lebensbedarf abdecken.</w:t>
      </w:r>
      <w:r w:rsidR="00E735C5" w:rsidRPr="00D13313">
        <w:rPr>
          <w:color w:val="000000" w:themeColor="text1"/>
        </w:rPr>
        <w:t xml:space="preserve"> </w:t>
      </w:r>
    </w:p>
    <w:p w14:paraId="1122271E" w14:textId="0F775C7F" w:rsidR="00DA2956" w:rsidRPr="00D13313" w:rsidRDefault="005E7A61" w:rsidP="00D13313">
      <w:pPr>
        <w:pStyle w:val="Textkrper"/>
        <w:rPr>
          <w:color w:val="000000" w:themeColor="text1"/>
        </w:rPr>
      </w:pPr>
      <w:proofErr w:type="spellStart"/>
      <w:r w:rsidRPr="002C4AD1">
        <w:rPr>
          <w:rStyle w:val="WahreWare"/>
        </w:rPr>
        <w:t>WahreWare</w:t>
      </w:r>
      <w:proofErr w:type="spellEnd"/>
      <w:r w:rsidR="00477BA9" w:rsidRPr="00D13313">
        <w:rPr>
          <w:color w:val="000000" w:themeColor="text1"/>
        </w:rPr>
        <w:t xml:space="preserve"> stützt sich also </w:t>
      </w:r>
      <w:r w:rsidR="00C87FDE">
        <w:rPr>
          <w:color w:val="000000" w:themeColor="text1"/>
        </w:rPr>
        <w:t xml:space="preserve">auf die folgenden drei Punkte: </w:t>
      </w:r>
      <w:r w:rsidR="00477BA9" w:rsidRPr="00D13313">
        <w:rPr>
          <w:b/>
          <w:color w:val="000000" w:themeColor="text1"/>
        </w:rPr>
        <w:t>biologische Produktion</w:t>
      </w:r>
      <w:r w:rsidR="00477BA9" w:rsidRPr="00D13313">
        <w:rPr>
          <w:color w:val="000000" w:themeColor="text1"/>
        </w:rPr>
        <w:t xml:space="preserve">, </w:t>
      </w:r>
      <w:r w:rsidR="00477BA9" w:rsidRPr="00D13313">
        <w:rPr>
          <w:b/>
          <w:color w:val="000000" w:themeColor="text1"/>
        </w:rPr>
        <w:t>verpackungsfreie Produkte</w:t>
      </w:r>
      <w:r w:rsidR="00477BA9" w:rsidRPr="00D13313">
        <w:rPr>
          <w:color w:val="000000" w:themeColor="text1"/>
        </w:rPr>
        <w:t xml:space="preserve">, sowie die </w:t>
      </w:r>
      <w:r w:rsidR="00477BA9" w:rsidRPr="00D13313">
        <w:rPr>
          <w:b/>
          <w:color w:val="000000" w:themeColor="text1"/>
        </w:rPr>
        <w:t>Stärkung der Produzenten-Konsumenten Beziehung</w:t>
      </w:r>
      <w:r w:rsidR="000110AD" w:rsidRPr="00D13313">
        <w:rPr>
          <w:color w:val="000000" w:themeColor="text1"/>
        </w:rPr>
        <w:t>. Nebenbei trägt</w:t>
      </w:r>
      <w:r w:rsidR="00290AA0" w:rsidRPr="00D13313">
        <w:rPr>
          <w:color w:val="000000" w:themeColor="text1"/>
        </w:rPr>
        <w:t xml:space="preserve"> </w:t>
      </w:r>
      <w:proofErr w:type="spellStart"/>
      <w:r w:rsidRPr="002C4AD1">
        <w:rPr>
          <w:rStyle w:val="WahreWare"/>
        </w:rPr>
        <w:t>WahreWare</w:t>
      </w:r>
      <w:proofErr w:type="spellEnd"/>
      <w:r w:rsidR="00477BA9" w:rsidRPr="00D13313">
        <w:rPr>
          <w:color w:val="000000" w:themeColor="text1"/>
        </w:rPr>
        <w:t xml:space="preserve"> zur Vermeidung von Food </w:t>
      </w:r>
      <w:proofErr w:type="spellStart"/>
      <w:r w:rsidR="00477BA9" w:rsidRPr="00D13313">
        <w:rPr>
          <w:color w:val="000000" w:themeColor="text1"/>
        </w:rPr>
        <w:t>Waste</w:t>
      </w:r>
      <w:proofErr w:type="spellEnd"/>
      <w:r w:rsidR="00477BA9" w:rsidRPr="00D13313">
        <w:rPr>
          <w:color w:val="000000" w:themeColor="text1"/>
        </w:rPr>
        <w:t xml:space="preserve"> in Priva</w:t>
      </w:r>
      <w:r w:rsidR="000110AD" w:rsidRPr="00D13313">
        <w:rPr>
          <w:color w:val="000000" w:themeColor="text1"/>
        </w:rPr>
        <w:t>thaushalten bei</w:t>
      </w:r>
      <w:r w:rsidR="00477BA9" w:rsidRPr="00D13313">
        <w:rPr>
          <w:color w:val="000000" w:themeColor="text1"/>
        </w:rPr>
        <w:t xml:space="preserve"> und </w:t>
      </w:r>
      <w:r w:rsidR="00A138C3" w:rsidRPr="00D13313">
        <w:rPr>
          <w:color w:val="000000" w:themeColor="text1"/>
        </w:rPr>
        <w:t>animiert</w:t>
      </w:r>
      <w:r w:rsidR="00477BA9" w:rsidRPr="00D13313">
        <w:rPr>
          <w:color w:val="000000" w:themeColor="text1"/>
        </w:rPr>
        <w:t xml:space="preserve"> zu einem bewussten und nachhaltigen</w:t>
      </w:r>
      <w:r w:rsidR="00A138C3" w:rsidRPr="00D13313">
        <w:rPr>
          <w:color w:val="000000" w:themeColor="text1"/>
        </w:rPr>
        <w:t xml:space="preserve"> Kaufverhalten.</w:t>
      </w:r>
    </w:p>
    <w:p w14:paraId="2844C13D" w14:textId="426A2471" w:rsidR="00866007" w:rsidRPr="00D13313" w:rsidRDefault="007E0F66" w:rsidP="00E00014">
      <w:pPr>
        <w:pStyle w:val="berschrift2"/>
        <w:jc w:val="both"/>
        <w:rPr>
          <w:color w:val="000000" w:themeColor="text1"/>
          <w:lang w:val="de-CH"/>
        </w:rPr>
      </w:pPr>
      <w:bookmarkStart w:id="52" w:name="_Toc486420501"/>
      <w:r w:rsidRPr="00D13313">
        <w:rPr>
          <w:color w:val="000000" w:themeColor="text1"/>
          <w:lang w:val="de-CH"/>
        </w:rPr>
        <w:t>Na</w:t>
      </w:r>
      <w:r w:rsidR="00B34933" w:rsidRPr="00D13313">
        <w:rPr>
          <w:color w:val="000000" w:themeColor="text1"/>
          <w:lang w:val="de-CH"/>
        </w:rPr>
        <w:t>chfrage</w:t>
      </w:r>
      <w:bookmarkEnd w:id="52"/>
    </w:p>
    <w:p w14:paraId="4C4A29DC" w14:textId="5406D044" w:rsidR="00B34933" w:rsidRPr="00D13313" w:rsidRDefault="00E11615" w:rsidP="00D13313">
      <w:pPr>
        <w:pStyle w:val="Textkrper"/>
        <w:rPr>
          <w:color w:val="000000" w:themeColor="text1"/>
          <w:lang w:eastAsia="de-CH"/>
        </w:rPr>
      </w:pPr>
      <w:r w:rsidRPr="00D13313">
        <w:rPr>
          <w:color w:val="000000" w:themeColor="text1"/>
          <w:lang w:eastAsia="de-CH"/>
        </w:rPr>
        <w:t>Es gibt eine wachsende Tendenz unverpackte Ware</w:t>
      </w:r>
      <w:r w:rsidR="00BB0AC3" w:rsidRPr="00D13313">
        <w:rPr>
          <w:color w:val="000000" w:themeColor="text1"/>
          <w:lang w:eastAsia="de-CH"/>
        </w:rPr>
        <w:t xml:space="preserve"> zu kaufen. Bereits 2014 haben </w:t>
      </w:r>
      <w:r w:rsidR="00C67128" w:rsidRPr="00D13313">
        <w:rPr>
          <w:color w:val="000000" w:themeColor="text1"/>
          <w:lang w:eastAsia="de-CH"/>
        </w:rPr>
        <w:t xml:space="preserve">dies mehr als der rund 16'000 </w:t>
      </w:r>
      <w:r w:rsidR="00CE510D" w:rsidRPr="00D13313">
        <w:rPr>
          <w:color w:val="000000" w:themeColor="text1"/>
          <w:lang w:eastAsia="de-CH"/>
        </w:rPr>
        <w:t>Teilnehmenden</w:t>
      </w:r>
      <w:r w:rsidR="00C67128" w:rsidRPr="00D13313">
        <w:rPr>
          <w:color w:val="000000" w:themeColor="text1"/>
          <w:lang w:eastAsia="de-CH"/>
        </w:rPr>
        <w:t xml:space="preserve"> einer </w:t>
      </w:r>
      <w:r w:rsidRPr="00D13313">
        <w:rPr>
          <w:color w:val="000000" w:themeColor="text1"/>
          <w:lang w:eastAsia="de-CH"/>
        </w:rPr>
        <w:t>Umfrage von 20 Minute</w:t>
      </w:r>
      <w:r w:rsidR="00BB0AC3" w:rsidRPr="00D13313">
        <w:rPr>
          <w:color w:val="000000" w:themeColor="text1"/>
          <w:lang w:eastAsia="de-CH"/>
        </w:rPr>
        <w:t>n</w:t>
      </w:r>
      <w:r w:rsidR="002B0886" w:rsidRPr="00D13313">
        <w:rPr>
          <w:color w:val="000000" w:themeColor="text1"/>
          <w:lang w:eastAsia="de-CH"/>
        </w:rPr>
        <w:t xml:space="preserve"> (</w:t>
      </w:r>
      <w:hyperlink r:id="rId10" w:history="1">
        <w:r w:rsidR="002B0886" w:rsidRPr="002C4AD1">
          <w:rPr>
            <w:rStyle w:val="Hyperlink"/>
          </w:rPr>
          <w:t>http://www.20min.ch/finance/news/story/31661400</w:t>
        </w:r>
      </w:hyperlink>
      <w:r w:rsidR="002B0886" w:rsidRPr="00D13313">
        <w:rPr>
          <w:color w:val="000000" w:themeColor="text1"/>
        </w:rPr>
        <w:t>)</w:t>
      </w:r>
      <w:r w:rsidR="007F28A5" w:rsidRPr="00D13313">
        <w:rPr>
          <w:color w:val="000000" w:themeColor="text1"/>
          <w:lang w:eastAsia="de-CH"/>
        </w:rPr>
        <w:t xml:space="preserve"> </w:t>
      </w:r>
      <w:r w:rsidR="00C67128" w:rsidRPr="00D13313">
        <w:rPr>
          <w:color w:val="000000" w:themeColor="text1"/>
          <w:lang w:eastAsia="de-CH"/>
        </w:rPr>
        <w:t>bestätigt. E</w:t>
      </w:r>
      <w:r w:rsidR="000110AD" w:rsidRPr="00D13313">
        <w:rPr>
          <w:color w:val="000000" w:themeColor="text1"/>
          <w:lang w:eastAsia="de-CH"/>
        </w:rPr>
        <w:t>ine eigene Umfrage zeigt</w:t>
      </w:r>
      <w:r w:rsidR="00C67128" w:rsidRPr="00D13313">
        <w:rPr>
          <w:color w:val="000000" w:themeColor="text1"/>
          <w:lang w:eastAsia="de-CH"/>
        </w:rPr>
        <w:t xml:space="preserve"> </w:t>
      </w:r>
      <w:r w:rsidR="007F28A5" w:rsidRPr="00D13313">
        <w:rPr>
          <w:color w:val="000000" w:themeColor="text1"/>
          <w:lang w:eastAsia="de-CH"/>
        </w:rPr>
        <w:t>uns heute ebendieses Bild. Die</w:t>
      </w:r>
      <w:r w:rsidR="00C67128" w:rsidRPr="00D13313">
        <w:rPr>
          <w:color w:val="000000" w:themeColor="text1"/>
          <w:lang w:eastAsia="de-CH"/>
        </w:rPr>
        <w:t xml:space="preserve"> steigende Nachfrage wird auch in einem wachsenden Angebot reflektiert.</w:t>
      </w:r>
      <w:r w:rsidR="000110AD" w:rsidRPr="00D13313">
        <w:rPr>
          <w:color w:val="000000" w:themeColor="text1"/>
          <w:lang w:eastAsia="de-CH"/>
        </w:rPr>
        <w:t xml:space="preserve"> D</w:t>
      </w:r>
      <w:r w:rsidR="00C67128" w:rsidRPr="00D13313">
        <w:rPr>
          <w:color w:val="000000" w:themeColor="text1"/>
          <w:lang w:eastAsia="de-CH"/>
        </w:rPr>
        <w:t>iverse neue Geschäfte mit unverpacktem Angebot haben in den letzten Jah</w:t>
      </w:r>
      <w:r w:rsidR="00CE510D" w:rsidRPr="00D13313">
        <w:rPr>
          <w:color w:val="000000" w:themeColor="text1"/>
          <w:lang w:eastAsia="de-CH"/>
        </w:rPr>
        <w:t>ren eröffnet. So gibt es beispielsweise</w:t>
      </w:r>
      <w:r w:rsidR="000110AD" w:rsidRPr="00D13313">
        <w:rPr>
          <w:color w:val="000000" w:themeColor="text1"/>
          <w:lang w:eastAsia="de-CH"/>
        </w:rPr>
        <w:t xml:space="preserve"> in Sion</w:t>
      </w:r>
      <w:r w:rsidR="00C67128" w:rsidRPr="00D13313">
        <w:rPr>
          <w:color w:val="000000" w:themeColor="text1"/>
          <w:lang w:eastAsia="de-CH"/>
        </w:rPr>
        <w:t xml:space="preserve"> (</w:t>
      </w:r>
      <w:r w:rsidR="00CE510D" w:rsidRPr="00D13313">
        <w:rPr>
          <w:color w:val="000000" w:themeColor="text1"/>
          <w:lang w:eastAsia="de-CH"/>
        </w:rPr>
        <w:t>«</w:t>
      </w:r>
      <w:proofErr w:type="spellStart"/>
      <w:r w:rsidR="000110AD" w:rsidRPr="00D13313">
        <w:rPr>
          <w:color w:val="000000" w:themeColor="text1"/>
          <w:lang w:eastAsia="de-CH"/>
        </w:rPr>
        <w:t>Chez</w:t>
      </w:r>
      <w:proofErr w:type="spellEnd"/>
      <w:r w:rsidR="000110AD" w:rsidRPr="00D13313">
        <w:rPr>
          <w:color w:val="000000" w:themeColor="text1"/>
          <w:lang w:eastAsia="de-CH"/>
        </w:rPr>
        <w:t xml:space="preserve"> Mamie</w:t>
      </w:r>
      <w:r w:rsidR="00CE510D" w:rsidRPr="00D13313">
        <w:rPr>
          <w:color w:val="000000" w:themeColor="text1"/>
          <w:lang w:eastAsia="de-CH"/>
        </w:rPr>
        <w:t>»</w:t>
      </w:r>
      <w:r w:rsidR="000110AD" w:rsidRPr="00D13313">
        <w:rPr>
          <w:color w:val="000000" w:themeColor="text1"/>
          <w:lang w:eastAsia="de-CH"/>
        </w:rPr>
        <w:t>), in Biel</w:t>
      </w:r>
      <w:r w:rsidR="00C67128" w:rsidRPr="00D13313">
        <w:rPr>
          <w:color w:val="000000" w:themeColor="text1"/>
          <w:lang w:eastAsia="de-CH"/>
        </w:rPr>
        <w:t xml:space="preserve"> (</w:t>
      </w:r>
      <w:r w:rsidR="00CE510D" w:rsidRPr="00D13313">
        <w:rPr>
          <w:color w:val="000000" w:themeColor="text1"/>
          <w:lang w:eastAsia="de-CH"/>
        </w:rPr>
        <w:t>«</w:t>
      </w:r>
      <w:r w:rsidR="000110AD" w:rsidRPr="00D13313">
        <w:rPr>
          <w:color w:val="000000" w:themeColor="text1"/>
          <w:lang w:eastAsia="de-CH"/>
        </w:rPr>
        <w:t xml:space="preserve">La Portion </w:t>
      </w:r>
      <w:proofErr w:type="spellStart"/>
      <w:r w:rsidR="000110AD" w:rsidRPr="00D13313">
        <w:rPr>
          <w:color w:val="000000" w:themeColor="text1"/>
          <w:lang w:eastAsia="de-CH"/>
        </w:rPr>
        <w:t>Magique</w:t>
      </w:r>
      <w:proofErr w:type="spellEnd"/>
      <w:r w:rsidR="00CE510D" w:rsidRPr="00D13313">
        <w:rPr>
          <w:color w:val="000000" w:themeColor="text1"/>
          <w:lang w:eastAsia="de-CH"/>
        </w:rPr>
        <w:t>»</w:t>
      </w:r>
      <w:r w:rsidR="000110AD" w:rsidRPr="00D13313">
        <w:rPr>
          <w:color w:val="000000" w:themeColor="text1"/>
          <w:lang w:eastAsia="de-CH"/>
        </w:rPr>
        <w:t xml:space="preserve">) </w:t>
      </w:r>
      <w:r w:rsidR="00C67128" w:rsidRPr="00D13313">
        <w:rPr>
          <w:color w:val="000000" w:themeColor="text1"/>
          <w:lang w:eastAsia="de-CH"/>
        </w:rPr>
        <w:t xml:space="preserve">und auch in Zürich </w:t>
      </w:r>
      <w:r w:rsidR="000110AD" w:rsidRPr="00D13313">
        <w:rPr>
          <w:color w:val="000000" w:themeColor="text1"/>
          <w:lang w:eastAsia="de-CH"/>
        </w:rPr>
        <w:t>(</w:t>
      </w:r>
      <w:r w:rsidR="00CE510D" w:rsidRPr="00D13313">
        <w:rPr>
          <w:color w:val="000000" w:themeColor="text1"/>
          <w:lang w:eastAsia="de-CH"/>
        </w:rPr>
        <w:t>«</w:t>
      </w:r>
      <w:proofErr w:type="spellStart"/>
      <w:r w:rsidR="000110AD" w:rsidRPr="00D13313">
        <w:rPr>
          <w:color w:val="000000" w:themeColor="text1"/>
          <w:lang w:eastAsia="de-CH"/>
        </w:rPr>
        <w:t>Bachsermärt</w:t>
      </w:r>
      <w:proofErr w:type="spellEnd"/>
      <w:r w:rsidR="00CE510D" w:rsidRPr="00D13313">
        <w:rPr>
          <w:color w:val="000000" w:themeColor="text1"/>
          <w:lang w:eastAsia="de-CH"/>
        </w:rPr>
        <w:t>»</w:t>
      </w:r>
      <w:r w:rsidR="000110AD" w:rsidRPr="00D13313">
        <w:rPr>
          <w:color w:val="000000" w:themeColor="text1"/>
          <w:lang w:eastAsia="de-CH"/>
        </w:rPr>
        <w:t xml:space="preserve">) </w:t>
      </w:r>
      <w:r w:rsidR="00C67128" w:rsidRPr="00D13313">
        <w:rPr>
          <w:color w:val="000000" w:themeColor="text1"/>
          <w:lang w:eastAsia="de-CH"/>
        </w:rPr>
        <w:t>Geschäfte</w:t>
      </w:r>
      <w:r w:rsidR="00CE510D" w:rsidRPr="00D13313">
        <w:rPr>
          <w:color w:val="000000" w:themeColor="text1"/>
          <w:lang w:eastAsia="de-CH"/>
        </w:rPr>
        <w:t>,</w:t>
      </w:r>
      <w:r w:rsidR="00C67128" w:rsidRPr="00D13313">
        <w:rPr>
          <w:color w:val="000000" w:themeColor="text1"/>
          <w:lang w:eastAsia="de-CH"/>
        </w:rPr>
        <w:t xml:space="preserve"> deren An</w:t>
      </w:r>
      <w:r w:rsidR="000110AD" w:rsidRPr="00D13313">
        <w:rPr>
          <w:color w:val="000000" w:themeColor="text1"/>
          <w:lang w:eastAsia="de-CH"/>
        </w:rPr>
        <w:t>gebot teilweise oder gänzlich unverpackt ist.</w:t>
      </w:r>
    </w:p>
    <w:p w14:paraId="7478373C" w14:textId="415FC86D" w:rsidR="006B1228" w:rsidRPr="00D13313" w:rsidRDefault="00073D8D" w:rsidP="00BB6FD8">
      <w:pPr>
        <w:pStyle w:val="berschrift2"/>
        <w:rPr>
          <w:color w:val="000000" w:themeColor="text1"/>
          <w:lang w:val="de-CH"/>
        </w:rPr>
      </w:pPr>
      <w:bookmarkStart w:id="53" w:name="_Toc486420502"/>
      <w:r w:rsidRPr="00D13313">
        <w:rPr>
          <w:color w:val="000000" w:themeColor="text1"/>
          <w:lang w:val="de-CH"/>
        </w:rPr>
        <w:t>Angebot</w:t>
      </w:r>
      <w:bookmarkEnd w:id="53"/>
      <w:r w:rsidRPr="00D13313">
        <w:rPr>
          <w:color w:val="000000" w:themeColor="text1"/>
          <w:lang w:val="de-CH"/>
        </w:rPr>
        <w:t xml:space="preserve"> </w:t>
      </w:r>
    </w:p>
    <w:p w14:paraId="6D07A36B" w14:textId="1D56A085" w:rsidR="00073D8D" w:rsidRPr="00D13313" w:rsidRDefault="005E7A61" w:rsidP="00D13313">
      <w:pPr>
        <w:pStyle w:val="Textkrper"/>
        <w:rPr>
          <w:color w:val="000000" w:themeColor="text1"/>
          <w:lang w:eastAsia="de-CH"/>
        </w:rPr>
      </w:pPr>
      <w:proofErr w:type="spellStart"/>
      <w:r w:rsidRPr="002C4AD1">
        <w:rPr>
          <w:rStyle w:val="WahreWare"/>
        </w:rPr>
        <w:t>WahreWare</w:t>
      </w:r>
      <w:proofErr w:type="spellEnd"/>
      <w:r w:rsidR="00007DA9" w:rsidRPr="00D13313">
        <w:rPr>
          <w:color w:val="000000" w:themeColor="text1"/>
          <w:lang w:eastAsia="de-CH"/>
        </w:rPr>
        <w:t xml:space="preserve"> </w:t>
      </w:r>
      <w:r w:rsidR="00073D8D" w:rsidRPr="00D13313">
        <w:rPr>
          <w:color w:val="000000" w:themeColor="text1"/>
          <w:lang w:eastAsia="de-CH"/>
        </w:rPr>
        <w:t xml:space="preserve">hat drei Zielsetzungen und richtet </w:t>
      </w:r>
      <w:r w:rsidR="00C15063" w:rsidRPr="00D13313">
        <w:rPr>
          <w:color w:val="000000" w:themeColor="text1"/>
          <w:lang w:eastAsia="de-CH"/>
        </w:rPr>
        <w:t>sich an verschiedene Zielgruppen</w:t>
      </w:r>
      <w:r w:rsidR="00073D8D" w:rsidRPr="00D13313">
        <w:rPr>
          <w:color w:val="000000" w:themeColor="text1"/>
          <w:lang w:eastAsia="de-CH"/>
        </w:rPr>
        <w:t xml:space="preserve">. </w:t>
      </w:r>
    </w:p>
    <w:p w14:paraId="1CBE47E1" w14:textId="25851CDF" w:rsidR="00A650B7" w:rsidRPr="00D13313" w:rsidRDefault="007F28A5" w:rsidP="00D13313">
      <w:pPr>
        <w:pStyle w:val="Listenabsatz"/>
        <w:rPr>
          <w:color w:val="000000" w:themeColor="text1"/>
          <w:lang w:val="de-CH" w:eastAsia="de-CH"/>
        </w:rPr>
      </w:pPr>
      <w:r w:rsidRPr="00C73C44">
        <w:rPr>
          <w:rStyle w:val="WahreWare"/>
        </w:rPr>
        <w:t>Biologische Produktion</w:t>
      </w:r>
      <w:r w:rsidRPr="00D13313">
        <w:rPr>
          <w:color w:val="000000" w:themeColor="text1"/>
          <w:lang w:val="de-CH" w:eastAsia="de-CH"/>
        </w:rPr>
        <w:t xml:space="preserve"> </w:t>
      </w:r>
      <w:r w:rsidR="00C15063" w:rsidRPr="00D13313">
        <w:rPr>
          <w:color w:val="000000" w:themeColor="text1"/>
          <w:lang w:val="de-CH" w:eastAsia="de-CH"/>
        </w:rPr>
        <w:t xml:space="preserve">Wir verstehen die biologische Produktion als Teil einer nachhaltigen Nahrungsproduktion. </w:t>
      </w:r>
      <w:r w:rsidRPr="00D13313">
        <w:rPr>
          <w:color w:val="000000" w:themeColor="text1"/>
          <w:lang w:val="de-CH" w:eastAsia="de-CH"/>
        </w:rPr>
        <w:t xml:space="preserve">Dies schliesst </w:t>
      </w:r>
      <w:r w:rsidR="00C15063" w:rsidRPr="00D13313">
        <w:rPr>
          <w:color w:val="000000" w:themeColor="text1"/>
          <w:lang w:val="de-CH" w:eastAsia="de-CH"/>
        </w:rPr>
        <w:t xml:space="preserve">daher </w:t>
      </w:r>
      <w:r w:rsidRPr="00D13313">
        <w:rPr>
          <w:color w:val="000000" w:themeColor="text1"/>
          <w:lang w:val="de-CH" w:eastAsia="de-CH"/>
        </w:rPr>
        <w:t>auch die fai</w:t>
      </w:r>
      <w:r w:rsidR="00C15063" w:rsidRPr="00D13313">
        <w:rPr>
          <w:color w:val="000000" w:themeColor="text1"/>
          <w:lang w:val="de-CH" w:eastAsia="de-CH"/>
        </w:rPr>
        <w:t>re Produktion der Lebensmittel</w:t>
      </w:r>
      <w:r w:rsidRPr="00D13313">
        <w:rPr>
          <w:color w:val="000000" w:themeColor="text1"/>
          <w:lang w:val="de-CH" w:eastAsia="de-CH"/>
        </w:rPr>
        <w:t xml:space="preserve">, sowie eine transparente Darlegung der Herkunft der Produkte </w:t>
      </w:r>
      <w:r w:rsidR="00C15063" w:rsidRPr="00D13313">
        <w:rPr>
          <w:color w:val="000000" w:themeColor="text1"/>
          <w:lang w:val="de-CH" w:eastAsia="de-CH"/>
        </w:rPr>
        <w:t xml:space="preserve">und deren </w:t>
      </w:r>
      <w:r w:rsidR="00C15063" w:rsidRPr="00D13313">
        <w:rPr>
          <w:color w:val="000000" w:themeColor="text1"/>
        </w:rPr>
        <w:t>Transport</w:t>
      </w:r>
      <w:r w:rsidR="00C15063" w:rsidRPr="00D13313">
        <w:rPr>
          <w:color w:val="000000" w:themeColor="text1"/>
          <w:lang w:val="de-CH" w:eastAsia="de-CH"/>
        </w:rPr>
        <w:t xml:space="preserve"> mit ein.</w:t>
      </w:r>
      <w:r w:rsidRPr="00D13313">
        <w:rPr>
          <w:color w:val="000000" w:themeColor="text1"/>
          <w:lang w:val="de-CH" w:eastAsia="de-CH"/>
        </w:rPr>
        <w:t xml:space="preserve"> Wir betrachten es als unsere Aufgabe, eine faire, biologische und möglichst regionale Produktion</w:t>
      </w:r>
      <w:r w:rsidR="00C15063" w:rsidRPr="00D13313">
        <w:rPr>
          <w:color w:val="000000" w:themeColor="text1"/>
          <w:lang w:val="de-CH" w:eastAsia="de-CH"/>
        </w:rPr>
        <w:t xml:space="preserve"> und somit gute Qualität</w:t>
      </w:r>
      <w:r w:rsidRPr="00D13313">
        <w:rPr>
          <w:color w:val="000000" w:themeColor="text1"/>
          <w:lang w:val="de-CH" w:eastAsia="de-CH"/>
        </w:rPr>
        <w:t xml:space="preserve"> </w:t>
      </w:r>
      <w:r w:rsidR="00C15063" w:rsidRPr="00D13313">
        <w:rPr>
          <w:color w:val="000000" w:themeColor="text1"/>
          <w:lang w:val="de-CH" w:eastAsia="de-CH"/>
        </w:rPr>
        <w:t xml:space="preserve">der Waren zu gewährleisten. </w:t>
      </w:r>
      <w:r w:rsidR="00290AA0" w:rsidRPr="00D13313">
        <w:rPr>
          <w:color w:val="000000" w:themeColor="text1"/>
          <w:lang w:val="de-CH" w:eastAsia="de-CH"/>
        </w:rPr>
        <w:t xml:space="preserve">Bei </w:t>
      </w:r>
      <w:proofErr w:type="spellStart"/>
      <w:r w:rsidR="005E7A61" w:rsidRPr="002C4AD1">
        <w:rPr>
          <w:rStyle w:val="WahreWare"/>
        </w:rPr>
        <w:t>WahreWare</w:t>
      </w:r>
      <w:proofErr w:type="spellEnd"/>
      <w:r w:rsidRPr="00D13313">
        <w:rPr>
          <w:color w:val="000000" w:themeColor="text1"/>
          <w:lang w:val="de-CH" w:eastAsia="de-CH"/>
        </w:rPr>
        <w:t xml:space="preserve"> soll Einkaufen mit gutem Gewissen</w:t>
      </w:r>
      <w:r w:rsidR="00C15063" w:rsidRPr="00D13313">
        <w:rPr>
          <w:color w:val="000000" w:themeColor="text1"/>
          <w:lang w:val="de-CH" w:eastAsia="de-CH"/>
        </w:rPr>
        <w:t xml:space="preserve"> und Vertrauen in die Qualität der Produkte</w:t>
      </w:r>
      <w:r w:rsidRPr="00D13313">
        <w:rPr>
          <w:color w:val="000000" w:themeColor="text1"/>
          <w:lang w:val="de-CH" w:eastAsia="de-CH"/>
        </w:rPr>
        <w:t xml:space="preserve"> möglich sein. </w:t>
      </w:r>
    </w:p>
    <w:p w14:paraId="31D119E7" w14:textId="1E8C4540" w:rsidR="007F28A5" w:rsidRPr="00D13313" w:rsidRDefault="007F28A5" w:rsidP="00D13313">
      <w:pPr>
        <w:pStyle w:val="Listenabsatz"/>
        <w:rPr>
          <w:color w:val="000000" w:themeColor="text1"/>
          <w:lang w:val="de-CH" w:eastAsia="de-CH"/>
        </w:rPr>
      </w:pPr>
      <w:r w:rsidRPr="00C73C44">
        <w:rPr>
          <w:rStyle w:val="WahreWare"/>
        </w:rPr>
        <w:lastRenderedPageBreak/>
        <w:t>Verpackungsfreie Produkte</w:t>
      </w:r>
      <w:r w:rsidRPr="00D13313">
        <w:rPr>
          <w:color w:val="000000" w:themeColor="text1"/>
          <w:lang w:val="de-CH" w:eastAsia="de-CH"/>
        </w:rPr>
        <w:t xml:space="preserve"> Die Plastikverpackung von biologischen Lebensmitteln und </w:t>
      </w:r>
      <w:r w:rsidRPr="00D13313">
        <w:rPr>
          <w:color w:val="000000" w:themeColor="text1"/>
        </w:rPr>
        <w:t>Haushaltsprodukten</w:t>
      </w:r>
      <w:r w:rsidRPr="00D13313">
        <w:rPr>
          <w:color w:val="000000" w:themeColor="text1"/>
          <w:lang w:val="de-CH" w:eastAsia="de-CH"/>
        </w:rPr>
        <w:t xml:space="preserve"> wird verringert und nebenher ein Beitrag gegen Food </w:t>
      </w:r>
      <w:proofErr w:type="spellStart"/>
      <w:r w:rsidRPr="00D13313">
        <w:rPr>
          <w:color w:val="000000" w:themeColor="text1"/>
          <w:lang w:val="de-CH" w:eastAsia="de-CH"/>
        </w:rPr>
        <w:t>Waste</w:t>
      </w:r>
      <w:proofErr w:type="spellEnd"/>
      <w:r w:rsidRPr="00D13313">
        <w:rPr>
          <w:color w:val="000000" w:themeColor="text1"/>
          <w:lang w:val="de-CH" w:eastAsia="de-CH"/>
        </w:rPr>
        <w:t xml:space="preserve"> in Privathaushalten geleistet. Wir bieten unseren </w:t>
      </w:r>
      <w:r w:rsidR="00CE510D" w:rsidRPr="00D13313">
        <w:rPr>
          <w:color w:val="000000" w:themeColor="text1"/>
          <w:lang w:val="de-CH" w:eastAsia="de-CH"/>
        </w:rPr>
        <w:t>Kundinnen und Kunden</w:t>
      </w:r>
      <w:r w:rsidRPr="00D13313">
        <w:rPr>
          <w:color w:val="000000" w:themeColor="text1"/>
          <w:lang w:val="de-CH" w:eastAsia="de-CH"/>
        </w:rPr>
        <w:t xml:space="preserve"> die Möglichkeit, nur so viel abzupacken</w:t>
      </w:r>
      <w:r w:rsidR="00CE510D" w:rsidRPr="00D13313">
        <w:rPr>
          <w:color w:val="000000" w:themeColor="text1"/>
          <w:lang w:val="de-CH" w:eastAsia="de-CH"/>
        </w:rPr>
        <w:t>,</w:t>
      </w:r>
      <w:r w:rsidRPr="00D13313">
        <w:rPr>
          <w:color w:val="000000" w:themeColor="text1"/>
          <w:lang w:val="de-CH" w:eastAsia="de-CH"/>
        </w:rPr>
        <w:t xml:space="preserve"> wie sie wirklich benötigen</w:t>
      </w:r>
      <w:r w:rsidR="00CE510D" w:rsidRPr="00D13313">
        <w:rPr>
          <w:color w:val="000000" w:themeColor="text1"/>
          <w:lang w:val="de-CH" w:eastAsia="de-CH"/>
        </w:rPr>
        <w:t>;</w:t>
      </w:r>
      <w:r w:rsidRPr="00D13313">
        <w:rPr>
          <w:color w:val="000000" w:themeColor="text1"/>
          <w:lang w:val="de-CH" w:eastAsia="de-CH"/>
        </w:rPr>
        <w:t xml:space="preserve"> d.</w:t>
      </w:r>
      <w:r w:rsidR="00CE510D" w:rsidRPr="00D13313">
        <w:rPr>
          <w:color w:val="000000" w:themeColor="text1"/>
          <w:lang w:val="de-CH" w:eastAsia="de-CH"/>
        </w:rPr>
        <w:t> </w:t>
      </w:r>
      <w:r w:rsidRPr="00D13313">
        <w:rPr>
          <w:color w:val="000000" w:themeColor="text1"/>
          <w:lang w:val="de-CH" w:eastAsia="de-CH"/>
        </w:rPr>
        <w:t xml:space="preserve">h. wir nehmen keine Portionierung unserer Produkte vor. </w:t>
      </w:r>
    </w:p>
    <w:p w14:paraId="64A37204" w14:textId="39A1A5FD" w:rsidR="00073D8D" w:rsidRPr="00D13313" w:rsidRDefault="007F28A5" w:rsidP="00D13313">
      <w:pPr>
        <w:pStyle w:val="Listenabsatz"/>
        <w:rPr>
          <w:color w:val="000000" w:themeColor="text1"/>
          <w:lang w:val="de-CH" w:eastAsia="de-CH"/>
        </w:rPr>
      </w:pPr>
      <w:r w:rsidRPr="00C73C44">
        <w:rPr>
          <w:rStyle w:val="WahreWare"/>
        </w:rPr>
        <w:t xml:space="preserve">Stärkung der </w:t>
      </w:r>
      <w:r w:rsidR="00CE510D" w:rsidRPr="00C73C44">
        <w:rPr>
          <w:rStyle w:val="WahreWare"/>
        </w:rPr>
        <w:t>Produzenten-Konsumenten-</w:t>
      </w:r>
      <w:r w:rsidRPr="00C73C44">
        <w:rPr>
          <w:rStyle w:val="WahreWare"/>
        </w:rPr>
        <w:t>Beziehung</w:t>
      </w:r>
      <w:r w:rsidR="00C15063" w:rsidRPr="00D13313">
        <w:rPr>
          <w:color w:val="000000" w:themeColor="text1"/>
          <w:lang w:val="de-CH" w:eastAsia="de-CH"/>
        </w:rPr>
        <w:t xml:space="preserve"> Das heutige, enge Zeitangebot vieler in Städte</w:t>
      </w:r>
      <w:r w:rsidR="00CE510D" w:rsidRPr="00D13313">
        <w:rPr>
          <w:color w:val="000000" w:themeColor="text1"/>
          <w:lang w:val="de-CH" w:eastAsia="de-CH"/>
        </w:rPr>
        <w:t>n</w:t>
      </w:r>
      <w:r w:rsidR="00C15063" w:rsidRPr="00D13313">
        <w:rPr>
          <w:color w:val="000000" w:themeColor="text1"/>
          <w:lang w:val="de-CH" w:eastAsia="de-CH"/>
        </w:rPr>
        <w:t xml:space="preserve"> lebende</w:t>
      </w:r>
      <w:r w:rsidR="00CE510D" w:rsidRPr="00D13313">
        <w:rPr>
          <w:color w:val="000000" w:themeColor="text1"/>
          <w:lang w:val="de-CH" w:eastAsia="de-CH"/>
        </w:rPr>
        <w:t>r</w:t>
      </w:r>
      <w:r w:rsidR="00C15063" w:rsidRPr="00D13313">
        <w:rPr>
          <w:color w:val="000000" w:themeColor="text1"/>
          <w:lang w:val="de-CH" w:eastAsia="de-CH"/>
        </w:rPr>
        <w:t xml:space="preserve"> Menschen lässt einen direkten Einkauf der Lebensmittel bei den </w:t>
      </w:r>
      <w:r w:rsidR="00CE510D" w:rsidRPr="00D13313">
        <w:rPr>
          <w:color w:val="000000" w:themeColor="text1"/>
          <w:lang w:val="de-CH" w:eastAsia="de-CH"/>
        </w:rPr>
        <w:t>Produzenten</w:t>
      </w:r>
      <w:r w:rsidR="00C15063" w:rsidRPr="00D13313">
        <w:rPr>
          <w:color w:val="000000" w:themeColor="text1"/>
          <w:lang w:val="de-CH" w:eastAsia="de-CH"/>
        </w:rPr>
        <w:t xml:space="preserve"> nich</w:t>
      </w:r>
      <w:r w:rsidR="00290AA0" w:rsidRPr="00D13313">
        <w:rPr>
          <w:color w:val="000000" w:themeColor="text1"/>
          <w:lang w:val="de-CH" w:eastAsia="de-CH"/>
        </w:rPr>
        <w:t xml:space="preserve">t mehr zu. Hier wollen wir mit </w:t>
      </w:r>
      <w:proofErr w:type="spellStart"/>
      <w:r w:rsidR="005E7A61" w:rsidRPr="002C4AD1">
        <w:rPr>
          <w:rStyle w:val="WahreWare"/>
        </w:rPr>
        <w:t>WahreWare</w:t>
      </w:r>
      <w:proofErr w:type="spellEnd"/>
      <w:r w:rsidR="00C15063" w:rsidRPr="00D13313">
        <w:rPr>
          <w:color w:val="000000" w:themeColor="text1"/>
          <w:lang w:val="de-CH" w:eastAsia="de-CH"/>
        </w:rPr>
        <w:t xml:space="preserve"> eine Vermittlerrolle einnehmen, indem wir die Nähe von </w:t>
      </w:r>
      <w:r w:rsidR="00CE510D" w:rsidRPr="00D13313">
        <w:rPr>
          <w:color w:val="000000" w:themeColor="text1"/>
          <w:lang w:val="de-CH" w:eastAsia="de-CH"/>
        </w:rPr>
        <w:t>Produzenten</w:t>
      </w:r>
      <w:r w:rsidR="00C15063" w:rsidRPr="00D13313">
        <w:rPr>
          <w:color w:val="000000" w:themeColor="text1"/>
          <w:lang w:val="de-CH" w:eastAsia="de-CH"/>
        </w:rPr>
        <w:t xml:space="preserve"> und </w:t>
      </w:r>
      <w:r w:rsidR="00CE510D" w:rsidRPr="00D13313">
        <w:rPr>
          <w:color w:val="000000" w:themeColor="text1"/>
          <w:lang w:val="de-CH" w:eastAsia="de-CH"/>
        </w:rPr>
        <w:t>Konsumenten</w:t>
      </w:r>
      <w:r w:rsidR="00C15063" w:rsidRPr="00D13313">
        <w:rPr>
          <w:color w:val="000000" w:themeColor="text1"/>
          <w:lang w:val="de-CH" w:eastAsia="de-CH"/>
        </w:rPr>
        <w:t xml:space="preserve"> fördern. Wir beziehen unsere Produkte wenn möglich von regionalen Bauern und</w:t>
      </w:r>
      <w:r w:rsidR="00C15063" w:rsidRPr="00D13313">
        <w:rPr>
          <w:color w:val="000000" w:themeColor="text1"/>
          <w:szCs w:val="20"/>
          <w:lang w:val="de-CH"/>
        </w:rPr>
        <w:t xml:space="preserve"> informieren im Geschäft über unsere Lieferanten und personalisieren die Produkte somit</w:t>
      </w:r>
      <w:r w:rsidR="00CE510D" w:rsidRPr="00D13313">
        <w:rPr>
          <w:color w:val="000000" w:themeColor="text1"/>
          <w:szCs w:val="20"/>
          <w:lang w:val="de-CH"/>
        </w:rPr>
        <w:t>;</w:t>
      </w:r>
      <w:r w:rsidR="00C15063" w:rsidRPr="00D13313">
        <w:rPr>
          <w:color w:val="000000" w:themeColor="text1"/>
          <w:szCs w:val="20"/>
          <w:lang w:val="de-CH"/>
        </w:rPr>
        <w:t xml:space="preserve"> es soll ein Verständnis und Bewusstsein, sowie eine Wertschätzung für biologische Produktion geschaffen werden.</w:t>
      </w:r>
    </w:p>
    <w:p w14:paraId="6D5A011B" w14:textId="690E8C61" w:rsidR="00073D8D" w:rsidRPr="00D13313" w:rsidRDefault="00073D8D" w:rsidP="00BB6FD8">
      <w:pPr>
        <w:pStyle w:val="berschrift2"/>
        <w:rPr>
          <w:color w:val="000000" w:themeColor="text1"/>
          <w:lang w:val="de-CH"/>
        </w:rPr>
      </w:pPr>
      <w:bookmarkStart w:id="54" w:name="_Toc486420503"/>
      <w:r w:rsidRPr="00D13313">
        <w:rPr>
          <w:color w:val="000000" w:themeColor="text1"/>
          <w:lang w:val="de-CH"/>
        </w:rPr>
        <w:t>Unternehmerteam</w:t>
      </w:r>
      <w:bookmarkEnd w:id="54"/>
    </w:p>
    <w:p w14:paraId="1F4CA051" w14:textId="3CFA7A3E" w:rsidR="002E50C0" w:rsidRPr="00D13313" w:rsidRDefault="00CE510D" w:rsidP="00D13313">
      <w:pPr>
        <w:pStyle w:val="Textkrper"/>
      </w:pPr>
      <w:r w:rsidRPr="00D13313">
        <w:t>Ximena Rodriguez</w:t>
      </w:r>
      <w:r w:rsidR="00946DB8" w:rsidRPr="00D13313">
        <w:t xml:space="preserve"> und </w:t>
      </w:r>
      <w:r w:rsidRPr="00D13313">
        <w:t>Sarah Meyer</w:t>
      </w:r>
      <w:r w:rsidR="00946DB8" w:rsidRPr="00D13313">
        <w:t xml:space="preserve"> sind eng verbunden mit der Stadt Winterthur. Beide habe ein abgeschlossenes Masterstudium im Bereich Umwelt und sind seit Jahren in diversen Nachhaltigkeits- und Umweltprojekten tätig. </w:t>
      </w:r>
      <w:r w:rsidRPr="00D13313">
        <w:t>Ximena Rodriguez</w:t>
      </w:r>
      <w:r w:rsidR="00946DB8" w:rsidRPr="00D13313">
        <w:t xml:space="preserve"> führte bereits in Mexiko ein Geschäft mit Schwerpunkt Nachhaltigkeit.</w:t>
      </w:r>
    </w:p>
    <w:p w14:paraId="0329DBB3" w14:textId="42866A3A" w:rsidR="00073D8D" w:rsidRPr="00D13313" w:rsidRDefault="00073D8D" w:rsidP="00E00014">
      <w:pPr>
        <w:pStyle w:val="berschrift2"/>
        <w:rPr>
          <w:color w:val="000000" w:themeColor="text1"/>
          <w:lang w:val="de-CH"/>
        </w:rPr>
      </w:pPr>
      <w:bookmarkStart w:id="55" w:name="_Toc486420504"/>
      <w:r w:rsidRPr="00D13313">
        <w:rPr>
          <w:color w:val="000000" w:themeColor="text1"/>
          <w:lang w:val="de-CH"/>
        </w:rPr>
        <w:t>Kapital- und Investitionsbedarf</w:t>
      </w:r>
      <w:bookmarkEnd w:id="55"/>
    </w:p>
    <w:p w14:paraId="77DE16B3" w14:textId="5A6150F7" w:rsidR="00073D8D" w:rsidRPr="00D13313" w:rsidRDefault="006B35DD" w:rsidP="00D13313">
      <w:pPr>
        <w:pStyle w:val="Textkrper"/>
      </w:pPr>
      <w:r w:rsidRPr="00D13313">
        <w:t xml:space="preserve">Gesamthaft wird ein Startkapital von </w:t>
      </w:r>
      <w:r w:rsidR="00F15AA1">
        <w:t>CHF </w:t>
      </w:r>
      <w:r w:rsidR="00C64486" w:rsidRPr="00D13313">
        <w:t>90'000.–</w:t>
      </w:r>
      <w:r w:rsidRPr="00D13313">
        <w:t xml:space="preserve"> für </w:t>
      </w:r>
      <w:proofErr w:type="spellStart"/>
      <w:r w:rsidR="005E7A61" w:rsidRPr="002C4AD1">
        <w:rPr>
          <w:rStyle w:val="WahreWare"/>
        </w:rPr>
        <w:t>WahreWare</w:t>
      </w:r>
      <w:proofErr w:type="spellEnd"/>
      <w:r w:rsidRPr="00D13313">
        <w:t xml:space="preserve"> </w:t>
      </w:r>
      <w:r w:rsidR="008F18FE" w:rsidRPr="00D13313">
        <w:t>akquiriert</w:t>
      </w:r>
      <w:r w:rsidR="00DA3604" w:rsidRPr="00D13313">
        <w:t xml:space="preserve">. </w:t>
      </w:r>
      <w:r w:rsidR="00073D8D" w:rsidRPr="00D13313">
        <w:t xml:space="preserve">Die Finanzierung </w:t>
      </w:r>
      <w:r w:rsidRPr="00D13313">
        <w:t>ist wie folgt</w:t>
      </w:r>
      <w:r w:rsidR="002375CE" w:rsidRPr="00D13313">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2552"/>
        <w:gridCol w:w="1276"/>
        <w:gridCol w:w="992"/>
      </w:tblGrid>
      <w:tr w:rsidR="002B66B8" w:rsidRPr="00D13313" w14:paraId="1739D363" w14:textId="77777777" w:rsidTr="00502539">
        <w:tc>
          <w:tcPr>
            <w:tcW w:w="2552" w:type="dxa"/>
            <w:tcBorders>
              <w:bottom w:val="single" w:sz="12" w:space="0" w:color="auto"/>
            </w:tcBorders>
          </w:tcPr>
          <w:p w14:paraId="64949D67" w14:textId="3AD4894C" w:rsidR="002B66B8" w:rsidRPr="00C73C44" w:rsidRDefault="002B66B8" w:rsidP="000110AD">
            <w:pPr>
              <w:spacing w:line="276" w:lineRule="auto"/>
              <w:jc w:val="both"/>
              <w:rPr>
                <w:rStyle w:val="WahreWare"/>
              </w:rPr>
            </w:pPr>
            <w:r w:rsidRPr="00C73C44">
              <w:rPr>
                <w:rStyle w:val="WahreWare"/>
              </w:rPr>
              <w:t>Herkunft</w:t>
            </w:r>
          </w:p>
        </w:tc>
        <w:tc>
          <w:tcPr>
            <w:tcW w:w="1276" w:type="dxa"/>
            <w:tcBorders>
              <w:bottom w:val="single" w:sz="12" w:space="0" w:color="auto"/>
            </w:tcBorders>
          </w:tcPr>
          <w:p w14:paraId="34675328" w14:textId="5B4A13FF" w:rsidR="002B66B8" w:rsidRPr="00C73C44" w:rsidRDefault="002B66B8" w:rsidP="00383629">
            <w:pPr>
              <w:spacing w:line="276" w:lineRule="auto"/>
              <w:jc w:val="right"/>
              <w:rPr>
                <w:rStyle w:val="WahreWare"/>
              </w:rPr>
            </w:pPr>
            <w:r w:rsidRPr="00C73C44">
              <w:rPr>
                <w:rStyle w:val="WahreWare"/>
              </w:rPr>
              <w:t>Betrag</w:t>
            </w:r>
          </w:p>
        </w:tc>
        <w:tc>
          <w:tcPr>
            <w:tcW w:w="992" w:type="dxa"/>
            <w:tcBorders>
              <w:bottom w:val="single" w:sz="12" w:space="0" w:color="auto"/>
            </w:tcBorders>
          </w:tcPr>
          <w:p w14:paraId="7AEDFE18" w14:textId="07103A46" w:rsidR="002B66B8" w:rsidRPr="00C73C44" w:rsidRDefault="002B66B8" w:rsidP="00383629">
            <w:pPr>
              <w:spacing w:line="276" w:lineRule="auto"/>
              <w:ind w:right="28"/>
              <w:jc w:val="right"/>
              <w:rPr>
                <w:rStyle w:val="WahreWare"/>
              </w:rPr>
            </w:pPr>
            <w:r w:rsidRPr="00C73C44">
              <w:rPr>
                <w:rStyle w:val="WahreWare"/>
              </w:rPr>
              <w:t>Anteil</w:t>
            </w:r>
          </w:p>
        </w:tc>
      </w:tr>
      <w:tr w:rsidR="00D13313" w:rsidRPr="00D13313" w14:paraId="59BFBD3A" w14:textId="77777777" w:rsidTr="00502539">
        <w:tc>
          <w:tcPr>
            <w:tcW w:w="2552" w:type="dxa"/>
            <w:tcBorders>
              <w:top w:val="single" w:sz="12" w:space="0" w:color="auto"/>
            </w:tcBorders>
          </w:tcPr>
          <w:p w14:paraId="224ECDAB" w14:textId="43ED6CD1" w:rsidR="002E50C0" w:rsidRPr="00D13313" w:rsidRDefault="002E50C0" w:rsidP="000110AD">
            <w:pPr>
              <w:spacing w:line="276" w:lineRule="auto"/>
              <w:jc w:val="both"/>
              <w:rPr>
                <w:color w:val="000000" w:themeColor="text1"/>
                <w:szCs w:val="22"/>
                <w:lang w:val="de-CH"/>
              </w:rPr>
            </w:pPr>
            <w:r w:rsidRPr="00D13313">
              <w:rPr>
                <w:color w:val="000000" w:themeColor="text1"/>
                <w:szCs w:val="22"/>
                <w:lang w:val="de-CH"/>
              </w:rPr>
              <w:t>Eigenmittel</w:t>
            </w:r>
          </w:p>
        </w:tc>
        <w:tc>
          <w:tcPr>
            <w:tcW w:w="1276" w:type="dxa"/>
            <w:tcBorders>
              <w:top w:val="single" w:sz="12" w:space="0" w:color="auto"/>
            </w:tcBorders>
          </w:tcPr>
          <w:p w14:paraId="4434DAD5" w14:textId="4DD112C2" w:rsidR="002E50C0" w:rsidRPr="00D13313" w:rsidRDefault="002E50C0" w:rsidP="00F15AA1">
            <w:pPr>
              <w:spacing w:line="276" w:lineRule="auto"/>
              <w:jc w:val="right"/>
              <w:rPr>
                <w:color w:val="000000" w:themeColor="text1"/>
                <w:szCs w:val="22"/>
                <w:lang w:val="de-CH"/>
              </w:rPr>
            </w:pPr>
            <w:r w:rsidRPr="00D13313">
              <w:rPr>
                <w:color w:val="000000" w:themeColor="text1"/>
                <w:szCs w:val="22"/>
                <w:lang w:val="de-CH"/>
              </w:rPr>
              <w:t xml:space="preserve">CHF </w:t>
            </w:r>
            <w:r w:rsidR="00C64486" w:rsidRPr="00D13313">
              <w:rPr>
                <w:color w:val="000000" w:themeColor="text1"/>
                <w:szCs w:val="22"/>
                <w:lang w:val="de-CH"/>
              </w:rPr>
              <w:t>25</w:t>
            </w:r>
            <w:r w:rsidRPr="00D13313">
              <w:rPr>
                <w:color w:val="000000" w:themeColor="text1"/>
                <w:szCs w:val="22"/>
                <w:lang w:val="de-CH"/>
              </w:rPr>
              <w:t>‘000</w:t>
            </w:r>
          </w:p>
        </w:tc>
        <w:tc>
          <w:tcPr>
            <w:tcW w:w="992" w:type="dxa"/>
            <w:tcBorders>
              <w:top w:val="single" w:sz="12" w:space="0" w:color="auto"/>
            </w:tcBorders>
          </w:tcPr>
          <w:p w14:paraId="3ABC02AF" w14:textId="60CEE826" w:rsidR="002E50C0" w:rsidRPr="00D13313" w:rsidRDefault="00C64486" w:rsidP="002B66B8">
            <w:pPr>
              <w:spacing w:line="276" w:lineRule="auto"/>
              <w:jc w:val="right"/>
              <w:rPr>
                <w:color w:val="000000" w:themeColor="text1"/>
                <w:szCs w:val="22"/>
                <w:lang w:val="de-CH"/>
              </w:rPr>
            </w:pPr>
            <w:r w:rsidRPr="00D13313">
              <w:rPr>
                <w:color w:val="000000" w:themeColor="text1"/>
                <w:szCs w:val="22"/>
                <w:lang w:val="de-CH"/>
              </w:rPr>
              <w:t>28</w:t>
            </w:r>
            <w:r w:rsidR="002B66B8">
              <w:rPr>
                <w:color w:val="000000" w:themeColor="text1"/>
                <w:szCs w:val="22"/>
                <w:lang w:val="de-CH"/>
              </w:rPr>
              <w:t> </w:t>
            </w:r>
            <w:r w:rsidR="0080672C" w:rsidRPr="00D13313">
              <w:rPr>
                <w:color w:val="000000" w:themeColor="text1"/>
                <w:szCs w:val="22"/>
                <w:lang w:val="de-CH"/>
              </w:rPr>
              <w:t>%</w:t>
            </w:r>
          </w:p>
        </w:tc>
      </w:tr>
      <w:tr w:rsidR="00D13313" w:rsidRPr="00D13313" w14:paraId="4C1AF089" w14:textId="77777777" w:rsidTr="00A63014">
        <w:tc>
          <w:tcPr>
            <w:tcW w:w="2552" w:type="dxa"/>
          </w:tcPr>
          <w:p w14:paraId="2BCB491E" w14:textId="58D68EEB" w:rsidR="002E50C0" w:rsidRPr="00D13313" w:rsidRDefault="002E50C0" w:rsidP="000110AD">
            <w:pPr>
              <w:spacing w:line="276" w:lineRule="auto"/>
              <w:jc w:val="both"/>
              <w:rPr>
                <w:color w:val="000000" w:themeColor="text1"/>
                <w:szCs w:val="22"/>
                <w:lang w:val="de-CH"/>
              </w:rPr>
            </w:pPr>
            <w:r w:rsidRPr="00D13313">
              <w:rPr>
                <w:color w:val="000000" w:themeColor="text1"/>
                <w:szCs w:val="22"/>
                <w:lang w:val="de-CH"/>
              </w:rPr>
              <w:t>Privates Darlehen</w:t>
            </w:r>
          </w:p>
        </w:tc>
        <w:tc>
          <w:tcPr>
            <w:tcW w:w="1276" w:type="dxa"/>
          </w:tcPr>
          <w:p w14:paraId="30C0BEB8" w14:textId="6B3CBD18" w:rsidR="002E50C0" w:rsidRPr="00D13313" w:rsidRDefault="002E50C0" w:rsidP="00F15AA1">
            <w:pPr>
              <w:spacing w:line="276" w:lineRule="auto"/>
              <w:jc w:val="right"/>
              <w:rPr>
                <w:color w:val="000000" w:themeColor="text1"/>
                <w:szCs w:val="22"/>
                <w:lang w:val="de-CH"/>
              </w:rPr>
            </w:pPr>
            <w:r w:rsidRPr="00D13313">
              <w:rPr>
                <w:color w:val="000000" w:themeColor="text1"/>
                <w:szCs w:val="22"/>
                <w:lang w:val="de-CH"/>
              </w:rPr>
              <w:t xml:space="preserve">CHF </w:t>
            </w:r>
            <w:r w:rsidR="00C64486" w:rsidRPr="00D13313">
              <w:rPr>
                <w:color w:val="000000" w:themeColor="text1"/>
                <w:szCs w:val="22"/>
                <w:lang w:val="de-CH"/>
              </w:rPr>
              <w:t>25</w:t>
            </w:r>
            <w:r w:rsidRPr="00D13313">
              <w:rPr>
                <w:color w:val="000000" w:themeColor="text1"/>
                <w:szCs w:val="22"/>
                <w:lang w:val="de-CH"/>
              </w:rPr>
              <w:t>‘000</w:t>
            </w:r>
          </w:p>
        </w:tc>
        <w:tc>
          <w:tcPr>
            <w:tcW w:w="992" w:type="dxa"/>
          </w:tcPr>
          <w:p w14:paraId="6D6162DF" w14:textId="12544E13" w:rsidR="002E50C0" w:rsidRPr="00D13313" w:rsidRDefault="00C64486" w:rsidP="002B66B8">
            <w:pPr>
              <w:spacing w:line="276" w:lineRule="auto"/>
              <w:jc w:val="right"/>
              <w:rPr>
                <w:color w:val="000000" w:themeColor="text1"/>
                <w:szCs w:val="22"/>
                <w:lang w:val="de-CH"/>
              </w:rPr>
            </w:pPr>
            <w:r w:rsidRPr="00D13313">
              <w:rPr>
                <w:color w:val="000000" w:themeColor="text1"/>
                <w:szCs w:val="22"/>
                <w:lang w:val="de-CH"/>
              </w:rPr>
              <w:t>28 </w:t>
            </w:r>
            <w:r w:rsidR="0080672C" w:rsidRPr="00D13313">
              <w:rPr>
                <w:color w:val="000000" w:themeColor="text1"/>
                <w:szCs w:val="22"/>
                <w:lang w:val="de-CH"/>
              </w:rPr>
              <w:t>%</w:t>
            </w:r>
          </w:p>
        </w:tc>
      </w:tr>
      <w:tr w:rsidR="00D13313" w:rsidRPr="00D13313" w14:paraId="69C0CFF5" w14:textId="77777777" w:rsidTr="00A63014">
        <w:tc>
          <w:tcPr>
            <w:tcW w:w="2552" w:type="dxa"/>
          </w:tcPr>
          <w:p w14:paraId="408A846C" w14:textId="1033EE8E" w:rsidR="002E50C0" w:rsidRPr="00D13313" w:rsidRDefault="002E50C0" w:rsidP="000110AD">
            <w:pPr>
              <w:spacing w:line="276" w:lineRule="auto"/>
              <w:jc w:val="both"/>
              <w:rPr>
                <w:color w:val="000000" w:themeColor="text1"/>
                <w:szCs w:val="22"/>
                <w:lang w:val="de-CH"/>
              </w:rPr>
            </w:pPr>
            <w:r w:rsidRPr="00D13313">
              <w:rPr>
                <w:color w:val="000000" w:themeColor="text1"/>
                <w:szCs w:val="22"/>
                <w:lang w:val="de-CH"/>
              </w:rPr>
              <w:t>Wettbewerb, Stiftungsgeld</w:t>
            </w:r>
          </w:p>
        </w:tc>
        <w:tc>
          <w:tcPr>
            <w:tcW w:w="1276" w:type="dxa"/>
          </w:tcPr>
          <w:p w14:paraId="1D06F61C" w14:textId="2863E37E" w:rsidR="002E50C0" w:rsidRPr="00D13313" w:rsidRDefault="002E50C0" w:rsidP="00F15AA1">
            <w:pPr>
              <w:spacing w:line="276" w:lineRule="auto"/>
              <w:jc w:val="right"/>
              <w:rPr>
                <w:color w:val="000000" w:themeColor="text1"/>
                <w:szCs w:val="22"/>
                <w:lang w:val="de-CH"/>
              </w:rPr>
            </w:pPr>
            <w:r w:rsidRPr="00D13313">
              <w:rPr>
                <w:color w:val="000000" w:themeColor="text1"/>
                <w:szCs w:val="22"/>
                <w:lang w:val="de-CH"/>
              </w:rPr>
              <w:t xml:space="preserve">CHF </w:t>
            </w:r>
            <w:r w:rsidR="002332AB" w:rsidRPr="00D13313">
              <w:rPr>
                <w:color w:val="000000" w:themeColor="text1"/>
                <w:szCs w:val="22"/>
                <w:lang w:val="de-CH"/>
              </w:rPr>
              <w:t>10</w:t>
            </w:r>
            <w:r w:rsidRPr="00D13313">
              <w:rPr>
                <w:color w:val="000000" w:themeColor="text1"/>
                <w:szCs w:val="22"/>
                <w:lang w:val="de-CH"/>
              </w:rPr>
              <w:t>‘000</w:t>
            </w:r>
          </w:p>
        </w:tc>
        <w:tc>
          <w:tcPr>
            <w:tcW w:w="992" w:type="dxa"/>
          </w:tcPr>
          <w:p w14:paraId="2F1C3F9A" w14:textId="17091C3D" w:rsidR="002E50C0" w:rsidRPr="00D13313" w:rsidRDefault="00C64486" w:rsidP="002B66B8">
            <w:pPr>
              <w:spacing w:line="276" w:lineRule="auto"/>
              <w:jc w:val="right"/>
              <w:rPr>
                <w:color w:val="000000" w:themeColor="text1"/>
                <w:szCs w:val="22"/>
                <w:lang w:val="de-CH"/>
              </w:rPr>
            </w:pPr>
            <w:r w:rsidRPr="00D13313">
              <w:rPr>
                <w:color w:val="000000" w:themeColor="text1"/>
                <w:szCs w:val="22"/>
                <w:lang w:val="de-CH"/>
              </w:rPr>
              <w:t>11 </w:t>
            </w:r>
            <w:r w:rsidR="0080672C" w:rsidRPr="00D13313">
              <w:rPr>
                <w:color w:val="000000" w:themeColor="text1"/>
                <w:szCs w:val="22"/>
                <w:lang w:val="de-CH"/>
              </w:rPr>
              <w:t>%</w:t>
            </w:r>
          </w:p>
        </w:tc>
      </w:tr>
      <w:tr w:rsidR="00D13313" w:rsidRPr="00D13313" w14:paraId="177660BD" w14:textId="77777777" w:rsidTr="00157D77">
        <w:tc>
          <w:tcPr>
            <w:tcW w:w="2552" w:type="dxa"/>
            <w:tcBorders>
              <w:bottom w:val="single" w:sz="4" w:space="0" w:color="auto"/>
            </w:tcBorders>
          </w:tcPr>
          <w:p w14:paraId="24F6E21E" w14:textId="3F23D564" w:rsidR="0080672C" w:rsidRPr="00D13313" w:rsidRDefault="0080672C" w:rsidP="000110AD">
            <w:pPr>
              <w:spacing w:line="276" w:lineRule="auto"/>
              <w:jc w:val="both"/>
              <w:rPr>
                <w:color w:val="000000" w:themeColor="text1"/>
                <w:szCs w:val="22"/>
                <w:lang w:val="de-CH"/>
              </w:rPr>
            </w:pPr>
            <w:r w:rsidRPr="00D13313">
              <w:rPr>
                <w:color w:val="000000" w:themeColor="text1"/>
                <w:szCs w:val="22"/>
                <w:lang w:val="de-CH"/>
              </w:rPr>
              <w:t>Crowdfunding</w:t>
            </w:r>
          </w:p>
        </w:tc>
        <w:tc>
          <w:tcPr>
            <w:tcW w:w="1276" w:type="dxa"/>
            <w:tcBorders>
              <w:bottom w:val="single" w:sz="4" w:space="0" w:color="auto"/>
            </w:tcBorders>
          </w:tcPr>
          <w:p w14:paraId="2E4D52E5" w14:textId="7F24D30F" w:rsidR="0080672C" w:rsidRPr="00D13313" w:rsidRDefault="0080672C" w:rsidP="00F15AA1">
            <w:pPr>
              <w:spacing w:line="276" w:lineRule="auto"/>
              <w:jc w:val="right"/>
              <w:rPr>
                <w:color w:val="000000" w:themeColor="text1"/>
                <w:szCs w:val="22"/>
                <w:lang w:val="de-CH"/>
              </w:rPr>
            </w:pPr>
            <w:r w:rsidRPr="00D13313">
              <w:rPr>
                <w:color w:val="000000" w:themeColor="text1"/>
                <w:szCs w:val="22"/>
                <w:lang w:val="de-CH"/>
              </w:rPr>
              <w:t>CHF 30‘000</w:t>
            </w:r>
          </w:p>
        </w:tc>
        <w:tc>
          <w:tcPr>
            <w:tcW w:w="992" w:type="dxa"/>
            <w:tcBorders>
              <w:bottom w:val="single" w:sz="4" w:space="0" w:color="auto"/>
            </w:tcBorders>
          </w:tcPr>
          <w:p w14:paraId="6771E54B" w14:textId="21575E75" w:rsidR="0080672C" w:rsidRPr="00D13313" w:rsidRDefault="00C64486" w:rsidP="002B66B8">
            <w:pPr>
              <w:spacing w:line="276" w:lineRule="auto"/>
              <w:jc w:val="right"/>
              <w:rPr>
                <w:color w:val="000000" w:themeColor="text1"/>
                <w:szCs w:val="22"/>
                <w:lang w:val="de-CH"/>
              </w:rPr>
            </w:pPr>
            <w:r w:rsidRPr="00D13313">
              <w:rPr>
                <w:color w:val="000000" w:themeColor="text1"/>
                <w:szCs w:val="22"/>
                <w:lang w:val="de-CH"/>
              </w:rPr>
              <w:t>33 </w:t>
            </w:r>
            <w:r w:rsidR="0080672C" w:rsidRPr="00D13313">
              <w:rPr>
                <w:color w:val="000000" w:themeColor="text1"/>
                <w:szCs w:val="22"/>
                <w:lang w:val="de-CH"/>
              </w:rPr>
              <w:t>%</w:t>
            </w:r>
          </w:p>
        </w:tc>
      </w:tr>
      <w:tr w:rsidR="00D13313" w:rsidRPr="002B66B8" w14:paraId="015ACB10" w14:textId="77777777" w:rsidTr="00157D77">
        <w:tc>
          <w:tcPr>
            <w:tcW w:w="2552" w:type="dxa"/>
            <w:tcBorders>
              <w:top w:val="single" w:sz="4" w:space="0" w:color="auto"/>
            </w:tcBorders>
          </w:tcPr>
          <w:p w14:paraId="3369FB1E" w14:textId="2572F75D" w:rsidR="0080672C" w:rsidRPr="00C73C44" w:rsidRDefault="0080672C" w:rsidP="000110AD">
            <w:pPr>
              <w:spacing w:line="276" w:lineRule="auto"/>
              <w:jc w:val="both"/>
              <w:rPr>
                <w:rStyle w:val="WahreWare"/>
              </w:rPr>
            </w:pPr>
            <w:r w:rsidRPr="00C73C44">
              <w:rPr>
                <w:rStyle w:val="WahreWare"/>
              </w:rPr>
              <w:t>Total</w:t>
            </w:r>
          </w:p>
        </w:tc>
        <w:tc>
          <w:tcPr>
            <w:tcW w:w="1276" w:type="dxa"/>
            <w:tcBorders>
              <w:top w:val="single" w:sz="4" w:space="0" w:color="auto"/>
            </w:tcBorders>
          </w:tcPr>
          <w:p w14:paraId="03D37A2E" w14:textId="12D5AFC1" w:rsidR="0080672C" w:rsidRPr="00C73C44" w:rsidRDefault="0080672C" w:rsidP="00F15AA1">
            <w:pPr>
              <w:spacing w:line="276" w:lineRule="auto"/>
              <w:jc w:val="right"/>
              <w:rPr>
                <w:rStyle w:val="WahreWare"/>
              </w:rPr>
            </w:pPr>
            <w:r w:rsidRPr="00C73C44">
              <w:rPr>
                <w:rStyle w:val="WahreWare"/>
              </w:rPr>
              <w:t xml:space="preserve">CHF </w:t>
            </w:r>
            <w:r w:rsidR="00C64486" w:rsidRPr="00C73C44">
              <w:rPr>
                <w:rStyle w:val="WahreWare"/>
              </w:rPr>
              <w:t>90</w:t>
            </w:r>
            <w:r w:rsidRPr="00C73C44">
              <w:rPr>
                <w:rStyle w:val="WahreWare"/>
              </w:rPr>
              <w:t>‘000</w:t>
            </w:r>
          </w:p>
        </w:tc>
        <w:tc>
          <w:tcPr>
            <w:tcW w:w="992" w:type="dxa"/>
            <w:tcBorders>
              <w:top w:val="single" w:sz="4" w:space="0" w:color="auto"/>
            </w:tcBorders>
          </w:tcPr>
          <w:p w14:paraId="6302E6BD" w14:textId="6348248F" w:rsidR="0080672C" w:rsidRPr="00C73C44" w:rsidRDefault="0080672C" w:rsidP="002B66B8">
            <w:pPr>
              <w:spacing w:line="276" w:lineRule="auto"/>
              <w:jc w:val="right"/>
              <w:rPr>
                <w:rStyle w:val="WahreWare"/>
              </w:rPr>
            </w:pPr>
            <w:r w:rsidRPr="00C73C44">
              <w:rPr>
                <w:rStyle w:val="WahreWare"/>
              </w:rPr>
              <w:t>100</w:t>
            </w:r>
            <w:r w:rsidR="00C64486" w:rsidRPr="00C73C44">
              <w:rPr>
                <w:rStyle w:val="WahreWare"/>
              </w:rPr>
              <w:t> </w:t>
            </w:r>
            <w:r w:rsidRPr="00C73C44">
              <w:rPr>
                <w:rStyle w:val="WahreWare"/>
              </w:rPr>
              <w:t>%</w:t>
            </w:r>
          </w:p>
        </w:tc>
      </w:tr>
    </w:tbl>
    <w:p w14:paraId="28ABF327" w14:textId="64FFCB8A" w:rsidR="00073D8D" w:rsidRPr="00D13313" w:rsidRDefault="00C64486" w:rsidP="00D13313">
      <w:pPr>
        <w:pStyle w:val="berschrift1"/>
        <w:rPr>
          <w:color w:val="000000" w:themeColor="text1"/>
          <w:lang w:val="de-CH"/>
        </w:rPr>
      </w:pPr>
      <w:bookmarkStart w:id="56" w:name="_Toc486420505"/>
      <w:bookmarkStart w:id="57" w:name="_Toc507867534"/>
      <w:bookmarkEnd w:id="48"/>
      <w:r w:rsidRPr="00D13313">
        <w:rPr>
          <w:color w:val="000000" w:themeColor="text1"/>
          <w:lang w:val="de-CH"/>
        </w:rPr>
        <w:t xml:space="preserve">Was ist </w:t>
      </w:r>
      <w:proofErr w:type="spellStart"/>
      <w:r w:rsidR="005E7A61" w:rsidRPr="002C4AD1">
        <w:rPr>
          <w:rStyle w:val="WahreWare"/>
        </w:rPr>
        <w:t>WahreWare</w:t>
      </w:r>
      <w:proofErr w:type="spellEnd"/>
      <w:r w:rsidR="00073D8D" w:rsidRPr="00D13313">
        <w:rPr>
          <w:color w:val="000000" w:themeColor="text1"/>
          <w:lang w:val="de-CH"/>
        </w:rPr>
        <w:t>?</w:t>
      </w:r>
      <w:bookmarkEnd w:id="56"/>
      <w:bookmarkEnd w:id="57"/>
    </w:p>
    <w:p w14:paraId="28F8E444" w14:textId="764740CA" w:rsidR="00F50C12" w:rsidRPr="00D13313" w:rsidRDefault="00F50C12" w:rsidP="007E0F66">
      <w:pPr>
        <w:pStyle w:val="berschrift2"/>
        <w:rPr>
          <w:color w:val="000000" w:themeColor="text1"/>
          <w:lang w:val="de-CH"/>
        </w:rPr>
      </w:pPr>
      <w:bookmarkStart w:id="58" w:name="_Toc486420506"/>
      <w:r w:rsidRPr="00D13313">
        <w:rPr>
          <w:color w:val="000000" w:themeColor="text1"/>
          <w:lang w:val="de-CH"/>
        </w:rPr>
        <w:t>Mission</w:t>
      </w:r>
      <w:bookmarkEnd w:id="58"/>
      <w:r w:rsidRPr="00D13313">
        <w:rPr>
          <w:color w:val="000000" w:themeColor="text1"/>
          <w:lang w:val="de-CH"/>
        </w:rPr>
        <w:t xml:space="preserve"> </w:t>
      </w:r>
    </w:p>
    <w:p w14:paraId="65EF09D7" w14:textId="4A8462AB" w:rsidR="00F50C12" w:rsidRPr="00D13313" w:rsidRDefault="00170796" w:rsidP="000D36BC">
      <w:pPr>
        <w:pStyle w:val="Textkrper"/>
        <w:rPr>
          <w:lang w:eastAsia="de-CH"/>
        </w:rPr>
      </w:pPr>
      <w:r w:rsidRPr="00D13313">
        <w:t xml:space="preserve">Wir wollen eine </w:t>
      </w:r>
      <w:r w:rsidR="008F18FE" w:rsidRPr="00D13313">
        <w:t>bewu</w:t>
      </w:r>
      <w:bookmarkStart w:id="59" w:name="_GoBack"/>
      <w:bookmarkEnd w:id="59"/>
      <w:r w:rsidR="008F18FE" w:rsidRPr="00D13313">
        <w:t xml:space="preserve">sste </w:t>
      </w:r>
      <w:r w:rsidRPr="00D13313">
        <w:t xml:space="preserve">Art des Konsums in Winterthur etablieren: </w:t>
      </w:r>
      <w:r w:rsidRPr="00D13313">
        <w:rPr>
          <w:b/>
        </w:rPr>
        <w:t>biologische Waren ohne Verpackung</w:t>
      </w:r>
      <w:r w:rsidRPr="00D13313">
        <w:t xml:space="preserve">. </w:t>
      </w:r>
      <w:r w:rsidR="00546F01" w:rsidRPr="00D13313">
        <w:t>Unsere Hauptanliegen sind die Förderung von biolog</w:t>
      </w:r>
      <w:r w:rsidR="00FB0621" w:rsidRPr="00D13313">
        <w:t>ischen, verpackungsfreien Produ</w:t>
      </w:r>
      <w:r w:rsidR="00546F01" w:rsidRPr="00D13313">
        <w:t xml:space="preserve">kten, die Stärkung der </w:t>
      </w:r>
      <w:r w:rsidR="006A794A" w:rsidRPr="00D13313">
        <w:t>Konsumenten-Produzenten-</w:t>
      </w:r>
      <w:r w:rsidR="00FB0621" w:rsidRPr="00D13313">
        <w:t>Beziehung</w:t>
      </w:r>
      <w:r w:rsidR="00546F01" w:rsidRPr="00D13313">
        <w:t xml:space="preserve"> und faire Bedingungen für alle </w:t>
      </w:r>
      <w:r w:rsidR="00FB0621" w:rsidRPr="00D13313">
        <w:t>Beteiligten</w:t>
      </w:r>
      <w:r w:rsidR="00546F01" w:rsidRPr="00D13313">
        <w:t xml:space="preserve">. </w:t>
      </w:r>
      <w:r w:rsidRPr="00D13313">
        <w:t xml:space="preserve">Wir </w:t>
      </w:r>
      <w:r w:rsidR="008F18FE" w:rsidRPr="00D13313">
        <w:t xml:space="preserve">möchten mit </w:t>
      </w:r>
      <w:proofErr w:type="spellStart"/>
      <w:r w:rsidR="005E7A61" w:rsidRPr="002C4AD1">
        <w:rPr>
          <w:rStyle w:val="WahreWare"/>
        </w:rPr>
        <w:t>WahreWare</w:t>
      </w:r>
      <w:proofErr w:type="spellEnd"/>
      <w:r w:rsidRPr="00D13313">
        <w:t xml:space="preserve"> eine Vorbildfunktion </w:t>
      </w:r>
      <w:r w:rsidR="00FB0621" w:rsidRPr="00D13313">
        <w:t>für weitere Nachahmer</w:t>
      </w:r>
      <w:r w:rsidR="00BD078C" w:rsidRPr="00D13313">
        <w:t>Innen</w:t>
      </w:r>
      <w:r w:rsidR="00FB0621" w:rsidRPr="00D13313">
        <w:t xml:space="preserve"> einnehmen</w:t>
      </w:r>
      <w:r w:rsidRPr="00D13313">
        <w:t>.</w:t>
      </w:r>
      <w:r w:rsidR="001312D8" w:rsidRPr="00D13313">
        <w:t xml:space="preserve"> Durch verschieden Veranstaltunge</w:t>
      </w:r>
      <w:r w:rsidR="00FB0621" w:rsidRPr="00D13313">
        <w:t>n werden wir eine Gemeinschaft aufb</w:t>
      </w:r>
      <w:r w:rsidR="001312D8" w:rsidRPr="00D13313">
        <w:t xml:space="preserve">auen, </w:t>
      </w:r>
      <w:r w:rsidR="00FB0621" w:rsidRPr="00D13313">
        <w:t>die gemeinsam</w:t>
      </w:r>
      <w:r w:rsidR="001312D8" w:rsidRPr="00D13313">
        <w:t xml:space="preserve"> neue Ideen </w:t>
      </w:r>
      <w:r w:rsidR="00FB0621" w:rsidRPr="00D13313">
        <w:t xml:space="preserve">für einen nachhaltigeren Lebensstyl entwickeln wird. </w:t>
      </w:r>
      <w:r w:rsidR="001312D8" w:rsidRPr="00D13313">
        <w:t xml:space="preserve"> </w:t>
      </w:r>
    </w:p>
    <w:p w14:paraId="744033CC" w14:textId="29E89E46" w:rsidR="00F50C12" w:rsidRPr="00D13313" w:rsidRDefault="00F50C12" w:rsidP="002B0886">
      <w:pPr>
        <w:pStyle w:val="berschrift2"/>
        <w:jc w:val="both"/>
        <w:rPr>
          <w:color w:val="000000" w:themeColor="text1"/>
          <w:lang w:val="de-CH"/>
        </w:rPr>
      </w:pPr>
      <w:bookmarkStart w:id="60" w:name="_Toc486420507"/>
      <w:r w:rsidRPr="00D13313">
        <w:rPr>
          <w:color w:val="000000" w:themeColor="text1"/>
          <w:lang w:val="de-CH"/>
        </w:rPr>
        <w:t>Vision</w:t>
      </w:r>
      <w:bookmarkEnd w:id="60"/>
    </w:p>
    <w:p w14:paraId="64B9CFF6" w14:textId="1FA91DDB" w:rsidR="00F50C12" w:rsidRPr="00D13313" w:rsidRDefault="00FB0621" w:rsidP="000D36BC">
      <w:pPr>
        <w:pStyle w:val="Textkrper"/>
        <w:rPr>
          <w:lang w:eastAsia="de-CH"/>
        </w:rPr>
      </w:pPr>
      <w:r w:rsidRPr="00D13313">
        <w:rPr>
          <w:lang w:eastAsia="de-CH"/>
        </w:rPr>
        <w:t xml:space="preserve">Wir wollen ein neues Einkaufsmodell etablieren, in welchem Nachhaltigkeit und Fairness die tragenden Elemente sind und die Ideen von einer Gemeinschaft getragen werden. </w:t>
      </w:r>
      <w:r w:rsidR="00BD078C" w:rsidRPr="00D13313">
        <w:rPr>
          <w:lang w:eastAsia="de-CH"/>
        </w:rPr>
        <w:t>Mit der Gemeinschaft als Grundlage</w:t>
      </w:r>
      <w:r w:rsidRPr="00D13313">
        <w:rPr>
          <w:lang w:eastAsia="de-CH"/>
        </w:rPr>
        <w:t xml:space="preserve"> </w:t>
      </w:r>
      <w:r w:rsidR="00BD078C" w:rsidRPr="00D13313">
        <w:rPr>
          <w:lang w:eastAsia="de-CH"/>
        </w:rPr>
        <w:t>ist</w:t>
      </w:r>
      <w:r w:rsidR="008F18FE" w:rsidRPr="00D13313">
        <w:rPr>
          <w:lang w:eastAsia="de-CH"/>
        </w:rPr>
        <w:t xml:space="preserve"> </w:t>
      </w:r>
      <w:proofErr w:type="spellStart"/>
      <w:r w:rsidR="005E7A61" w:rsidRPr="002C4AD1">
        <w:rPr>
          <w:rStyle w:val="WahreWare"/>
        </w:rPr>
        <w:t>WahreWare</w:t>
      </w:r>
      <w:proofErr w:type="spellEnd"/>
      <w:r w:rsidRPr="00D13313">
        <w:rPr>
          <w:lang w:eastAsia="de-CH"/>
        </w:rPr>
        <w:t xml:space="preserve"> </w:t>
      </w:r>
      <w:r w:rsidR="008D6986" w:rsidRPr="00D13313">
        <w:rPr>
          <w:lang w:eastAsia="de-CH"/>
        </w:rPr>
        <w:t>persönlich, echt und aut</w:t>
      </w:r>
      <w:r w:rsidRPr="00D13313">
        <w:rPr>
          <w:lang w:eastAsia="de-CH"/>
        </w:rPr>
        <w:t>hent</w:t>
      </w:r>
      <w:r w:rsidR="002B66B8">
        <w:rPr>
          <w:lang w:eastAsia="de-CH"/>
        </w:rPr>
        <w:t>isch.</w:t>
      </w:r>
    </w:p>
    <w:p w14:paraId="32D9E5AD" w14:textId="243C8755" w:rsidR="0038688B" w:rsidRPr="00D13313" w:rsidRDefault="00F50C12" w:rsidP="000D36BC">
      <w:pPr>
        <w:pStyle w:val="berschrift2"/>
        <w:rPr>
          <w:lang w:val="de-CH"/>
        </w:rPr>
      </w:pPr>
      <w:bookmarkStart w:id="61" w:name="_Toc486420508"/>
      <w:r w:rsidRPr="00D13313">
        <w:rPr>
          <w:lang w:val="de-CH"/>
        </w:rPr>
        <w:t>Unser Konzept</w:t>
      </w:r>
      <w:bookmarkEnd w:id="61"/>
    </w:p>
    <w:p w14:paraId="19F8EFBC" w14:textId="44499CDF" w:rsidR="00BD078C" w:rsidRPr="00D13313" w:rsidRDefault="0038688B" w:rsidP="000D36BC">
      <w:pPr>
        <w:pStyle w:val="Textkrper"/>
      </w:pPr>
      <w:r w:rsidRPr="00D13313">
        <w:t xml:space="preserve">Wiederverwendbare Flaschen und Behälter werden zur Verfügung gestellt oder von den </w:t>
      </w:r>
      <w:r w:rsidR="006A794A" w:rsidRPr="00D13313">
        <w:t>Kundinnen und Kunden</w:t>
      </w:r>
      <w:r w:rsidRPr="00D13313">
        <w:t xml:space="preserve"> mitgebracht</w:t>
      </w:r>
      <w:r w:rsidR="006A794A" w:rsidRPr="00D13313">
        <w:t xml:space="preserve">. Diese </w:t>
      </w:r>
      <w:r w:rsidR="00FB0621" w:rsidRPr="00D13313">
        <w:t xml:space="preserve">füllen sich die Menge ab, welche sie effektiv brauchen. </w:t>
      </w:r>
      <w:r w:rsidRPr="00D13313">
        <w:t>D</w:t>
      </w:r>
      <w:r w:rsidR="00FB0621" w:rsidRPr="00D13313">
        <w:t xml:space="preserve">as Angebot aus nachhaltigen und biologischen </w:t>
      </w:r>
      <w:r w:rsidRPr="00D13313">
        <w:t xml:space="preserve">Produkten soll unter anderem Lebensmittel, Waschmittel oder sonstige Allgemeingüter umfassen und den alltäglichen </w:t>
      </w:r>
      <w:r w:rsidRPr="00D13313">
        <w:lastRenderedPageBreak/>
        <w:t>Lebensbedarf abdecken.</w:t>
      </w:r>
      <w:r w:rsidR="00FB0621" w:rsidRPr="00D13313">
        <w:t xml:space="preserve"> Sinnvoll eingesetzte Technologien vereinfachen zudem den</w:t>
      </w:r>
      <w:r w:rsidR="007D6869" w:rsidRPr="00D13313">
        <w:t xml:space="preserve"> E</w:t>
      </w:r>
      <w:r w:rsidR="00FB0621" w:rsidRPr="00D13313">
        <w:t xml:space="preserve">inkaufsprozess: Unsere </w:t>
      </w:r>
      <w:r w:rsidR="006A794A" w:rsidRPr="00D13313">
        <w:t>Kundinnen und Kunden</w:t>
      </w:r>
      <w:r w:rsidR="007D6869" w:rsidRPr="00D13313">
        <w:t xml:space="preserve"> </w:t>
      </w:r>
      <w:r w:rsidR="00FB0621" w:rsidRPr="00D13313">
        <w:t>können via Online-Shop Vorbestellung</w:t>
      </w:r>
      <w:r w:rsidR="006A794A" w:rsidRPr="00D13313">
        <w:t>en</w:t>
      </w:r>
      <w:r w:rsidR="00FB0621" w:rsidRPr="00D13313">
        <w:t xml:space="preserve"> tätigen und haben über ein persönliches Konto Zugriff auf alle</w:t>
      </w:r>
      <w:r w:rsidR="007D6869" w:rsidRPr="00D13313">
        <w:t xml:space="preserve"> wichtige</w:t>
      </w:r>
      <w:r w:rsidR="00FB0621" w:rsidRPr="00D13313">
        <w:t>n</w:t>
      </w:r>
      <w:r w:rsidR="007D6869" w:rsidRPr="00D13313">
        <w:t xml:space="preserve"> Informationen ihre</w:t>
      </w:r>
      <w:r w:rsidR="00FB0621" w:rsidRPr="00D13313">
        <w:t>r</w:t>
      </w:r>
      <w:r w:rsidR="007D6869" w:rsidRPr="00D13313">
        <w:t xml:space="preserve"> eingekaufte</w:t>
      </w:r>
      <w:r w:rsidR="00FB0621" w:rsidRPr="00D13313">
        <w:t>n</w:t>
      </w:r>
      <w:r w:rsidR="007D6869" w:rsidRPr="00D13313">
        <w:t xml:space="preserve"> </w:t>
      </w:r>
      <w:r w:rsidR="00FB0621" w:rsidRPr="00D13313">
        <w:t>Produkte.</w:t>
      </w:r>
      <w:bookmarkEnd w:id="0"/>
      <w:bookmarkEnd w:id="1"/>
      <w:bookmarkEnd w:id="2"/>
    </w:p>
    <w:p w14:paraId="0615F6F4" w14:textId="165A1363" w:rsidR="00E65F93" w:rsidRPr="00D13313" w:rsidRDefault="00AC53F6" w:rsidP="00D13313">
      <w:pPr>
        <w:pStyle w:val="berschrift2"/>
        <w:rPr>
          <w:lang w:val="de-CH" w:eastAsia="de-CH"/>
        </w:rPr>
      </w:pPr>
      <w:bookmarkStart w:id="62" w:name="_Toc486420509"/>
      <w:r w:rsidRPr="00D13313">
        <w:rPr>
          <w:lang w:val="de-CH" w:eastAsia="de-CH"/>
        </w:rPr>
        <w:t>Werte</w:t>
      </w:r>
      <w:bookmarkEnd w:id="62"/>
    </w:p>
    <w:p w14:paraId="725E96A1" w14:textId="77777777" w:rsidR="00D13313" w:rsidRPr="00D13313" w:rsidRDefault="00740585" w:rsidP="00D13313">
      <w:pPr>
        <w:pStyle w:val="berschrift3"/>
      </w:pPr>
      <w:r w:rsidRPr="00D13313">
        <w:t>Nachhaltigkeit (Effizienz, Konsistenz und Suffizienz)</w:t>
      </w:r>
    </w:p>
    <w:p w14:paraId="38F14EAA" w14:textId="3F8F799D" w:rsidR="000D36BC" w:rsidRPr="000D36BC" w:rsidRDefault="0086673D" w:rsidP="000D36BC">
      <w:pPr>
        <w:pStyle w:val="Aufzhlungszeichen"/>
      </w:pPr>
      <w:r w:rsidRPr="00CE5289">
        <w:rPr>
          <w:b/>
        </w:rPr>
        <w:t>Effizienz</w:t>
      </w:r>
      <w:r w:rsidRPr="000D36BC">
        <w:t xml:space="preserve"> richtet sich auf eine ergiebigere Nutzung von Materie und Energie, also auf Ressourcenproduktivität</w:t>
      </w:r>
      <w:r w:rsidR="002B0886" w:rsidRPr="000D36BC">
        <w:t>.</w:t>
      </w:r>
    </w:p>
    <w:p w14:paraId="3FD88D36" w14:textId="60548D27" w:rsidR="000D36BC" w:rsidRPr="000D36BC" w:rsidRDefault="0086673D" w:rsidP="000D36BC">
      <w:pPr>
        <w:pStyle w:val="Aufzhlungszeichen"/>
      </w:pPr>
      <w:r w:rsidRPr="00CE5289">
        <w:rPr>
          <w:b/>
        </w:rPr>
        <w:t>Konsistenz</w:t>
      </w:r>
      <w:r w:rsidRPr="000D36BC">
        <w:t xml:space="preserve"> richtet sich auf naturverträgliche Technologien, welche die Stoffe und die Leistungen der Ökosysteme nutzen ohne sie zu zerstören</w:t>
      </w:r>
      <w:r w:rsidR="00CE453B">
        <w:t>.</w:t>
      </w:r>
    </w:p>
    <w:p w14:paraId="050B2BD2" w14:textId="79C13844" w:rsidR="00740585" w:rsidRPr="000D36BC" w:rsidRDefault="0086673D" w:rsidP="000D36BC">
      <w:pPr>
        <w:pStyle w:val="Aufzhlungszeichen"/>
      </w:pPr>
      <w:r w:rsidRPr="00CE5289">
        <w:rPr>
          <w:b/>
        </w:rPr>
        <w:t>Suffizienz</w:t>
      </w:r>
      <w:r w:rsidRPr="000D36BC">
        <w:t xml:space="preserve"> richtet sich auf einen geringeren Ressourcenverbrauch</w:t>
      </w:r>
      <w:r w:rsidR="000D36BC">
        <w:t xml:space="preserve"> </w:t>
      </w:r>
      <w:r w:rsidRPr="000D36BC">
        <w:t>durch eine Verringerung der Nachfrage nach Gütern</w:t>
      </w:r>
      <w:r w:rsidR="002B0886" w:rsidRPr="000D36BC">
        <w:t xml:space="preserve"> </w:t>
      </w:r>
      <w:r w:rsidRPr="000D36BC">
        <w:t xml:space="preserve">(Quelle: </w:t>
      </w:r>
      <w:hyperlink r:id="rId11" w:history="1">
        <w:r w:rsidRPr="002B66B8">
          <w:rPr>
            <w:rStyle w:val="Hyperlink"/>
          </w:rPr>
          <w:t>http://www.relaio.de/topics/artikeluebersicht/suffizienz-konsistenz-effizienz.html</w:t>
        </w:r>
      </w:hyperlink>
      <w:r w:rsidRPr="000D36BC">
        <w:t>)</w:t>
      </w:r>
    </w:p>
    <w:p w14:paraId="25840687" w14:textId="77777777" w:rsidR="00D13313" w:rsidRPr="00D13313" w:rsidRDefault="00740585" w:rsidP="00D13313">
      <w:pPr>
        <w:pStyle w:val="berschrift3"/>
      </w:pPr>
      <w:r w:rsidRPr="00D13313">
        <w:t>Zuverlässigkeit und Transparenz</w:t>
      </w:r>
    </w:p>
    <w:p w14:paraId="54C1F45A" w14:textId="32B7D32D" w:rsidR="00740585" w:rsidRPr="00D13313" w:rsidRDefault="00740585" w:rsidP="00D13313">
      <w:pPr>
        <w:pStyle w:val="Textkrper"/>
        <w:rPr>
          <w:b/>
        </w:rPr>
      </w:pPr>
      <w:r w:rsidRPr="00D13313">
        <w:t xml:space="preserve">Wir wollen, dass unsere </w:t>
      </w:r>
      <w:r w:rsidR="00D72C29" w:rsidRPr="00D13313">
        <w:t>Kundinnen und Kunden</w:t>
      </w:r>
      <w:r w:rsidRPr="00D13313">
        <w:t xml:space="preserve"> uns und unseren Lieferanten vertrauen kö</w:t>
      </w:r>
      <w:r w:rsidR="0080672C" w:rsidRPr="00D13313">
        <w:t>nnen. Deswegen bieten wir eine hohe</w:t>
      </w:r>
      <w:r w:rsidRPr="00D13313">
        <w:t xml:space="preserve"> Transparenz an. Alle Informationen werden </w:t>
      </w:r>
      <w:r w:rsidR="00D72C29" w:rsidRPr="00D13313">
        <w:t>auf unserer</w:t>
      </w:r>
      <w:r w:rsidRPr="00D13313">
        <w:t xml:space="preserve"> Webpage zu Verfügung </w:t>
      </w:r>
      <w:r w:rsidR="00C765FF" w:rsidRPr="00D13313">
        <w:t>gestellt.</w:t>
      </w:r>
    </w:p>
    <w:p w14:paraId="46D6F85E" w14:textId="77777777" w:rsidR="00D13313" w:rsidRPr="00D13313" w:rsidRDefault="00740585" w:rsidP="00D13313">
      <w:pPr>
        <w:pStyle w:val="berschrift3"/>
      </w:pPr>
      <w:r w:rsidRPr="00D13313">
        <w:t>Gemeinschaft</w:t>
      </w:r>
    </w:p>
    <w:p w14:paraId="298C4148" w14:textId="63563341" w:rsidR="00740585" w:rsidRPr="00D13313" w:rsidRDefault="00740585" w:rsidP="00D13313">
      <w:pPr>
        <w:pStyle w:val="Textkrper"/>
      </w:pPr>
      <w:r w:rsidRPr="00D13313">
        <w:t>Wir wollen ein</w:t>
      </w:r>
      <w:r w:rsidR="002B0886" w:rsidRPr="00D13313">
        <w:t>en konstruktiven</w:t>
      </w:r>
      <w:r w:rsidRPr="00D13313">
        <w:t xml:space="preserve"> Dialog</w:t>
      </w:r>
      <w:r w:rsidR="002B0886" w:rsidRPr="00D13313">
        <w:t xml:space="preserve"> über den Weg hin zu </w:t>
      </w:r>
      <w:r w:rsidRPr="00D13313">
        <w:t>eine</w:t>
      </w:r>
      <w:r w:rsidR="002B0886" w:rsidRPr="00D13313">
        <w:t>m n</w:t>
      </w:r>
      <w:r w:rsidRPr="00D13313">
        <w:t>achhaltige</w:t>
      </w:r>
      <w:r w:rsidR="002B0886" w:rsidRPr="00D13313">
        <w:t>n</w:t>
      </w:r>
      <w:r w:rsidRPr="00D13313">
        <w:t xml:space="preserve"> Li</w:t>
      </w:r>
      <w:r w:rsidR="002B0886" w:rsidRPr="00D13313">
        <w:t xml:space="preserve">festyle mit unseren </w:t>
      </w:r>
      <w:r w:rsidR="00C765FF" w:rsidRPr="00D13313">
        <w:t>Kundinnen und Kunden</w:t>
      </w:r>
      <w:r w:rsidR="002B0886" w:rsidRPr="00D13313">
        <w:t xml:space="preserve"> pflegen</w:t>
      </w:r>
      <w:r w:rsidR="00127275">
        <w:t xml:space="preserve">. </w:t>
      </w:r>
      <w:r w:rsidRPr="00D13313">
        <w:t>Darum werden wir verschieden</w:t>
      </w:r>
      <w:r w:rsidR="002B0886" w:rsidRPr="00D13313">
        <w:t>e Veranstaltungen anbieten, welche eine Austauschplattform bieten.</w:t>
      </w:r>
    </w:p>
    <w:p w14:paraId="521A7B3E" w14:textId="202B8B33" w:rsidR="00AA1818" w:rsidRPr="00D13313" w:rsidRDefault="00AA1818" w:rsidP="00127275">
      <w:pPr>
        <w:pStyle w:val="Textkrper"/>
        <w:rPr>
          <w:lang w:eastAsia="de-CH"/>
        </w:rPr>
      </w:pPr>
      <w:bookmarkStart w:id="63" w:name="_Toc469934916"/>
      <w:r w:rsidRPr="00D13313">
        <w:rPr>
          <w:lang w:eastAsia="de-CH"/>
        </w:rPr>
        <w:t xml:space="preserve">Daraus </w:t>
      </w:r>
      <w:r w:rsidRPr="00127275">
        <w:rPr>
          <w:lang w:eastAsia="de-CH"/>
        </w:rPr>
        <w:t>abgeleitete</w:t>
      </w:r>
      <w:r w:rsidRPr="00D13313">
        <w:rPr>
          <w:lang w:eastAsia="de-CH"/>
        </w:rPr>
        <w:t xml:space="preserve"> Konsequenzen</w:t>
      </w:r>
      <w:r w:rsidR="002B0886" w:rsidRPr="00D13313">
        <w:rPr>
          <w:lang w:eastAsia="de-CH"/>
        </w:rPr>
        <w:t xml:space="preserve"> sind</w:t>
      </w:r>
      <w:r w:rsidRPr="00D13313">
        <w:rPr>
          <w:lang w:eastAsia="de-CH"/>
        </w:rPr>
        <w:t>:</w:t>
      </w:r>
      <w:bookmarkEnd w:id="63"/>
    </w:p>
    <w:p w14:paraId="04BB4491" w14:textId="6A17E2E9" w:rsidR="00AA1818" w:rsidRPr="00D13313" w:rsidRDefault="00AA1818" w:rsidP="00127275">
      <w:pPr>
        <w:pStyle w:val="Aufzhlungszeichen"/>
        <w:rPr>
          <w:lang w:val="de-CH"/>
        </w:rPr>
      </w:pPr>
      <w:r w:rsidRPr="00D13313">
        <w:rPr>
          <w:lang w:val="de-CH"/>
        </w:rPr>
        <w:t xml:space="preserve">Wir verkaufen nur Produkte aus </w:t>
      </w:r>
      <w:r w:rsidR="002B0886" w:rsidRPr="00D13313">
        <w:rPr>
          <w:lang w:val="de-CH"/>
        </w:rPr>
        <w:t>b</w:t>
      </w:r>
      <w:r w:rsidRPr="00D13313">
        <w:rPr>
          <w:lang w:val="de-CH"/>
        </w:rPr>
        <w:t xml:space="preserve">iologischer Produktion </w:t>
      </w:r>
    </w:p>
    <w:p w14:paraId="1F421B1C" w14:textId="7B224C89" w:rsidR="00AA1818" w:rsidRPr="00D13313" w:rsidRDefault="00AA1818" w:rsidP="00127275">
      <w:pPr>
        <w:pStyle w:val="Aufzhlungszeichen"/>
        <w:rPr>
          <w:lang w:val="de-CH"/>
        </w:rPr>
      </w:pPr>
      <w:r w:rsidRPr="00D13313">
        <w:rPr>
          <w:lang w:val="de-CH"/>
        </w:rPr>
        <w:t>Wir generieren minimalen Abfall durch den Verkauf von Produkten</w:t>
      </w:r>
      <w:r w:rsidR="00C765FF" w:rsidRPr="00D13313">
        <w:rPr>
          <w:lang w:val="de-CH"/>
        </w:rPr>
        <w:t>,</w:t>
      </w:r>
      <w:r w:rsidRPr="00D13313">
        <w:rPr>
          <w:lang w:val="de-CH"/>
        </w:rPr>
        <w:t xml:space="preserve"> die verpackungsfrei oder in recycelbaren Behältern gehandelt werden können.</w:t>
      </w:r>
    </w:p>
    <w:p w14:paraId="4616CFFF" w14:textId="1D56ED0C" w:rsidR="00AA1818" w:rsidRPr="00D13313" w:rsidRDefault="00AA1818" w:rsidP="00127275">
      <w:pPr>
        <w:pStyle w:val="Aufzhlungszeichen"/>
        <w:rPr>
          <w:lang w:val="de-CH"/>
        </w:rPr>
      </w:pPr>
      <w:r w:rsidRPr="00D13313">
        <w:rPr>
          <w:lang w:val="de-CH"/>
        </w:rPr>
        <w:t>Wir haben eine persönliche Beziehung zu unseren Produzenten.</w:t>
      </w:r>
    </w:p>
    <w:p w14:paraId="743646C5" w14:textId="6D05E362" w:rsidR="00AA1818" w:rsidRPr="00D13313" w:rsidRDefault="0080672C" w:rsidP="00127275">
      <w:pPr>
        <w:pStyle w:val="Aufzhlungszeichen"/>
        <w:rPr>
          <w:lang w:val="de-CH"/>
        </w:rPr>
      </w:pPr>
      <w:r w:rsidRPr="00D13313">
        <w:rPr>
          <w:lang w:val="de-CH"/>
        </w:rPr>
        <w:t>Wir bieten eine hohe</w:t>
      </w:r>
      <w:r w:rsidR="00AA1818" w:rsidRPr="00D13313">
        <w:rPr>
          <w:lang w:val="de-CH"/>
        </w:rPr>
        <w:t xml:space="preserve"> Transparenz bezüglich der Herkunft, der Produktion und dem Transport der Waren an.</w:t>
      </w:r>
    </w:p>
    <w:p w14:paraId="6145EB4D" w14:textId="105FD935" w:rsidR="00AA1818" w:rsidRPr="00D13313" w:rsidRDefault="00AA1818" w:rsidP="00127275">
      <w:pPr>
        <w:pStyle w:val="Aufzhlungszeichen"/>
        <w:rPr>
          <w:lang w:val="de-CH"/>
        </w:rPr>
      </w:pPr>
      <w:r w:rsidRPr="00D13313">
        <w:rPr>
          <w:lang w:val="de-CH"/>
        </w:rPr>
        <w:t>Wir setzen uns ein für Fairness für Menschen und Tiere.</w:t>
      </w:r>
    </w:p>
    <w:p w14:paraId="27533426" w14:textId="171D81DD" w:rsidR="0086673D" w:rsidRPr="00D13313" w:rsidRDefault="0086673D" w:rsidP="00127275">
      <w:pPr>
        <w:pStyle w:val="Aufzhlungszeichen"/>
        <w:rPr>
          <w:b/>
          <w:bCs/>
          <w:lang w:val="de-CH" w:eastAsia="en-US"/>
        </w:rPr>
      </w:pPr>
      <w:r w:rsidRPr="00D13313">
        <w:rPr>
          <w:bCs/>
          <w:lang w:val="de-CH" w:eastAsia="en-US"/>
        </w:rPr>
        <w:t>Wir fördern die Wiederverwertbarkeit von Behältern.</w:t>
      </w:r>
    </w:p>
    <w:p w14:paraId="7E9CE12A" w14:textId="1BE3C976" w:rsidR="0086673D" w:rsidRPr="00D13313" w:rsidRDefault="00C765FF" w:rsidP="00127275">
      <w:pPr>
        <w:pStyle w:val="Aufzhlungszeichen"/>
        <w:rPr>
          <w:bCs/>
          <w:lang w:val="de-CH" w:eastAsia="en-US"/>
        </w:rPr>
      </w:pPr>
      <w:r w:rsidRPr="00D13313">
        <w:rPr>
          <w:bCs/>
          <w:lang w:val="de-CH" w:eastAsia="en-US"/>
        </w:rPr>
        <w:t>Wir fördern das Prinzip «</w:t>
      </w:r>
      <w:proofErr w:type="spellStart"/>
      <w:r w:rsidR="0086673D" w:rsidRPr="00D13313">
        <w:rPr>
          <w:bCs/>
          <w:lang w:val="de-CH" w:eastAsia="en-US"/>
        </w:rPr>
        <w:t>Cradle</w:t>
      </w:r>
      <w:proofErr w:type="spellEnd"/>
      <w:r w:rsidR="0086673D" w:rsidRPr="00D13313">
        <w:rPr>
          <w:bCs/>
          <w:lang w:val="de-CH" w:eastAsia="en-US"/>
        </w:rPr>
        <w:t xml:space="preserve"> </w:t>
      </w:r>
      <w:proofErr w:type="spellStart"/>
      <w:r w:rsidR="0086673D" w:rsidRPr="00D13313">
        <w:rPr>
          <w:bCs/>
          <w:lang w:val="de-CH" w:eastAsia="en-US"/>
        </w:rPr>
        <w:t>to</w:t>
      </w:r>
      <w:proofErr w:type="spellEnd"/>
      <w:r w:rsidR="0086673D" w:rsidRPr="00D13313">
        <w:rPr>
          <w:bCs/>
          <w:lang w:val="de-CH" w:eastAsia="en-US"/>
        </w:rPr>
        <w:t xml:space="preserve"> </w:t>
      </w:r>
      <w:proofErr w:type="spellStart"/>
      <w:r w:rsidR="0086673D" w:rsidRPr="00D13313">
        <w:rPr>
          <w:bCs/>
          <w:lang w:val="de-CH" w:eastAsia="en-US"/>
        </w:rPr>
        <w:t>Cradle</w:t>
      </w:r>
      <w:proofErr w:type="spellEnd"/>
      <w:r w:rsidRPr="00D13313">
        <w:rPr>
          <w:bCs/>
          <w:lang w:val="de-CH" w:eastAsia="en-US"/>
        </w:rPr>
        <w:t>»</w:t>
      </w:r>
      <w:r w:rsidR="0086673D" w:rsidRPr="00D13313">
        <w:rPr>
          <w:bCs/>
          <w:lang w:val="de-CH" w:eastAsia="en-US"/>
        </w:rPr>
        <w:t xml:space="preserve">, indem wir wiederverwendbare Behälter verwenden. </w:t>
      </w:r>
    </w:p>
    <w:p w14:paraId="47398802" w14:textId="5256CCEE" w:rsidR="00112212" w:rsidRPr="00D13313" w:rsidRDefault="0086673D" w:rsidP="00127275">
      <w:pPr>
        <w:pStyle w:val="Aufzhlungszeichen"/>
        <w:rPr>
          <w:iCs/>
          <w:lang w:val="de-CH"/>
        </w:rPr>
      </w:pPr>
      <w:r w:rsidRPr="00D13313">
        <w:rPr>
          <w:iCs/>
          <w:lang w:val="de-CH"/>
        </w:rPr>
        <w:t xml:space="preserve">Wir fördern einen bewussteren Konsum. </w:t>
      </w:r>
      <w:r w:rsidR="00C765FF" w:rsidRPr="00D13313">
        <w:rPr>
          <w:iCs/>
          <w:lang w:val="de-CH"/>
        </w:rPr>
        <w:t>Unsere Kundinnen und Kunden nehmen</w:t>
      </w:r>
      <w:r w:rsidRPr="00D13313">
        <w:rPr>
          <w:iCs/>
          <w:lang w:val="de-CH"/>
        </w:rPr>
        <w:t xml:space="preserve"> nur so viel </w:t>
      </w:r>
      <w:r w:rsidR="00112212" w:rsidRPr="00D13313">
        <w:rPr>
          <w:iCs/>
          <w:lang w:val="de-CH"/>
        </w:rPr>
        <w:t>wie sie wirklich brauchen.</w:t>
      </w:r>
    </w:p>
    <w:p w14:paraId="77D2BF35" w14:textId="77777777" w:rsidR="00112212" w:rsidRPr="00D13313" w:rsidRDefault="0086673D" w:rsidP="00127275">
      <w:pPr>
        <w:pStyle w:val="Aufzhlungszeichen"/>
        <w:rPr>
          <w:iCs/>
          <w:lang w:val="de-CH"/>
        </w:rPr>
      </w:pPr>
      <w:r w:rsidRPr="00D13313">
        <w:rPr>
          <w:iCs/>
          <w:lang w:val="de-CH"/>
        </w:rPr>
        <w:t>Wir wollen nicht mehr Quantitäten verkaufen, aber Qualität für Menschen, Tiere und Natur.</w:t>
      </w:r>
    </w:p>
    <w:p w14:paraId="66A565A5" w14:textId="6AFE3AD4" w:rsidR="00AA1818" w:rsidRPr="00D13313" w:rsidRDefault="00AA1818" w:rsidP="00127275">
      <w:pPr>
        <w:pStyle w:val="Aufzhlungszeichen"/>
        <w:rPr>
          <w:iCs/>
          <w:lang w:val="de-CH"/>
        </w:rPr>
      </w:pPr>
      <w:r w:rsidRPr="00D13313">
        <w:rPr>
          <w:lang w:val="de-CH"/>
        </w:rPr>
        <w:t xml:space="preserve">Wir bleiben offen für neue Ideen und Technologien, die weitere Schritte in Richtung Nachhaltigkeit bedeuten. </w:t>
      </w:r>
    </w:p>
    <w:p w14:paraId="72395350" w14:textId="088F72BC" w:rsidR="00AA1818" w:rsidRPr="00D13313" w:rsidRDefault="00112212" w:rsidP="00127275">
      <w:pPr>
        <w:pStyle w:val="Aufzhlungszeichen"/>
        <w:rPr>
          <w:lang w:val="de-CH"/>
        </w:rPr>
      </w:pPr>
      <w:r w:rsidRPr="00D13313">
        <w:rPr>
          <w:lang w:val="de-CH"/>
        </w:rPr>
        <w:t xml:space="preserve">Wir wollen gemeinsam wachsen. </w:t>
      </w:r>
      <w:r w:rsidR="00AA1818" w:rsidRPr="00D13313">
        <w:rPr>
          <w:lang w:val="de-CH"/>
        </w:rPr>
        <w:t>Ideen sollen von einer G</w:t>
      </w:r>
      <w:r w:rsidRPr="00D13313">
        <w:rPr>
          <w:lang w:val="de-CH"/>
        </w:rPr>
        <w:t>emeinschaft getragen und weiter</w:t>
      </w:r>
      <w:r w:rsidR="0080672C" w:rsidRPr="00D13313">
        <w:rPr>
          <w:lang w:val="de-CH"/>
        </w:rPr>
        <w:t>entwickelt werden.</w:t>
      </w:r>
    </w:p>
    <w:p w14:paraId="1983B46C" w14:textId="3668FA81" w:rsidR="00112212" w:rsidRPr="00D13313" w:rsidRDefault="00112212" w:rsidP="00127275">
      <w:pPr>
        <w:pStyle w:val="Aufzhlungszeichen"/>
        <w:rPr>
          <w:lang w:val="de-CH"/>
        </w:rPr>
      </w:pPr>
      <w:r w:rsidRPr="00D13313">
        <w:rPr>
          <w:lang w:val="de-CH"/>
        </w:rPr>
        <w:t>Wir wollen eine bessere Gesellschaft bauen und fördern Projekte</w:t>
      </w:r>
      <w:r w:rsidR="00C765FF" w:rsidRPr="00D13313">
        <w:rPr>
          <w:lang w:val="de-CH"/>
        </w:rPr>
        <w:t>,</w:t>
      </w:r>
      <w:r w:rsidRPr="00D13313">
        <w:rPr>
          <w:lang w:val="de-CH"/>
        </w:rPr>
        <w:t xml:space="preserve"> welche auf Chancengleichheit, I</w:t>
      </w:r>
      <w:r w:rsidR="00AA1818" w:rsidRPr="00D13313">
        <w:rPr>
          <w:lang w:val="de-CH"/>
        </w:rPr>
        <w:t xml:space="preserve">ntegration oder </w:t>
      </w:r>
      <w:r w:rsidRPr="00D13313">
        <w:rPr>
          <w:lang w:val="de-CH"/>
        </w:rPr>
        <w:t xml:space="preserve">Empowerment fokussieren. </w:t>
      </w:r>
    </w:p>
    <w:p w14:paraId="033160BA" w14:textId="5F0BC531" w:rsidR="00740585" w:rsidRPr="00D13313" w:rsidRDefault="00112212" w:rsidP="00127275">
      <w:pPr>
        <w:pStyle w:val="Aufzhlungszeichen"/>
        <w:rPr>
          <w:lang w:val="de-CH"/>
        </w:rPr>
      </w:pPr>
      <w:r w:rsidRPr="00D13313">
        <w:rPr>
          <w:lang w:val="de-CH"/>
        </w:rPr>
        <w:t xml:space="preserve">Wir handeln lokal und denken global. Eine Ausweitung des Handlungsfeldes wird konstant angestrebt.  </w:t>
      </w:r>
    </w:p>
    <w:p w14:paraId="6C6E9870" w14:textId="7B905648" w:rsidR="00F50C12" w:rsidRPr="00D13313" w:rsidRDefault="00F50C12" w:rsidP="002B66B8">
      <w:pPr>
        <w:pStyle w:val="berschrift2"/>
        <w:rPr>
          <w:lang w:val="de-CH"/>
        </w:rPr>
      </w:pPr>
      <w:bookmarkStart w:id="64" w:name="_Toc486420510"/>
      <w:r w:rsidRPr="00D13313">
        <w:rPr>
          <w:lang w:val="de-CH"/>
        </w:rPr>
        <w:t>Das wollen wir verändern</w:t>
      </w:r>
      <w:bookmarkEnd w:id="64"/>
    </w:p>
    <w:p w14:paraId="5738414E" w14:textId="0FDC86D5" w:rsidR="001B6EF8" w:rsidRPr="00D13313" w:rsidRDefault="00F50C12" w:rsidP="00127275">
      <w:pPr>
        <w:pStyle w:val="Textkrper"/>
      </w:pPr>
      <w:r w:rsidRPr="00D13313">
        <w:t>Nebst einer stabilen Geschäftstätigkeit ist unser Hauptanliegen, ein</w:t>
      </w:r>
      <w:r w:rsidR="006B45E4" w:rsidRPr="00D13313">
        <w:t>en Betrag zu einer nachhaltige</w:t>
      </w:r>
      <w:r w:rsidRPr="00D13313">
        <w:t xml:space="preserve">n Gesellschaft zu leisten. Wir reinvestieren den erwirtschafteten Gewinn in faire, handelsübliche Löhne für alle Mitarbeitenden </w:t>
      </w:r>
      <w:r w:rsidR="006B45E4" w:rsidRPr="00D13313">
        <w:t>oder integ</w:t>
      </w:r>
      <w:r w:rsidR="006B45E4" w:rsidRPr="00D13313">
        <w:lastRenderedPageBreak/>
        <w:t xml:space="preserve">rieren gesellschaftlich nachhaltige </w:t>
      </w:r>
      <w:r w:rsidRPr="00D13313">
        <w:t>Projekte</w:t>
      </w:r>
      <w:r w:rsidR="006B45E4" w:rsidRPr="00D13313">
        <w:t xml:space="preserve"> und Institutionen mit dem Ziel der Chancengleichheit</w:t>
      </w:r>
      <w:r w:rsidRPr="00D13313">
        <w:t xml:space="preserve">. Wir wollen eine Plattform für einen Lebensstil bilden, welcher den Konsum von verpackungsfreien, biologisch </w:t>
      </w:r>
      <w:r w:rsidR="004273DE" w:rsidRPr="00D13313">
        <w:t xml:space="preserve">und fair </w:t>
      </w:r>
      <w:r w:rsidRPr="00D13313">
        <w:t>produzierten Lebensmitteln als Se</w:t>
      </w:r>
      <w:r w:rsidR="004273DE" w:rsidRPr="00D13313">
        <w:t xml:space="preserve">lbstverständlichkeit anerkennt. Wir </w:t>
      </w:r>
      <w:r w:rsidR="00C765FF" w:rsidRPr="00D13313">
        <w:t xml:space="preserve">sind stets offen, gemeinsam mit unseren Kundinnen und </w:t>
      </w:r>
      <w:r w:rsidRPr="00D13313">
        <w:t xml:space="preserve">nach neuen Ideen und Lösungen zu suchen, sowie </w:t>
      </w:r>
      <w:r w:rsidR="00C765FF" w:rsidRPr="00D13313">
        <w:t xml:space="preserve">diese </w:t>
      </w:r>
      <w:r w:rsidRPr="00D13313">
        <w:t>im Rahmen unserer Mittel umzusetzen oder zu unterstützen. Die Einbindung von Schulen, v.</w:t>
      </w:r>
      <w:r w:rsidR="00C765FF" w:rsidRPr="00D13313">
        <w:t> </w:t>
      </w:r>
      <w:r w:rsidRPr="00D13313">
        <w:t>a. Hauswirtschaftsunterricht ist angedacht, um einen Beitrag zur Umweltbildung zu leisten.</w:t>
      </w:r>
    </w:p>
    <w:p w14:paraId="2E6005FD" w14:textId="3C988E56" w:rsidR="001B6EF8" w:rsidRPr="00D13313" w:rsidRDefault="00F50C12" w:rsidP="00127275">
      <w:pPr>
        <w:pStyle w:val="berschrift2"/>
      </w:pPr>
      <w:bookmarkStart w:id="65" w:name="_Toc486420511"/>
      <w:r w:rsidRPr="00D13313">
        <w:t>Das macht uns einzigartig</w:t>
      </w:r>
      <w:r w:rsidR="00EA0E2E">
        <w:t xml:space="preserve"> </w:t>
      </w:r>
      <w:r w:rsidRPr="00D13313">
        <w:t>…</w:t>
      </w:r>
      <w:bookmarkEnd w:id="65"/>
    </w:p>
    <w:p w14:paraId="0F8DD0E2" w14:textId="6ECEA27A" w:rsidR="00F50C12" w:rsidRPr="00D13313" w:rsidRDefault="00F50C12" w:rsidP="00127275">
      <w:pPr>
        <w:pStyle w:val="berschrift3"/>
        <w:rPr>
          <w:lang w:val="de-CH"/>
        </w:rPr>
      </w:pPr>
      <w:r w:rsidRPr="00D13313">
        <w:rPr>
          <w:lang w:val="de-CH"/>
        </w:rPr>
        <w:t>…</w:t>
      </w:r>
      <w:r w:rsidR="00EA0E2E">
        <w:rPr>
          <w:lang w:val="de-CH"/>
        </w:rPr>
        <w:t xml:space="preserve"> </w:t>
      </w:r>
      <w:r w:rsidRPr="00D13313">
        <w:rPr>
          <w:lang w:val="de-CH"/>
        </w:rPr>
        <w:t>in der Bio-Branche</w:t>
      </w:r>
    </w:p>
    <w:p w14:paraId="4E93319D" w14:textId="52A43923" w:rsidR="00F50C12" w:rsidRPr="00D13313" w:rsidRDefault="00F50C12" w:rsidP="00127275">
      <w:pPr>
        <w:pStyle w:val="Textkrper"/>
        <w:rPr>
          <w:u w:val="single"/>
        </w:rPr>
      </w:pPr>
      <w:r w:rsidRPr="00D13313">
        <w:t xml:space="preserve">Der Einkauf von </w:t>
      </w:r>
      <w:r w:rsidRPr="004F10C0">
        <w:t>verpackungsfreien</w:t>
      </w:r>
      <w:r w:rsidRPr="00D13313">
        <w:rPr>
          <w:b/>
        </w:rPr>
        <w:t xml:space="preserve"> </w:t>
      </w:r>
      <w:r w:rsidRPr="00D13313">
        <w:t>Bio-Lebensmitteln ist bisher in den grossen Detailgeschäften nicht möglich. Vor allem die Frischprodukte sind einzeln in Plastik eingepackt. Beim Kauf von biologischen Lebensmitteln entsteht somit eine nicht unbedenkliche Men</w:t>
      </w:r>
      <w:r w:rsidR="00946DB8" w:rsidRPr="00D13313">
        <w:t>ge an Verpackungsmüll. Indem wir</w:t>
      </w:r>
      <w:r w:rsidRPr="00D13313">
        <w:t xml:space="preserve"> diesen Punkt angehen, machen wir den Einkauf von biologischen Lebensmitteln noch nachhaltiger und ökologischer.</w:t>
      </w:r>
    </w:p>
    <w:p w14:paraId="476CB2AE" w14:textId="569DBC87" w:rsidR="00F50C12" w:rsidRPr="00D13313" w:rsidRDefault="00F50C12" w:rsidP="004F10C0">
      <w:pPr>
        <w:pStyle w:val="berschrift3"/>
        <w:rPr>
          <w:lang w:val="de-CH"/>
        </w:rPr>
      </w:pPr>
      <w:r w:rsidRPr="00D13313">
        <w:rPr>
          <w:lang w:val="de-CH"/>
        </w:rPr>
        <w:t>…</w:t>
      </w:r>
      <w:r w:rsidR="00EA0E2E">
        <w:rPr>
          <w:lang w:val="de-CH"/>
        </w:rPr>
        <w:t xml:space="preserve"> </w:t>
      </w:r>
      <w:r w:rsidRPr="00D13313">
        <w:rPr>
          <w:lang w:val="de-CH"/>
        </w:rPr>
        <w:t xml:space="preserve">auf dem gesamten Detailhandelsmarkt </w:t>
      </w:r>
    </w:p>
    <w:p w14:paraId="73C38AD8" w14:textId="192D027D" w:rsidR="00CC7936" w:rsidRPr="00D13313" w:rsidRDefault="00F50C12" w:rsidP="000110AD">
      <w:pPr>
        <w:spacing w:line="276" w:lineRule="auto"/>
        <w:jc w:val="both"/>
        <w:rPr>
          <w:color w:val="000000" w:themeColor="text1"/>
          <w:szCs w:val="22"/>
          <w:lang w:val="de-CH"/>
        </w:rPr>
      </w:pPr>
      <w:r w:rsidRPr="00D13313">
        <w:rPr>
          <w:color w:val="000000" w:themeColor="text1"/>
          <w:szCs w:val="22"/>
          <w:lang w:val="de-CH"/>
        </w:rPr>
        <w:t>Ü</w:t>
      </w:r>
      <w:r w:rsidR="00591814" w:rsidRPr="00D13313">
        <w:rPr>
          <w:color w:val="000000" w:themeColor="text1"/>
          <w:szCs w:val="22"/>
          <w:lang w:val="de-CH"/>
        </w:rPr>
        <w:t>ber die Webpage ist es</w:t>
      </w:r>
      <w:r w:rsidR="00C765FF" w:rsidRPr="00D13313">
        <w:rPr>
          <w:color w:val="000000" w:themeColor="text1"/>
          <w:szCs w:val="22"/>
          <w:lang w:val="de-CH"/>
        </w:rPr>
        <w:t xml:space="preserve"> möglich, waren vorzubestellen</w:t>
      </w:r>
      <w:r w:rsidRPr="00D13313">
        <w:rPr>
          <w:color w:val="000000" w:themeColor="text1"/>
          <w:szCs w:val="22"/>
          <w:lang w:val="de-CH"/>
        </w:rPr>
        <w:t xml:space="preserve">, welche vom Ladenpersonal zusammengestellt wird und abholbereit für </w:t>
      </w:r>
      <w:r w:rsidR="00C765FF" w:rsidRPr="00D13313">
        <w:rPr>
          <w:color w:val="000000" w:themeColor="text1"/>
          <w:szCs w:val="22"/>
          <w:lang w:val="de-CH"/>
        </w:rPr>
        <w:t>die Kundinnen und Kunden</w:t>
      </w:r>
      <w:r w:rsidRPr="00D13313">
        <w:rPr>
          <w:color w:val="000000" w:themeColor="text1"/>
          <w:szCs w:val="22"/>
          <w:lang w:val="de-CH"/>
        </w:rPr>
        <w:t xml:space="preserve"> zur gewünschten Zeit bereitsteht.</w:t>
      </w:r>
      <w:r w:rsidR="00946DB8" w:rsidRPr="00D13313">
        <w:rPr>
          <w:color w:val="000000" w:themeColor="text1"/>
          <w:szCs w:val="22"/>
          <w:lang w:val="de-CH"/>
        </w:rPr>
        <w:t xml:space="preserve"> </w:t>
      </w:r>
      <w:r w:rsidRPr="00D13313">
        <w:rPr>
          <w:color w:val="000000" w:themeColor="text1"/>
          <w:szCs w:val="22"/>
          <w:lang w:val="de-CH"/>
        </w:rPr>
        <w:t xml:space="preserve">Aufgrund des gespeicherten Einkaufes </w:t>
      </w:r>
      <w:r w:rsidR="00C765FF" w:rsidRPr="00D13313">
        <w:rPr>
          <w:color w:val="000000" w:themeColor="text1"/>
          <w:szCs w:val="22"/>
          <w:lang w:val="de-CH"/>
        </w:rPr>
        <w:t>wird</w:t>
      </w:r>
      <w:r w:rsidRPr="00D13313">
        <w:rPr>
          <w:color w:val="000000" w:themeColor="text1"/>
          <w:szCs w:val="22"/>
          <w:lang w:val="de-CH"/>
        </w:rPr>
        <w:t xml:space="preserve"> über die Herkunft </w:t>
      </w:r>
      <w:r w:rsidR="00C765FF" w:rsidRPr="00D13313">
        <w:rPr>
          <w:color w:val="000000" w:themeColor="text1"/>
          <w:szCs w:val="22"/>
          <w:lang w:val="de-CH"/>
        </w:rPr>
        <w:t>der eingekauften</w:t>
      </w:r>
      <w:r w:rsidRPr="00D13313">
        <w:rPr>
          <w:color w:val="000000" w:themeColor="text1"/>
          <w:szCs w:val="22"/>
          <w:lang w:val="de-CH"/>
        </w:rPr>
        <w:t xml:space="preserve"> biologisch produzierten Produkte und zudem über </w:t>
      </w:r>
      <w:r w:rsidRPr="004F10C0">
        <w:rPr>
          <w:color w:val="000000" w:themeColor="text1"/>
          <w:szCs w:val="22"/>
          <w:lang w:val="de-CH"/>
        </w:rPr>
        <w:t>bevorstehende Ablaufdaten informiert,</w:t>
      </w:r>
      <w:r w:rsidR="00946DB8" w:rsidRPr="004F10C0">
        <w:rPr>
          <w:color w:val="000000" w:themeColor="text1"/>
          <w:szCs w:val="22"/>
          <w:lang w:val="de-CH"/>
        </w:rPr>
        <w:t xml:space="preserve"> was</w:t>
      </w:r>
      <w:r w:rsidR="00946DB8" w:rsidRPr="00D13313">
        <w:rPr>
          <w:color w:val="000000" w:themeColor="text1"/>
          <w:szCs w:val="22"/>
          <w:lang w:val="de-CH"/>
        </w:rPr>
        <w:t xml:space="preserve"> zum Ziel hat</w:t>
      </w:r>
      <w:r w:rsidR="00C765FF" w:rsidRPr="00D13313">
        <w:rPr>
          <w:color w:val="000000" w:themeColor="text1"/>
          <w:szCs w:val="22"/>
          <w:lang w:val="de-CH"/>
        </w:rPr>
        <w:t>,</w:t>
      </w:r>
      <w:r w:rsidR="00946DB8" w:rsidRPr="00D13313">
        <w:rPr>
          <w:color w:val="000000" w:themeColor="text1"/>
          <w:szCs w:val="22"/>
          <w:lang w:val="de-CH"/>
        </w:rPr>
        <w:t xml:space="preserve"> Food </w:t>
      </w:r>
      <w:proofErr w:type="spellStart"/>
      <w:r w:rsidR="00946DB8" w:rsidRPr="00D13313">
        <w:rPr>
          <w:color w:val="000000" w:themeColor="text1"/>
          <w:szCs w:val="22"/>
          <w:lang w:val="de-CH"/>
        </w:rPr>
        <w:t>Waste</w:t>
      </w:r>
      <w:proofErr w:type="spellEnd"/>
      <w:r w:rsidRPr="00D13313">
        <w:rPr>
          <w:color w:val="000000" w:themeColor="text1"/>
          <w:szCs w:val="22"/>
          <w:lang w:val="de-CH"/>
        </w:rPr>
        <w:t xml:space="preserve"> in Privathaushalten zu verringern</w:t>
      </w:r>
      <w:r w:rsidR="006B1228" w:rsidRPr="00D13313">
        <w:rPr>
          <w:color w:val="000000" w:themeColor="text1"/>
          <w:szCs w:val="22"/>
          <w:lang w:val="de-CH"/>
        </w:rPr>
        <w:t>.</w:t>
      </w:r>
    </w:p>
    <w:p w14:paraId="39A595B3" w14:textId="3C029817" w:rsidR="00D471BB" w:rsidRPr="00D13313" w:rsidRDefault="00073D8D" w:rsidP="004F10C0">
      <w:pPr>
        <w:pStyle w:val="berschrift1"/>
        <w:ind w:left="363" w:hanging="363"/>
        <w:rPr>
          <w:color w:val="000000" w:themeColor="text1"/>
          <w:lang w:val="de-CH"/>
        </w:rPr>
      </w:pPr>
      <w:bookmarkStart w:id="66" w:name="_Toc486420512"/>
      <w:bookmarkStart w:id="67" w:name="_Toc507867535"/>
      <w:r w:rsidRPr="00D13313">
        <w:rPr>
          <w:color w:val="000000" w:themeColor="text1"/>
          <w:lang w:val="de-CH"/>
        </w:rPr>
        <w:t>Wer sind wir?</w:t>
      </w:r>
      <w:bookmarkEnd w:id="66"/>
      <w:bookmarkEnd w:id="67"/>
    </w:p>
    <w:p w14:paraId="26E252C7" w14:textId="77C2EE29" w:rsidR="00946DB8" w:rsidRPr="00D13313" w:rsidRDefault="00CE510D" w:rsidP="004F10C0">
      <w:pPr>
        <w:pStyle w:val="Textkrper"/>
      </w:pPr>
      <w:r w:rsidRPr="004F10C0">
        <w:rPr>
          <w:rStyle w:val="Fett"/>
        </w:rPr>
        <w:t>Ximena Rodriguez</w:t>
      </w:r>
      <w:r w:rsidR="00946DB8" w:rsidRPr="00D13313">
        <w:t xml:space="preserve"> (</w:t>
      </w:r>
      <w:r w:rsidR="00C765FF" w:rsidRPr="00D13313">
        <w:t xml:space="preserve">* </w:t>
      </w:r>
      <w:r w:rsidR="00F463BE" w:rsidRPr="00D13313">
        <w:t xml:space="preserve">25.05.1979) </w:t>
      </w:r>
      <w:r w:rsidR="00946DB8" w:rsidRPr="00D13313">
        <w:t xml:space="preserve">ist </w:t>
      </w:r>
      <w:r w:rsidR="0080672C" w:rsidRPr="00D13313">
        <w:t xml:space="preserve">in Winterthur </w:t>
      </w:r>
      <w:r w:rsidR="00C765FF" w:rsidRPr="00D13313">
        <w:t xml:space="preserve">wohnhaft </w:t>
      </w:r>
      <w:r w:rsidR="0080672C" w:rsidRPr="00D13313">
        <w:t>seit 4</w:t>
      </w:r>
      <w:r w:rsidR="00946DB8" w:rsidRPr="00D13313">
        <w:t xml:space="preserve"> Jahren. Ursprünglich stammt sie aus Mexiko, Zacatecas. </w:t>
      </w:r>
      <w:r w:rsidR="00C765FF" w:rsidRPr="00D13313">
        <w:t>Ximena</w:t>
      </w:r>
      <w:r w:rsidR="00946DB8" w:rsidRPr="00D13313">
        <w:t xml:space="preserve"> hat ein abgeschlossenes Masterstudium in </w:t>
      </w:r>
      <w:proofErr w:type="spellStart"/>
      <w:r w:rsidR="00946DB8" w:rsidRPr="00D13313">
        <w:t>Conservation</w:t>
      </w:r>
      <w:proofErr w:type="spellEnd"/>
      <w:r w:rsidR="00946DB8" w:rsidRPr="00D13313">
        <w:t xml:space="preserve"> </w:t>
      </w:r>
      <w:proofErr w:type="spellStart"/>
      <w:r w:rsidR="00946DB8" w:rsidRPr="00D13313">
        <w:t>Biology</w:t>
      </w:r>
      <w:proofErr w:type="spellEnd"/>
      <w:r w:rsidR="00946DB8" w:rsidRPr="00D13313">
        <w:t xml:space="preserve"> England. 2010 eröffnete sie in Mexiko ein Geschäft (Schwerpunkt Nachhaltigkeit) und führte dies erfolgreich, bis zu ihrem Wegzug in die Schweiz. Das Geschäft besteht heute noch. </w:t>
      </w:r>
    </w:p>
    <w:p w14:paraId="45B9FF9D" w14:textId="2B753DE0" w:rsidR="00D471BB" w:rsidRPr="00D13313" w:rsidRDefault="00CE510D" w:rsidP="004F10C0">
      <w:pPr>
        <w:pStyle w:val="Textkrper"/>
      </w:pPr>
      <w:r w:rsidRPr="004F10C0">
        <w:rPr>
          <w:rStyle w:val="Fett"/>
        </w:rPr>
        <w:t>Sarah Meyer</w:t>
      </w:r>
      <w:r w:rsidR="00946DB8" w:rsidRPr="00D13313">
        <w:t xml:space="preserve"> (</w:t>
      </w:r>
      <w:r w:rsidR="004F10C0">
        <w:t xml:space="preserve">* </w:t>
      </w:r>
      <w:r w:rsidR="00946DB8" w:rsidRPr="00D13313">
        <w:t xml:space="preserve">24.11.1986) ist in Winterthur geboren und aufgewachsen. Sie hat ein abgeschlossenes Masterstudium in Umweltsystemwissenschaften ETH Zürich mit Vertiefung Ernährung und Gesundheit. </w:t>
      </w:r>
      <w:r w:rsidR="00C765FF" w:rsidRPr="00D13313">
        <w:t>Sarah</w:t>
      </w:r>
      <w:r w:rsidR="00946DB8" w:rsidRPr="00D13313">
        <w:t xml:space="preserve"> war in diversen Projekten mit Schwerpunkt Umwelt tätig: </w:t>
      </w:r>
      <w:proofErr w:type="spellStart"/>
      <w:r w:rsidR="00946DB8" w:rsidRPr="00D13313">
        <w:t>Juwo</w:t>
      </w:r>
      <w:proofErr w:type="spellEnd"/>
      <w:r w:rsidR="00946DB8" w:rsidRPr="00D13313">
        <w:t xml:space="preserve"> Smart </w:t>
      </w:r>
      <w:proofErr w:type="spellStart"/>
      <w:r w:rsidR="00946DB8" w:rsidRPr="00D13313">
        <w:t>Energy</w:t>
      </w:r>
      <w:proofErr w:type="spellEnd"/>
      <w:r w:rsidR="00946DB8" w:rsidRPr="00D13313">
        <w:t xml:space="preserve"> (Beratung zu mehr Energieeinsparungen in Haushalten), Pro Specie Rara (Erhaltung von alten Sorten), Umweltkommunikationsbüro Gammarus ZH, </w:t>
      </w:r>
      <w:proofErr w:type="spellStart"/>
      <w:r w:rsidR="00946DB8" w:rsidRPr="00D13313">
        <w:t>Simply</w:t>
      </w:r>
      <w:proofErr w:type="spellEnd"/>
      <w:r w:rsidR="00946DB8" w:rsidRPr="00D13313">
        <w:t xml:space="preserve"> Science (Schreiben von Texten zu diversen Themen mit Schwerpunkt Umwelt), Naturschutzbüro </w:t>
      </w:r>
      <w:proofErr w:type="spellStart"/>
      <w:r w:rsidR="00946DB8" w:rsidRPr="00D13313">
        <w:t>Schudel</w:t>
      </w:r>
      <w:proofErr w:type="spellEnd"/>
      <w:r w:rsidR="00946DB8" w:rsidRPr="00D13313">
        <w:t xml:space="preserve"> (Einsätze im Naturschutz),  </w:t>
      </w:r>
      <w:proofErr w:type="spellStart"/>
      <w:r w:rsidR="00946DB8" w:rsidRPr="00D13313">
        <w:t>CCES@school</w:t>
      </w:r>
      <w:proofErr w:type="spellEnd"/>
      <w:r w:rsidR="00946DB8" w:rsidRPr="00D13313">
        <w:t xml:space="preserve"> der ETH Zürich (Erstellen einer Unterrichtseinheit für Sek-Niveau, Phänologie), WWF-Jungendlager (Mitleitung von einwöchigen Jungendlagern)</w:t>
      </w:r>
      <w:r w:rsidR="00452B9D" w:rsidRPr="00D13313">
        <w:t>, Agroscope (Schwerpunkt f</w:t>
      </w:r>
      <w:r w:rsidR="0080672C" w:rsidRPr="00D13313">
        <w:t>unktionelle Biodiversität)</w:t>
      </w:r>
      <w:r w:rsidR="00C765FF" w:rsidRPr="00D13313">
        <w:t>.</w:t>
      </w:r>
    </w:p>
    <w:p w14:paraId="15270A0F" w14:textId="6EB1185C" w:rsidR="00D471BB" w:rsidRPr="00D13313" w:rsidRDefault="00073D8D" w:rsidP="004F10C0">
      <w:pPr>
        <w:pStyle w:val="berschrift1"/>
        <w:ind w:left="363" w:hanging="363"/>
        <w:rPr>
          <w:color w:val="000000" w:themeColor="text1"/>
          <w:lang w:val="de-CH"/>
        </w:rPr>
      </w:pPr>
      <w:bookmarkStart w:id="68" w:name="_Toc486420513"/>
      <w:bookmarkStart w:id="69" w:name="_Toc507867536"/>
      <w:bookmarkEnd w:id="3"/>
      <w:r w:rsidRPr="00D13313">
        <w:rPr>
          <w:color w:val="000000" w:themeColor="text1"/>
          <w:lang w:val="de-CH"/>
        </w:rPr>
        <w:t>Angebot</w:t>
      </w:r>
      <w:r w:rsidR="00D471BB" w:rsidRPr="00D13313">
        <w:rPr>
          <w:color w:val="000000" w:themeColor="text1"/>
          <w:lang w:val="de-CH"/>
        </w:rPr>
        <w:t xml:space="preserve"> von</w:t>
      </w:r>
      <w:r w:rsidR="00290AA0" w:rsidRPr="00D13313">
        <w:rPr>
          <w:color w:val="000000" w:themeColor="text1"/>
          <w:lang w:val="de-CH"/>
        </w:rPr>
        <w:t xml:space="preserve"> </w:t>
      </w:r>
      <w:proofErr w:type="spellStart"/>
      <w:r w:rsidR="005E7A61" w:rsidRPr="002C4AD1">
        <w:rPr>
          <w:rStyle w:val="WahreWare"/>
        </w:rPr>
        <w:t>WahreWare</w:t>
      </w:r>
      <w:bookmarkEnd w:id="68"/>
      <w:bookmarkEnd w:id="69"/>
      <w:proofErr w:type="spellEnd"/>
    </w:p>
    <w:tbl>
      <w:tblPr>
        <w:tblStyle w:val="Tabellenraster"/>
        <w:tblW w:w="8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4147"/>
        <w:gridCol w:w="4147"/>
      </w:tblGrid>
      <w:tr w:rsidR="004F10C0" w:rsidRPr="004F10C0" w14:paraId="7164A501" w14:textId="77777777" w:rsidTr="004F10C0">
        <w:tc>
          <w:tcPr>
            <w:tcW w:w="4147" w:type="dxa"/>
            <w:tcBorders>
              <w:bottom w:val="single" w:sz="4" w:space="0" w:color="auto"/>
            </w:tcBorders>
          </w:tcPr>
          <w:bookmarkEnd w:id="4"/>
          <w:p w14:paraId="36C142FE" w14:textId="711F4156" w:rsidR="004F10C0" w:rsidRPr="004F10C0" w:rsidRDefault="004F10C0" w:rsidP="004F10C0">
            <w:pPr>
              <w:rPr>
                <w:rStyle w:val="Fett"/>
              </w:rPr>
            </w:pPr>
            <w:r w:rsidRPr="004F10C0">
              <w:rPr>
                <w:rStyle w:val="Fett"/>
              </w:rPr>
              <w:t>Produkte</w:t>
            </w:r>
          </w:p>
        </w:tc>
        <w:tc>
          <w:tcPr>
            <w:tcW w:w="4147" w:type="dxa"/>
            <w:tcBorders>
              <w:bottom w:val="single" w:sz="4" w:space="0" w:color="auto"/>
            </w:tcBorders>
          </w:tcPr>
          <w:p w14:paraId="2F33CDA3" w14:textId="1B124EC7" w:rsidR="004F10C0" w:rsidRPr="004F10C0" w:rsidRDefault="004F10C0" w:rsidP="004F10C0">
            <w:pPr>
              <w:rPr>
                <w:rStyle w:val="Fett"/>
              </w:rPr>
            </w:pPr>
            <w:r w:rsidRPr="004F10C0">
              <w:rPr>
                <w:rStyle w:val="Fett"/>
              </w:rPr>
              <w:t>Service</w:t>
            </w:r>
          </w:p>
        </w:tc>
      </w:tr>
      <w:tr w:rsidR="004F10C0" w14:paraId="101FB28C" w14:textId="77777777" w:rsidTr="004F10C0">
        <w:tc>
          <w:tcPr>
            <w:tcW w:w="4147" w:type="dxa"/>
            <w:tcBorders>
              <w:top w:val="single" w:sz="4" w:space="0" w:color="auto"/>
            </w:tcBorders>
          </w:tcPr>
          <w:p w14:paraId="5C48831A" w14:textId="77777777" w:rsidR="004F10C0" w:rsidRPr="00D13313" w:rsidRDefault="004F10C0" w:rsidP="004F10C0">
            <w:pPr>
              <w:pStyle w:val="Aufzhlungszeichen"/>
              <w:rPr>
                <w:lang w:val="de-CH"/>
              </w:rPr>
            </w:pPr>
            <w:r w:rsidRPr="00D13313">
              <w:rPr>
                <w:lang w:val="de-CH"/>
              </w:rPr>
              <w:t>Gemüse und Früchte</w:t>
            </w:r>
          </w:p>
          <w:p w14:paraId="64DA5C34" w14:textId="77777777" w:rsidR="004F10C0" w:rsidRPr="00D13313" w:rsidRDefault="004F10C0" w:rsidP="004F10C0">
            <w:pPr>
              <w:pStyle w:val="Aufzhlungszeichen"/>
              <w:rPr>
                <w:lang w:val="de-CH"/>
              </w:rPr>
            </w:pPr>
            <w:r w:rsidRPr="00D13313">
              <w:rPr>
                <w:lang w:val="de-CH"/>
              </w:rPr>
              <w:t>Getreide und Mehl</w:t>
            </w:r>
          </w:p>
          <w:p w14:paraId="281015FA" w14:textId="77777777" w:rsidR="004F10C0" w:rsidRPr="00D13313" w:rsidRDefault="004F10C0" w:rsidP="004F10C0">
            <w:pPr>
              <w:pStyle w:val="Aufzhlungszeichen"/>
              <w:rPr>
                <w:lang w:val="de-CH"/>
              </w:rPr>
            </w:pPr>
            <w:r w:rsidRPr="00D13313">
              <w:rPr>
                <w:lang w:val="de-CH"/>
              </w:rPr>
              <w:t>Milchprodukte und Eier</w:t>
            </w:r>
          </w:p>
          <w:p w14:paraId="0C27DE8E" w14:textId="77777777" w:rsidR="004F10C0" w:rsidRPr="00D13313" w:rsidRDefault="004F10C0" w:rsidP="004F10C0">
            <w:pPr>
              <w:pStyle w:val="Aufzhlungszeichen"/>
              <w:rPr>
                <w:lang w:val="de-CH"/>
              </w:rPr>
            </w:pPr>
            <w:r w:rsidRPr="00D13313">
              <w:rPr>
                <w:lang w:val="de-CH"/>
              </w:rPr>
              <w:t>Vegane Produkte</w:t>
            </w:r>
          </w:p>
          <w:p w14:paraId="7091B30B" w14:textId="77777777" w:rsidR="004F10C0" w:rsidRPr="00D13313" w:rsidRDefault="004F10C0" w:rsidP="004F10C0">
            <w:pPr>
              <w:pStyle w:val="Aufzhlungszeichen"/>
              <w:rPr>
                <w:lang w:val="de-CH"/>
              </w:rPr>
            </w:pPr>
            <w:r w:rsidRPr="00D13313">
              <w:rPr>
                <w:lang w:val="de-CH"/>
              </w:rPr>
              <w:t>Brot und Gebäck</w:t>
            </w:r>
          </w:p>
          <w:p w14:paraId="208E9573" w14:textId="77777777" w:rsidR="004F10C0" w:rsidRPr="00D13313" w:rsidRDefault="004F10C0" w:rsidP="004F10C0">
            <w:pPr>
              <w:pStyle w:val="Aufzhlungszeichen"/>
              <w:rPr>
                <w:lang w:val="de-CH"/>
              </w:rPr>
            </w:pPr>
            <w:r w:rsidRPr="00D13313">
              <w:rPr>
                <w:lang w:val="de-CH"/>
              </w:rPr>
              <w:t>Nüsse und Trockenfrüchte</w:t>
            </w:r>
          </w:p>
          <w:p w14:paraId="19081859" w14:textId="77777777" w:rsidR="004F10C0" w:rsidRPr="00D13313" w:rsidRDefault="004F10C0" w:rsidP="004F10C0">
            <w:pPr>
              <w:pStyle w:val="Aufzhlungszeichen"/>
              <w:rPr>
                <w:lang w:val="de-CH"/>
              </w:rPr>
            </w:pPr>
            <w:r w:rsidRPr="00D13313">
              <w:rPr>
                <w:lang w:val="de-CH"/>
              </w:rPr>
              <w:t>Teigwaren und Reis</w:t>
            </w:r>
          </w:p>
          <w:p w14:paraId="669AD151" w14:textId="77777777" w:rsidR="004F10C0" w:rsidRPr="00D13313" w:rsidRDefault="004F10C0" w:rsidP="004F10C0">
            <w:pPr>
              <w:pStyle w:val="Aufzhlungszeichen"/>
              <w:rPr>
                <w:lang w:val="de-CH"/>
              </w:rPr>
            </w:pPr>
            <w:r w:rsidRPr="00D13313">
              <w:rPr>
                <w:lang w:val="de-CH"/>
              </w:rPr>
              <w:t>Flocken und Müsli</w:t>
            </w:r>
          </w:p>
          <w:p w14:paraId="5C5CF919" w14:textId="77777777" w:rsidR="004F10C0" w:rsidRPr="00D13313" w:rsidRDefault="004F10C0" w:rsidP="004F10C0">
            <w:pPr>
              <w:pStyle w:val="Aufzhlungszeichen"/>
              <w:rPr>
                <w:lang w:val="de-CH"/>
              </w:rPr>
            </w:pPr>
            <w:r w:rsidRPr="00D13313">
              <w:rPr>
                <w:lang w:val="de-CH"/>
              </w:rPr>
              <w:lastRenderedPageBreak/>
              <w:t>Hülsenfrüchte und Ölsaaten</w:t>
            </w:r>
          </w:p>
          <w:p w14:paraId="75CD2AC4" w14:textId="77777777" w:rsidR="004F10C0" w:rsidRPr="00D13313" w:rsidRDefault="004F10C0" w:rsidP="004F10C0">
            <w:pPr>
              <w:pStyle w:val="Aufzhlungszeichen"/>
              <w:rPr>
                <w:lang w:val="de-CH"/>
              </w:rPr>
            </w:pPr>
            <w:r w:rsidRPr="00D13313">
              <w:rPr>
                <w:lang w:val="de-CH"/>
              </w:rPr>
              <w:t xml:space="preserve">Backzutaten und Zucker </w:t>
            </w:r>
          </w:p>
          <w:p w14:paraId="5AEE969D" w14:textId="77777777" w:rsidR="004F10C0" w:rsidRPr="00D13313" w:rsidRDefault="004F10C0" w:rsidP="004F10C0">
            <w:pPr>
              <w:pStyle w:val="Aufzhlungszeichen"/>
              <w:rPr>
                <w:lang w:val="de-CH"/>
              </w:rPr>
            </w:pPr>
            <w:r w:rsidRPr="00D13313">
              <w:rPr>
                <w:lang w:val="de-CH"/>
              </w:rPr>
              <w:t xml:space="preserve">Süsswaren und Schokolade </w:t>
            </w:r>
          </w:p>
          <w:p w14:paraId="0E14F728" w14:textId="77777777" w:rsidR="004F10C0" w:rsidRPr="00D13313" w:rsidRDefault="004F10C0" w:rsidP="004F10C0">
            <w:pPr>
              <w:pStyle w:val="Aufzhlungszeichen"/>
              <w:rPr>
                <w:lang w:val="de-CH"/>
              </w:rPr>
            </w:pPr>
            <w:r w:rsidRPr="00D13313">
              <w:rPr>
                <w:lang w:val="de-CH"/>
              </w:rPr>
              <w:t>Gewürze</w:t>
            </w:r>
          </w:p>
          <w:p w14:paraId="555A5F25" w14:textId="77777777" w:rsidR="004F10C0" w:rsidRPr="00D13313" w:rsidRDefault="004F10C0" w:rsidP="004F10C0">
            <w:pPr>
              <w:pStyle w:val="Aufzhlungszeichen"/>
              <w:rPr>
                <w:lang w:val="de-CH"/>
              </w:rPr>
            </w:pPr>
            <w:r w:rsidRPr="00D13313">
              <w:rPr>
                <w:lang w:val="de-CH"/>
              </w:rPr>
              <w:t>Antipasti</w:t>
            </w:r>
          </w:p>
          <w:p w14:paraId="0700EF54" w14:textId="77777777" w:rsidR="004F10C0" w:rsidRPr="00D13313" w:rsidRDefault="004F10C0" w:rsidP="004F10C0">
            <w:pPr>
              <w:pStyle w:val="Aufzhlungszeichen"/>
              <w:rPr>
                <w:lang w:val="de-CH"/>
              </w:rPr>
            </w:pPr>
            <w:r w:rsidRPr="00D13313">
              <w:rPr>
                <w:lang w:val="de-CH"/>
              </w:rPr>
              <w:t>Öl und Essig</w:t>
            </w:r>
          </w:p>
          <w:p w14:paraId="49EA17AC" w14:textId="77777777" w:rsidR="004F10C0" w:rsidRPr="00D13313" w:rsidRDefault="004F10C0" w:rsidP="004F10C0">
            <w:pPr>
              <w:pStyle w:val="Aufzhlungszeichen"/>
              <w:rPr>
                <w:lang w:val="de-CH"/>
              </w:rPr>
            </w:pPr>
            <w:r w:rsidRPr="00D13313">
              <w:rPr>
                <w:lang w:val="de-CH"/>
              </w:rPr>
              <w:t>Kaffee und Tee</w:t>
            </w:r>
          </w:p>
          <w:p w14:paraId="349AF721" w14:textId="77777777" w:rsidR="004F10C0" w:rsidRPr="00D13313" w:rsidRDefault="004F10C0" w:rsidP="004F10C0">
            <w:pPr>
              <w:pStyle w:val="Aufzhlungszeichen"/>
              <w:rPr>
                <w:lang w:val="de-CH"/>
              </w:rPr>
            </w:pPr>
            <w:r w:rsidRPr="00D13313">
              <w:rPr>
                <w:lang w:val="de-CH"/>
              </w:rPr>
              <w:t xml:space="preserve">Sirup </w:t>
            </w:r>
          </w:p>
          <w:p w14:paraId="38077811" w14:textId="77777777" w:rsidR="004F10C0" w:rsidRPr="00D13313" w:rsidRDefault="004F10C0" w:rsidP="004F10C0">
            <w:pPr>
              <w:pStyle w:val="Aufzhlungszeichen"/>
              <w:rPr>
                <w:lang w:val="de-CH"/>
              </w:rPr>
            </w:pPr>
            <w:r w:rsidRPr="00D13313">
              <w:rPr>
                <w:lang w:val="de-CH"/>
              </w:rPr>
              <w:t>Spirituosen und Wein</w:t>
            </w:r>
          </w:p>
          <w:p w14:paraId="1195FE2B" w14:textId="77777777" w:rsidR="004F10C0" w:rsidRPr="00D13313" w:rsidRDefault="004F10C0" w:rsidP="004F10C0">
            <w:pPr>
              <w:pStyle w:val="Aufzhlungszeichen"/>
              <w:rPr>
                <w:lang w:val="de-CH"/>
              </w:rPr>
            </w:pPr>
            <w:r w:rsidRPr="00D13313">
              <w:rPr>
                <w:lang w:val="de-CH"/>
              </w:rPr>
              <w:t>Waschmittel und Putzprodukte</w:t>
            </w:r>
          </w:p>
          <w:p w14:paraId="3D1AF972" w14:textId="424470DE" w:rsidR="004F10C0" w:rsidRDefault="004F10C0" w:rsidP="004F10C0">
            <w:pPr>
              <w:pStyle w:val="Aufzhlungszeichen"/>
              <w:rPr>
                <w:lang w:val="de-CH"/>
              </w:rPr>
            </w:pPr>
            <w:r w:rsidRPr="00D13313">
              <w:rPr>
                <w:lang w:val="de-CH"/>
              </w:rPr>
              <w:t>Kosmetik und Körperpflege</w:t>
            </w:r>
          </w:p>
        </w:tc>
        <w:tc>
          <w:tcPr>
            <w:tcW w:w="4147" w:type="dxa"/>
            <w:tcBorders>
              <w:top w:val="single" w:sz="4" w:space="0" w:color="auto"/>
            </w:tcBorders>
          </w:tcPr>
          <w:p w14:paraId="3D2E2B9E" w14:textId="77777777" w:rsidR="004F10C0" w:rsidRPr="00D13313" w:rsidRDefault="004F10C0" w:rsidP="004F10C0">
            <w:pPr>
              <w:pStyle w:val="Aufzhlungszeichen"/>
              <w:rPr>
                <w:lang w:val="de-CH"/>
              </w:rPr>
            </w:pPr>
            <w:r w:rsidRPr="00D13313">
              <w:rPr>
                <w:lang w:val="de-CH"/>
              </w:rPr>
              <w:lastRenderedPageBreak/>
              <w:t xml:space="preserve">Erstellung eines Benutzerkontos mit Vorbestellungsfunktion </w:t>
            </w:r>
          </w:p>
          <w:p w14:paraId="2F4C1647" w14:textId="77777777" w:rsidR="004F10C0" w:rsidRPr="00D13313" w:rsidRDefault="004F10C0" w:rsidP="004F10C0">
            <w:pPr>
              <w:pStyle w:val="Aufzhlungszeichen"/>
              <w:rPr>
                <w:lang w:val="de-CH"/>
              </w:rPr>
            </w:pPr>
            <w:r w:rsidRPr="00D13313">
              <w:rPr>
                <w:lang w:val="de-CH"/>
              </w:rPr>
              <w:t>Organisierte Ausflüge zu Produzenten und Projekten</w:t>
            </w:r>
          </w:p>
          <w:p w14:paraId="14FF7F62" w14:textId="77777777" w:rsidR="004F10C0" w:rsidRPr="00D13313" w:rsidRDefault="004F10C0" w:rsidP="004F10C0">
            <w:pPr>
              <w:pStyle w:val="Aufzhlungszeichen"/>
              <w:rPr>
                <w:lang w:val="de-CH"/>
              </w:rPr>
            </w:pPr>
            <w:r w:rsidRPr="00D13313">
              <w:rPr>
                <w:lang w:val="de-CH"/>
              </w:rPr>
              <w:t>Workshops und Anlässe mit Fokus Nachhaltigkeit</w:t>
            </w:r>
          </w:p>
          <w:p w14:paraId="28C6810F" w14:textId="77777777" w:rsidR="004F10C0" w:rsidRPr="00D13313" w:rsidRDefault="004F10C0" w:rsidP="004F10C0">
            <w:pPr>
              <w:pStyle w:val="Aufzhlungszeichen"/>
              <w:rPr>
                <w:lang w:val="de-CH"/>
              </w:rPr>
            </w:pPr>
            <w:r w:rsidRPr="00D13313">
              <w:rPr>
                <w:lang w:val="de-CH"/>
              </w:rPr>
              <w:t>Persönlicher Kontakt im Geschäft mit einmaligem Einkaufserlebnis</w:t>
            </w:r>
          </w:p>
          <w:p w14:paraId="4EE05B69" w14:textId="77777777" w:rsidR="004F10C0" w:rsidRDefault="004F10C0" w:rsidP="004F10C0">
            <w:pPr>
              <w:rPr>
                <w:lang w:val="de-CH"/>
              </w:rPr>
            </w:pPr>
          </w:p>
        </w:tc>
      </w:tr>
    </w:tbl>
    <w:p w14:paraId="38C3C716" w14:textId="77777777" w:rsidR="004F10C0" w:rsidRPr="004F10C0" w:rsidRDefault="004F10C0" w:rsidP="004F10C0">
      <w:pPr>
        <w:rPr>
          <w:lang w:val="de-CH"/>
        </w:rPr>
      </w:pPr>
    </w:p>
    <w:p w14:paraId="0F4A631D" w14:textId="665C9ECF" w:rsidR="00557801" w:rsidRPr="00D13313" w:rsidRDefault="00557801" w:rsidP="007F6792">
      <w:pPr>
        <w:pStyle w:val="berschrift2"/>
        <w:rPr>
          <w:lang w:val="de-CH"/>
        </w:rPr>
      </w:pPr>
      <w:bookmarkStart w:id="70" w:name="_Toc486420515"/>
      <w:r w:rsidRPr="00D13313">
        <w:rPr>
          <w:lang w:val="de-CH"/>
        </w:rPr>
        <w:t xml:space="preserve">Entwicklung des </w:t>
      </w:r>
      <w:r w:rsidR="004775BD" w:rsidRPr="00D13313">
        <w:rPr>
          <w:lang w:val="de-CH"/>
        </w:rPr>
        <w:t>Ladens</w:t>
      </w:r>
      <w:r w:rsidRPr="00D13313">
        <w:rPr>
          <w:lang w:val="de-CH"/>
        </w:rPr>
        <w:t xml:space="preserve"> </w:t>
      </w:r>
      <w:r w:rsidR="006557B6" w:rsidRPr="00D13313">
        <w:rPr>
          <w:lang w:val="de-CH"/>
        </w:rPr>
        <w:t>und geplante Erweiterungen</w:t>
      </w:r>
      <w:bookmarkEnd w:id="70"/>
    </w:p>
    <w:p w14:paraId="43A376E6" w14:textId="6A48122D" w:rsidR="00557801" w:rsidRPr="007F6792" w:rsidRDefault="00537A43" w:rsidP="007F6792">
      <w:pPr>
        <w:pStyle w:val="berschrift3"/>
      </w:pPr>
      <w:r w:rsidRPr="007F6792">
        <w:t xml:space="preserve">Im Zeitraum </w:t>
      </w:r>
      <w:r w:rsidR="00B92D4F" w:rsidRPr="007F6792">
        <w:t xml:space="preserve">von </w:t>
      </w:r>
      <w:r w:rsidR="00C765FF" w:rsidRPr="007F6792">
        <w:t>drei</w:t>
      </w:r>
      <w:r w:rsidR="004775BD" w:rsidRPr="007F6792">
        <w:t xml:space="preserve"> Jahren </w:t>
      </w:r>
    </w:p>
    <w:p w14:paraId="23187CD1" w14:textId="5B549623" w:rsidR="00B92D4F" w:rsidRPr="00D13313" w:rsidRDefault="00B92D4F" w:rsidP="007F6792">
      <w:pPr>
        <w:pStyle w:val="Aufzhlungszeichen"/>
        <w:rPr>
          <w:lang w:val="de-CH"/>
        </w:rPr>
      </w:pPr>
      <w:r w:rsidRPr="00D13313">
        <w:rPr>
          <w:lang w:val="de-CH"/>
        </w:rPr>
        <w:t>Stabile, selbsttragende Geschäftstätigkeit</w:t>
      </w:r>
    </w:p>
    <w:p w14:paraId="060F1582" w14:textId="2A65EB15" w:rsidR="00B92D4F" w:rsidRPr="00D13313" w:rsidRDefault="00B92D4F" w:rsidP="007F6792">
      <w:pPr>
        <w:pStyle w:val="Aufzhlungszeichen"/>
        <w:rPr>
          <w:lang w:val="de-CH"/>
        </w:rPr>
      </w:pPr>
      <w:r w:rsidRPr="00D13313">
        <w:rPr>
          <w:lang w:val="de-CH"/>
        </w:rPr>
        <w:t>Vergrösserung des Sortiments</w:t>
      </w:r>
    </w:p>
    <w:p w14:paraId="5EE447B6" w14:textId="616EFB53" w:rsidR="00B92D4F" w:rsidRPr="00D13313" w:rsidRDefault="00B92D4F" w:rsidP="007F6792">
      <w:pPr>
        <w:pStyle w:val="Aufzhlungszeichen"/>
        <w:rPr>
          <w:lang w:val="de-CH"/>
        </w:rPr>
      </w:pPr>
      <w:r w:rsidRPr="00D13313">
        <w:rPr>
          <w:lang w:val="de-CH"/>
        </w:rPr>
        <w:t>M</w:t>
      </w:r>
      <w:r w:rsidR="0080672C" w:rsidRPr="00D13313">
        <w:rPr>
          <w:lang w:val="de-CH"/>
        </w:rPr>
        <w:t xml:space="preserve">ind. </w:t>
      </w:r>
      <w:r w:rsidR="00C765FF" w:rsidRPr="00D13313">
        <w:rPr>
          <w:lang w:val="de-CH"/>
        </w:rPr>
        <w:t>eine</w:t>
      </w:r>
      <w:r w:rsidRPr="00D13313">
        <w:rPr>
          <w:lang w:val="de-CH"/>
        </w:rPr>
        <w:t xml:space="preserve"> weitere</w:t>
      </w:r>
      <w:r w:rsidR="00C765FF" w:rsidRPr="00D13313">
        <w:rPr>
          <w:lang w:val="de-CH"/>
        </w:rPr>
        <w:t xml:space="preserve"> Teilzeitstelle</w:t>
      </w:r>
      <w:r w:rsidRPr="00D13313">
        <w:rPr>
          <w:lang w:val="de-CH"/>
        </w:rPr>
        <w:t xml:space="preserve"> im Verkauf</w:t>
      </w:r>
    </w:p>
    <w:p w14:paraId="0961A22E" w14:textId="019785E6" w:rsidR="00B92D4F" w:rsidRPr="00D13313" w:rsidRDefault="00B92D4F" w:rsidP="007F6792">
      <w:pPr>
        <w:pStyle w:val="Aufzhlungszeichen"/>
        <w:rPr>
          <w:lang w:val="de-CH"/>
        </w:rPr>
      </w:pPr>
      <w:r w:rsidRPr="00D13313">
        <w:rPr>
          <w:lang w:val="de-CH"/>
        </w:rPr>
        <w:t>Aufbau einer soliden Stammkundschaft</w:t>
      </w:r>
    </w:p>
    <w:p w14:paraId="5710A35E" w14:textId="34582125" w:rsidR="00B92D4F" w:rsidRPr="00D13313" w:rsidRDefault="00B92D4F" w:rsidP="007F6792">
      <w:pPr>
        <w:pStyle w:val="Aufzhlungszeichen"/>
        <w:rPr>
          <w:lang w:val="de-CH"/>
        </w:rPr>
      </w:pPr>
      <w:r w:rsidRPr="00D13313">
        <w:rPr>
          <w:lang w:val="de-CH"/>
        </w:rPr>
        <w:t>Vernetzung mit dem lokalen Gewerbe in Winterthur</w:t>
      </w:r>
    </w:p>
    <w:p w14:paraId="5D478BEC" w14:textId="6FA869EE" w:rsidR="00535B8C" w:rsidRPr="00D13313" w:rsidRDefault="001E0FF2" w:rsidP="007F6792">
      <w:pPr>
        <w:pStyle w:val="Aufzhlungszeichen"/>
        <w:rPr>
          <w:lang w:val="de-CH"/>
        </w:rPr>
      </w:pPr>
      <w:r w:rsidRPr="00D13313">
        <w:rPr>
          <w:lang w:val="de-CH"/>
        </w:rPr>
        <w:t>Vernetzung der verpackungsfreien Supermärkte in der Schweiz</w:t>
      </w:r>
    </w:p>
    <w:p w14:paraId="7FFC2AFC" w14:textId="4EDBCD40" w:rsidR="0004597B" w:rsidRPr="007F6792" w:rsidRDefault="00537A43" w:rsidP="007F6792">
      <w:pPr>
        <w:pStyle w:val="berschrift3"/>
      </w:pPr>
      <w:r w:rsidRPr="007F6792">
        <w:t xml:space="preserve">Im Zeitraum von </w:t>
      </w:r>
      <w:r w:rsidR="00C765FF" w:rsidRPr="007F6792">
        <w:t>fünf</w:t>
      </w:r>
      <w:r w:rsidR="0004597B" w:rsidRPr="007F6792">
        <w:t xml:space="preserve"> Jahren</w:t>
      </w:r>
    </w:p>
    <w:p w14:paraId="3D69680C" w14:textId="6917593B" w:rsidR="00D36783" w:rsidRPr="00D13313" w:rsidRDefault="00D36783" w:rsidP="007F6792">
      <w:pPr>
        <w:pStyle w:val="Aufzhlungszeichen"/>
        <w:rPr>
          <w:lang w:val="de-CH"/>
        </w:rPr>
      </w:pPr>
      <w:r w:rsidRPr="00D13313">
        <w:rPr>
          <w:lang w:val="de-CH"/>
        </w:rPr>
        <w:t>Bezahlung von fairen, handelsüblichen Löhnen</w:t>
      </w:r>
    </w:p>
    <w:p w14:paraId="18B9E8EB" w14:textId="7C8CF9E6" w:rsidR="00B92D4F" w:rsidRPr="00D13313" w:rsidRDefault="00B92D4F" w:rsidP="007F6792">
      <w:pPr>
        <w:pStyle w:val="Aufzhlungszeichen"/>
        <w:rPr>
          <w:lang w:val="de-CH"/>
        </w:rPr>
      </w:pPr>
      <w:r w:rsidRPr="00D13313">
        <w:rPr>
          <w:lang w:val="de-CH"/>
        </w:rPr>
        <w:t xml:space="preserve">Mind. 2 weitere </w:t>
      </w:r>
      <w:r w:rsidR="007D0E8C" w:rsidRPr="00D13313">
        <w:rPr>
          <w:lang w:val="de-CH"/>
        </w:rPr>
        <w:t xml:space="preserve">feste </w:t>
      </w:r>
      <w:r w:rsidRPr="00D13313">
        <w:rPr>
          <w:lang w:val="de-CH"/>
        </w:rPr>
        <w:t>Angestellte im Verkauf</w:t>
      </w:r>
    </w:p>
    <w:p w14:paraId="7222DA5A" w14:textId="77777777" w:rsidR="00B92D4F" w:rsidRPr="00D13313" w:rsidRDefault="0004597B" w:rsidP="007F6792">
      <w:pPr>
        <w:pStyle w:val="Aufzhlungszeichen"/>
        <w:rPr>
          <w:lang w:val="de-CH"/>
        </w:rPr>
      </w:pPr>
      <w:r w:rsidRPr="00D13313">
        <w:rPr>
          <w:lang w:val="de-CH"/>
        </w:rPr>
        <w:t>Produkte importieren</w:t>
      </w:r>
      <w:r w:rsidR="00B92D4F" w:rsidRPr="00D13313">
        <w:rPr>
          <w:lang w:val="de-CH"/>
        </w:rPr>
        <w:t xml:space="preserve"> (biologisch und fair) aus Projekten mit ökologischem Fokus und/oder aus Frauenförderungsprojekten </w:t>
      </w:r>
    </w:p>
    <w:p w14:paraId="4D121757" w14:textId="77777777" w:rsidR="001E0FF2" w:rsidRPr="00D13313" w:rsidRDefault="00B92D4F" w:rsidP="007F6792">
      <w:pPr>
        <w:pStyle w:val="Aufzhlungszeichen"/>
        <w:rPr>
          <w:lang w:val="de-CH"/>
        </w:rPr>
      </w:pPr>
      <w:r w:rsidRPr="00D13313">
        <w:rPr>
          <w:lang w:val="de-CH"/>
        </w:rPr>
        <w:t>Inspiration für grosse Detailhändler und für kleinere Geschäfte, die eine ähnliche Idee verfolgen wol</w:t>
      </w:r>
      <w:r w:rsidR="001E0FF2" w:rsidRPr="00D13313">
        <w:rPr>
          <w:lang w:val="de-CH"/>
        </w:rPr>
        <w:t>len</w:t>
      </w:r>
    </w:p>
    <w:p w14:paraId="1B7F52AE" w14:textId="061C40F2" w:rsidR="0004597B" w:rsidRPr="00D13313" w:rsidRDefault="001E0FF2" w:rsidP="007F6792">
      <w:pPr>
        <w:pStyle w:val="Aufzhlungszeichen"/>
        <w:rPr>
          <w:lang w:val="de-CH"/>
        </w:rPr>
      </w:pPr>
      <w:r w:rsidRPr="00D13313">
        <w:rPr>
          <w:lang w:val="de-CH"/>
        </w:rPr>
        <w:t>Vernetzung mit ausländischen, verpackungsfreien Geschäften</w:t>
      </w:r>
    </w:p>
    <w:p w14:paraId="1EC23A95" w14:textId="72565548" w:rsidR="00073D8D" w:rsidRPr="00D13313" w:rsidRDefault="0028653E" w:rsidP="007F6792">
      <w:pPr>
        <w:pStyle w:val="berschrift2"/>
        <w:tabs>
          <w:tab w:val="left" w:pos="7260"/>
        </w:tabs>
        <w:rPr>
          <w:color w:val="000000" w:themeColor="text1"/>
          <w:lang w:val="de-CH"/>
        </w:rPr>
      </w:pPr>
      <w:bookmarkStart w:id="71" w:name="_Toc486420516"/>
      <w:r w:rsidRPr="00D13313">
        <w:rPr>
          <w:color w:val="000000" w:themeColor="text1"/>
          <w:lang w:val="de-CH"/>
        </w:rPr>
        <w:t>E</w:t>
      </w:r>
      <w:r w:rsidR="00073D8D" w:rsidRPr="00D13313">
        <w:rPr>
          <w:color w:val="000000" w:themeColor="text1"/>
          <w:lang w:val="de-CH"/>
        </w:rPr>
        <w:t>rwünschte Entwicklungen</w:t>
      </w:r>
      <w:r w:rsidRPr="00D13313">
        <w:rPr>
          <w:color w:val="000000" w:themeColor="text1"/>
          <w:lang w:val="de-CH"/>
        </w:rPr>
        <w:t xml:space="preserve"> ausserhalb des Kerngeschäftes</w:t>
      </w:r>
      <w:bookmarkEnd w:id="71"/>
      <w:r w:rsidR="007F6792">
        <w:rPr>
          <w:color w:val="000000" w:themeColor="text1"/>
          <w:lang w:val="de-CH"/>
        </w:rPr>
        <w:tab/>
      </w:r>
    </w:p>
    <w:p w14:paraId="1C4E2C1D" w14:textId="7DFDE2EB" w:rsidR="0028653E" w:rsidRPr="00D13313" w:rsidRDefault="0004597B" w:rsidP="00720501">
      <w:pPr>
        <w:pStyle w:val="Textkrper"/>
      </w:pPr>
      <w:r w:rsidRPr="00D13313">
        <w:t xml:space="preserve">Neben dem Kerngeschäft </w:t>
      </w:r>
      <w:r w:rsidR="00535B8C" w:rsidRPr="00D13313">
        <w:t>mit Lebensmitteln,</w:t>
      </w:r>
      <w:r w:rsidR="00341394" w:rsidRPr="00D13313">
        <w:t xml:space="preserve"> </w:t>
      </w:r>
      <w:r w:rsidRPr="00D13313">
        <w:t>bietet</w:t>
      </w:r>
      <w:r w:rsidR="00073D8D" w:rsidRPr="00D13313">
        <w:t xml:space="preserve"> </w:t>
      </w:r>
      <w:proofErr w:type="spellStart"/>
      <w:r w:rsidR="005E7A61" w:rsidRPr="002C4AD1">
        <w:rPr>
          <w:rStyle w:val="WahreWare"/>
        </w:rPr>
        <w:t>WahreWare</w:t>
      </w:r>
      <w:proofErr w:type="spellEnd"/>
      <w:r w:rsidR="00073D8D" w:rsidRPr="00D13313">
        <w:t xml:space="preserve"> noch Platz für </w:t>
      </w:r>
      <w:r w:rsidR="0028653E" w:rsidRPr="00D13313">
        <w:t>weitere</w:t>
      </w:r>
      <w:r w:rsidR="00073D8D" w:rsidRPr="00D13313">
        <w:t xml:space="preserve"> Aufgaben</w:t>
      </w:r>
      <w:r w:rsidR="0028653E" w:rsidRPr="00D13313">
        <w:t xml:space="preserve"> und </w:t>
      </w:r>
      <w:r w:rsidR="00073D8D" w:rsidRPr="00D13313">
        <w:t xml:space="preserve">Projekte, welche das Team vielleicht nicht sofort, doch aber gelegentlich angehen möchte. Diese sollen einen Mehrwert für </w:t>
      </w:r>
      <w:r w:rsidRPr="00D13313">
        <w:t>unsere Kund</w:t>
      </w:r>
      <w:r w:rsidR="007D0E8C" w:rsidRPr="00D13313">
        <w:t>Inn</w:t>
      </w:r>
      <w:r w:rsidRPr="00D13313">
        <w:t xml:space="preserve">en aber auch für die Gesellschaft bedeuten. </w:t>
      </w:r>
    </w:p>
    <w:p w14:paraId="6C62D03D" w14:textId="633E1E0D" w:rsidR="002B0886" w:rsidRPr="00D13313" w:rsidRDefault="00A73664" w:rsidP="00720501">
      <w:pPr>
        <w:pStyle w:val="Aufzhlungszeichen"/>
        <w:rPr>
          <w:lang w:val="de-CH"/>
        </w:rPr>
      </w:pPr>
      <w:r w:rsidRPr="00D13313">
        <w:rPr>
          <w:lang w:val="de-CH"/>
        </w:rPr>
        <w:t xml:space="preserve">Gemeinschaft </w:t>
      </w:r>
      <w:r w:rsidR="00535B8C" w:rsidRPr="00D13313">
        <w:rPr>
          <w:lang w:val="de-CH"/>
        </w:rPr>
        <w:t>auf</w:t>
      </w:r>
      <w:r w:rsidRPr="00D13313">
        <w:rPr>
          <w:lang w:val="de-CH"/>
        </w:rPr>
        <w:t>bauen</w:t>
      </w:r>
      <w:r w:rsidR="00535B8C" w:rsidRPr="00D13313">
        <w:rPr>
          <w:lang w:val="de-CH"/>
        </w:rPr>
        <w:t xml:space="preserve"> und vernetzen</w:t>
      </w:r>
      <w:r w:rsidR="00073D8D" w:rsidRPr="00D13313">
        <w:rPr>
          <w:lang w:val="de-CH"/>
        </w:rPr>
        <w:t xml:space="preserve">: </w:t>
      </w:r>
      <w:r w:rsidR="001579C8" w:rsidRPr="00D13313">
        <w:rPr>
          <w:lang w:val="de-CH"/>
        </w:rPr>
        <w:t>Entwicklung eine</w:t>
      </w:r>
      <w:r w:rsidR="00535B8C" w:rsidRPr="00D13313">
        <w:rPr>
          <w:lang w:val="de-CH"/>
        </w:rPr>
        <w:t>r</w:t>
      </w:r>
      <w:r w:rsidR="001579C8" w:rsidRPr="00D13313">
        <w:rPr>
          <w:lang w:val="de-CH"/>
        </w:rPr>
        <w:t xml:space="preserve"> </w:t>
      </w:r>
      <w:r w:rsidR="00535B8C" w:rsidRPr="00D13313">
        <w:rPr>
          <w:lang w:val="de-CH"/>
        </w:rPr>
        <w:t>Gemeinschaft</w:t>
      </w:r>
      <w:r w:rsidR="00C765FF" w:rsidRPr="00D13313">
        <w:rPr>
          <w:lang w:val="de-CH"/>
        </w:rPr>
        <w:t>,</w:t>
      </w:r>
      <w:r w:rsidR="001579C8" w:rsidRPr="00D13313">
        <w:rPr>
          <w:lang w:val="de-CH"/>
        </w:rPr>
        <w:t xml:space="preserve"> </w:t>
      </w:r>
      <w:r w:rsidR="00535B8C" w:rsidRPr="00D13313">
        <w:rPr>
          <w:lang w:val="de-CH"/>
        </w:rPr>
        <w:t>in der neue</w:t>
      </w:r>
      <w:r w:rsidR="001579C8" w:rsidRPr="00D13313">
        <w:rPr>
          <w:lang w:val="de-CH"/>
        </w:rPr>
        <w:t xml:space="preserve"> Ideen Richtung N</w:t>
      </w:r>
      <w:r w:rsidR="00535B8C" w:rsidRPr="00D13313">
        <w:rPr>
          <w:lang w:val="de-CH"/>
        </w:rPr>
        <w:t>achhaltigkeit ausgetauscht werden</w:t>
      </w:r>
      <w:r w:rsidR="00C765FF" w:rsidRPr="00D13313">
        <w:rPr>
          <w:lang w:val="de-CH"/>
        </w:rPr>
        <w:t>; z. B.</w:t>
      </w:r>
      <w:r w:rsidR="00535B8C" w:rsidRPr="00D13313">
        <w:rPr>
          <w:lang w:val="de-CH"/>
        </w:rPr>
        <w:t xml:space="preserve"> in Form von Events. Vernetzung mit dem lokalen Gewerbe in Winterthur.</w:t>
      </w:r>
    </w:p>
    <w:p w14:paraId="66B6C69F" w14:textId="390506FA" w:rsidR="002B0886" w:rsidRPr="00D13313" w:rsidRDefault="00535B8C" w:rsidP="00720501">
      <w:pPr>
        <w:pStyle w:val="Aufzhlungszeichen"/>
        <w:rPr>
          <w:lang w:val="de-CH"/>
        </w:rPr>
      </w:pPr>
      <w:r w:rsidRPr="00D13313">
        <w:rPr>
          <w:lang w:val="de-CH"/>
        </w:rPr>
        <w:t xml:space="preserve">Integration von sozialen Projekten: </w:t>
      </w:r>
      <w:r w:rsidRPr="00D13313">
        <w:rPr>
          <w:lang w:val="de-CH" w:eastAsia="de-CH"/>
        </w:rPr>
        <w:t>Ausflüge/Events zu Bauern/</w:t>
      </w:r>
      <w:r w:rsidR="00C765FF" w:rsidRPr="00D13313">
        <w:rPr>
          <w:lang w:val="de-CH" w:eastAsia="de-CH"/>
        </w:rPr>
        <w:t>Produzenten</w:t>
      </w:r>
      <w:r w:rsidRPr="00D13313">
        <w:rPr>
          <w:lang w:val="de-CH" w:eastAsia="de-CH"/>
        </w:rPr>
        <w:t>/Projekten organisieren mit z.</w:t>
      </w:r>
      <w:r w:rsidR="00C765FF" w:rsidRPr="00D13313">
        <w:rPr>
          <w:lang w:val="de-CH" w:eastAsia="de-CH"/>
        </w:rPr>
        <w:t> B</w:t>
      </w:r>
      <w:r w:rsidRPr="00D13313">
        <w:rPr>
          <w:lang w:val="de-CH" w:eastAsia="de-CH"/>
        </w:rPr>
        <w:t>. Schulklassen oder grossen Firmen</w:t>
      </w:r>
      <w:r w:rsidR="00341394" w:rsidRPr="00D13313">
        <w:rPr>
          <w:lang w:val="de-CH" w:eastAsia="de-CH"/>
        </w:rPr>
        <w:t xml:space="preserve">. </w:t>
      </w:r>
    </w:p>
    <w:p w14:paraId="7BF07019" w14:textId="0E5946BA" w:rsidR="002B0886" w:rsidRPr="00D13313" w:rsidRDefault="00535B8C" w:rsidP="00720501">
      <w:pPr>
        <w:pStyle w:val="Aufzhlungszeichen"/>
        <w:rPr>
          <w:lang w:val="de-CH"/>
        </w:rPr>
      </w:pPr>
      <w:r w:rsidRPr="00D13313">
        <w:rPr>
          <w:lang w:val="de-CH" w:eastAsia="de-CH"/>
        </w:rPr>
        <w:lastRenderedPageBreak/>
        <w:t>Umweltbildung für Schulklassen anbieten: Hauswirtschaftsschulen integrieren, evt</w:t>
      </w:r>
      <w:r w:rsidR="00C765FF" w:rsidRPr="00D13313">
        <w:rPr>
          <w:lang w:val="de-CH" w:eastAsia="de-CH"/>
        </w:rPr>
        <w:t>l</w:t>
      </w:r>
      <w:r w:rsidRPr="00D13313">
        <w:rPr>
          <w:lang w:val="de-CH" w:eastAsia="de-CH"/>
        </w:rPr>
        <w:t>. Einkauf organis</w:t>
      </w:r>
      <w:r w:rsidR="00341394" w:rsidRPr="00D13313">
        <w:rPr>
          <w:lang w:val="de-CH" w:eastAsia="de-CH"/>
        </w:rPr>
        <w:t>i</w:t>
      </w:r>
      <w:r w:rsidRPr="00D13313">
        <w:rPr>
          <w:lang w:val="de-CH" w:eastAsia="de-CH"/>
        </w:rPr>
        <w:t>eren</w:t>
      </w:r>
    </w:p>
    <w:p w14:paraId="2BDBA174" w14:textId="1D70272E" w:rsidR="002B0886" w:rsidRPr="00D13313" w:rsidRDefault="00535B8C" w:rsidP="00720501">
      <w:pPr>
        <w:pStyle w:val="Aufzhlungszeichen"/>
        <w:rPr>
          <w:lang w:val="de-CH"/>
        </w:rPr>
      </w:pPr>
      <w:r w:rsidRPr="00D13313">
        <w:rPr>
          <w:lang w:val="de-CH" w:eastAsia="de-CH"/>
        </w:rPr>
        <w:t xml:space="preserve">Beratung von </w:t>
      </w:r>
      <w:r w:rsidR="00C765FF" w:rsidRPr="00D13313">
        <w:rPr>
          <w:lang w:val="de-CH" w:eastAsia="de-CH"/>
        </w:rPr>
        <w:t>Nachahmern</w:t>
      </w:r>
      <w:r w:rsidRPr="00D13313">
        <w:rPr>
          <w:lang w:val="de-CH" w:eastAsia="de-CH"/>
        </w:rPr>
        <w:t xml:space="preserve">: </w:t>
      </w:r>
      <w:r w:rsidR="00C765FF" w:rsidRPr="00D13313">
        <w:rPr>
          <w:lang w:val="de-CH" w:eastAsia="de-CH"/>
        </w:rPr>
        <w:t>Anbieten von entsprechenden</w:t>
      </w:r>
      <w:r w:rsidRPr="00D13313">
        <w:rPr>
          <w:lang w:val="de-CH" w:eastAsia="de-CH"/>
        </w:rPr>
        <w:t xml:space="preserve"> Workshops</w:t>
      </w:r>
    </w:p>
    <w:p w14:paraId="097C0B8C" w14:textId="2B6A6619" w:rsidR="00B61D46" w:rsidRPr="00D13313" w:rsidRDefault="00341394" w:rsidP="00720501">
      <w:pPr>
        <w:pStyle w:val="Aufzhlungszeichen"/>
        <w:rPr>
          <w:lang w:val="de-CH"/>
        </w:rPr>
      </w:pPr>
      <w:r w:rsidRPr="00D13313">
        <w:rPr>
          <w:lang w:val="de-CH" w:eastAsia="de-CH"/>
        </w:rPr>
        <w:t xml:space="preserve">Mithilfe im Aufbau von ökologischen Projekten im Ausland und Import von </w:t>
      </w:r>
      <w:r w:rsidR="00922EAD" w:rsidRPr="00D13313">
        <w:rPr>
          <w:lang w:val="de-CH" w:eastAsia="de-CH"/>
        </w:rPr>
        <w:t xml:space="preserve">deren </w:t>
      </w:r>
      <w:r w:rsidRPr="00D13313">
        <w:rPr>
          <w:lang w:val="de-CH" w:eastAsia="de-CH"/>
        </w:rPr>
        <w:t>Produkten</w:t>
      </w:r>
    </w:p>
    <w:p w14:paraId="4E468E36" w14:textId="0944F2D2" w:rsidR="00D471BB" w:rsidRPr="00720501" w:rsidRDefault="00073D8D" w:rsidP="00720501">
      <w:pPr>
        <w:pStyle w:val="berschrift1"/>
      </w:pPr>
      <w:bookmarkStart w:id="72" w:name="_Toc441629285"/>
      <w:bookmarkStart w:id="73" w:name="_Toc486420517"/>
      <w:bookmarkStart w:id="74" w:name="_Toc507867537"/>
      <w:bookmarkEnd w:id="5"/>
      <w:bookmarkEnd w:id="6"/>
      <w:bookmarkEnd w:id="7"/>
      <w:bookmarkEnd w:id="8"/>
      <w:r w:rsidRPr="00720501">
        <w:t>Markt</w:t>
      </w:r>
      <w:bookmarkEnd w:id="72"/>
      <w:bookmarkEnd w:id="73"/>
      <w:bookmarkEnd w:id="74"/>
    </w:p>
    <w:p w14:paraId="2F6BC7E9" w14:textId="46209032" w:rsidR="00AE163B" w:rsidRPr="00D13313" w:rsidRDefault="00AE163B" w:rsidP="00720501">
      <w:pPr>
        <w:pStyle w:val="berschrift2"/>
        <w:rPr>
          <w:lang w:val="de-CH"/>
        </w:rPr>
      </w:pPr>
      <w:bookmarkStart w:id="75" w:name="_Toc441629288"/>
      <w:bookmarkStart w:id="76" w:name="_Toc486420518"/>
      <w:bookmarkStart w:id="77" w:name="_Toc441629286"/>
      <w:r w:rsidRPr="00D13313">
        <w:rPr>
          <w:lang w:val="de-CH"/>
        </w:rPr>
        <w:t>Marktbeurteilung</w:t>
      </w:r>
      <w:bookmarkEnd w:id="75"/>
      <w:r w:rsidRPr="00D13313">
        <w:rPr>
          <w:lang w:val="de-CH"/>
        </w:rPr>
        <w:t>, Trends</w:t>
      </w:r>
      <w:bookmarkEnd w:id="76"/>
    </w:p>
    <w:p w14:paraId="5E5BDC33" w14:textId="7664EC4F" w:rsidR="002663BF" w:rsidRPr="00720501" w:rsidRDefault="00720501" w:rsidP="00720501">
      <w:pPr>
        <w:pStyle w:val="berschrift3"/>
      </w:pPr>
      <w:r>
        <w:t>Bio, lokal</w:t>
      </w:r>
    </w:p>
    <w:p w14:paraId="69824EBD" w14:textId="5DD6176F" w:rsidR="006935B1" w:rsidRPr="00D13313" w:rsidRDefault="006935B1" w:rsidP="00720501">
      <w:pPr>
        <w:pStyle w:val="Textkrper"/>
      </w:pPr>
      <w:r w:rsidRPr="00D13313">
        <w:t>Heute</w:t>
      </w:r>
      <w:r w:rsidR="004E5DFB" w:rsidRPr="00D13313">
        <w:t xml:space="preserve"> legen </w:t>
      </w:r>
      <w:r w:rsidRPr="00D13313">
        <w:t xml:space="preserve">die Menschen </w:t>
      </w:r>
      <w:r w:rsidR="004E5DFB" w:rsidRPr="00D13313">
        <w:t>Wert auf einen gesunden, bewussten Lebensstil</w:t>
      </w:r>
      <w:r w:rsidR="00BE1D6D" w:rsidRPr="00D13313">
        <w:t xml:space="preserve">. </w:t>
      </w:r>
      <w:r w:rsidR="00C765FF" w:rsidRPr="00D13313">
        <w:t xml:space="preserve">Die </w:t>
      </w:r>
      <w:r w:rsidR="004E5DFB" w:rsidRPr="00D13313">
        <w:t>Nachfrage nach Bioprodukten ist im stetigen Wachstum begriffen</w:t>
      </w:r>
      <w:r w:rsidRPr="00D13313">
        <w:t xml:space="preserve"> und die Ernährung ist zu einem Lifestyle geworden</w:t>
      </w:r>
      <w:r w:rsidR="004E5DFB" w:rsidRPr="00D13313">
        <w:t xml:space="preserve">. Die Nachfrage nach saisonalen und regionalen Lebensmitteln in biologischer Qualität geht Hand in Hand mit dem Wunsch nach einem bewussteren Einkaufsverhalten. </w:t>
      </w:r>
      <w:r w:rsidRPr="00D13313">
        <w:t>Das Wissen über die Herkunft, den Inhalt und die Produktion der Lebensmittel ist für die Schweizer Bevölkerung wegweisend bei ihrem Kaufverhalten</w:t>
      </w:r>
      <w:r w:rsidR="00BE1D6D" w:rsidRPr="00D13313">
        <w:t xml:space="preserve">. </w:t>
      </w:r>
      <w:r w:rsidRPr="00D13313">
        <w:t>Dies zeigt sich im wachsend</w:t>
      </w:r>
      <w:r w:rsidR="00BE1D6D" w:rsidRPr="00D13313">
        <w:t>en Marktanteil von Bioprodukten.</w:t>
      </w:r>
    </w:p>
    <w:p w14:paraId="7F4E4396" w14:textId="788B0EAB" w:rsidR="008060B9" w:rsidRPr="00D13313" w:rsidRDefault="008060B9" w:rsidP="00720501">
      <w:pPr>
        <w:pStyle w:val="Textkrper"/>
      </w:pPr>
      <w:r w:rsidRPr="00D13313">
        <w:t>Wie in der</w:t>
      </w:r>
      <w:r w:rsidR="00BE1D6D" w:rsidRPr="00D13313">
        <w:t xml:space="preserve"> Konkurrenzanalyse beschrieben</w:t>
      </w:r>
      <w:r w:rsidR="00720501">
        <w:t>,</w:t>
      </w:r>
      <w:r w:rsidR="00BE1D6D" w:rsidRPr="00D13313">
        <w:t xml:space="preserve"> </w:t>
      </w:r>
      <w:r w:rsidRPr="00D13313">
        <w:t xml:space="preserve">existiert der Bio-Laden </w:t>
      </w:r>
      <w:r w:rsidR="002B66B8">
        <w:t>«</w:t>
      </w:r>
      <w:proofErr w:type="spellStart"/>
      <w:r w:rsidRPr="00D13313">
        <w:t>Rägeboge</w:t>
      </w:r>
      <w:proofErr w:type="spellEnd"/>
      <w:r w:rsidR="002B66B8">
        <w:t>»</w:t>
      </w:r>
      <w:r w:rsidRPr="00D13313">
        <w:t xml:space="preserve"> schon seit 1982 in Winterthur, kleine und grosse Bioläden kamen vor kurzem dazu: </w:t>
      </w:r>
      <w:r w:rsidR="002B66B8">
        <w:t>«</w:t>
      </w:r>
      <w:proofErr w:type="spellStart"/>
      <w:r w:rsidRPr="00D13313">
        <w:t>L’ultimo</w:t>
      </w:r>
      <w:proofErr w:type="spellEnd"/>
      <w:r w:rsidRPr="00D13313">
        <w:t xml:space="preserve"> </w:t>
      </w:r>
      <w:proofErr w:type="spellStart"/>
      <w:r w:rsidRPr="00D13313">
        <w:t>baccio</w:t>
      </w:r>
      <w:proofErr w:type="spellEnd"/>
      <w:r w:rsidR="002B66B8">
        <w:t>»</w:t>
      </w:r>
      <w:r w:rsidRPr="00D13313">
        <w:t xml:space="preserve"> </w:t>
      </w:r>
      <w:r w:rsidR="008117A6" w:rsidRPr="00D13313">
        <w:t>(2011</w:t>
      </w:r>
      <w:r w:rsidRPr="00D13313">
        <w:t xml:space="preserve">) und der </w:t>
      </w:r>
      <w:r w:rsidR="002B66B8">
        <w:t>«</w:t>
      </w:r>
      <w:r w:rsidRPr="00D13313">
        <w:t>Alnatura</w:t>
      </w:r>
      <w:r w:rsidR="002B66B8">
        <w:t>»</w:t>
      </w:r>
      <w:r w:rsidRPr="00D13313">
        <w:t>-Supermarkt</w:t>
      </w:r>
      <w:r w:rsidR="008117A6" w:rsidRPr="00D13313">
        <w:t xml:space="preserve"> (2014)</w:t>
      </w:r>
      <w:r w:rsidRPr="00D13313">
        <w:t xml:space="preserve">. Die erfolgreiche Existenz dieser Bioläden bestätigen die Nachfrage nach Bioprodukten und den existierenden Absatzmarkt in Winterthur. Die Sortimente von </w:t>
      </w:r>
      <w:r w:rsidR="002B66B8">
        <w:t>«</w:t>
      </w:r>
      <w:r w:rsidRPr="00D13313">
        <w:t>Coop</w:t>
      </w:r>
      <w:r w:rsidR="002B66B8">
        <w:t>»</w:t>
      </w:r>
      <w:r w:rsidRPr="00D13313">
        <w:t xml:space="preserve"> und </w:t>
      </w:r>
      <w:r w:rsidR="002B66B8">
        <w:t>«</w:t>
      </w:r>
      <w:r w:rsidRPr="00D13313">
        <w:t>Migros</w:t>
      </w:r>
      <w:r w:rsidR="002B66B8">
        <w:t>»</w:t>
      </w:r>
      <w:r w:rsidRPr="00D13313">
        <w:t xml:space="preserve"> zeigen ebenfalls den steigenden Trend und die Nachfrage nach Bioprodukten.</w:t>
      </w:r>
      <w:r w:rsidR="002B0886" w:rsidRPr="00D13313">
        <w:t xml:space="preserve"> </w:t>
      </w:r>
      <w:r w:rsidRPr="00D13313">
        <w:t xml:space="preserve">Die Zeit ist reif für ein Umdenken im Konsum, die Zeit ist reif für unverpacktes Einkaufen. </w:t>
      </w:r>
    </w:p>
    <w:p w14:paraId="1A07CE72" w14:textId="2A471374" w:rsidR="008060B9" w:rsidRPr="00720501" w:rsidRDefault="008060B9" w:rsidP="00720501">
      <w:pPr>
        <w:pStyle w:val="berschrift3"/>
      </w:pPr>
      <w:r w:rsidRPr="00720501">
        <w:t>Verpackungsfreies Einkaufen</w:t>
      </w:r>
    </w:p>
    <w:p w14:paraId="3E301ABB" w14:textId="056C0A88" w:rsidR="002B0886" w:rsidRPr="00D13313" w:rsidRDefault="008060B9" w:rsidP="00720501">
      <w:pPr>
        <w:pStyle w:val="Textkrper"/>
      </w:pPr>
      <w:r w:rsidRPr="00D13313">
        <w:t>Einkaufen ohne Verpackung liegt in Österreich</w:t>
      </w:r>
      <w:r w:rsidR="00BE1D6D" w:rsidRPr="00D13313">
        <w:t>, Frankreich und Deutschland</w:t>
      </w:r>
      <w:r w:rsidRPr="00D13313">
        <w:t xml:space="preserve"> seit mehreren Jahren im Trend. </w:t>
      </w:r>
      <w:r w:rsidR="00BE1D6D" w:rsidRPr="00D13313">
        <w:t>Bereits mehrere Läden mit ausschliesslich verpackungsfreiem Angebot existieren seit 2014 nun auch in verschiedenen Städten der Westschweiz.</w:t>
      </w:r>
      <w:r w:rsidR="002B0886" w:rsidRPr="00D13313">
        <w:rPr>
          <w:i/>
        </w:rPr>
        <w:t xml:space="preserve"> </w:t>
      </w:r>
      <w:r w:rsidRPr="00D13313">
        <w:t xml:space="preserve">Eine </w:t>
      </w:r>
      <w:r w:rsidR="00BE1D6D" w:rsidRPr="00D13313">
        <w:t xml:space="preserve">erste </w:t>
      </w:r>
      <w:r w:rsidRPr="00D13313">
        <w:t>Erfolgsgeschichte</w:t>
      </w:r>
      <w:r w:rsidR="00BE1D6D" w:rsidRPr="00D13313">
        <w:t xml:space="preserve"> in der Deutschschweiz</w:t>
      </w:r>
      <w:r w:rsidRPr="00D13313">
        <w:t xml:space="preserve"> schreiben die </w:t>
      </w:r>
      <w:r w:rsidR="004170AC">
        <w:t>«</w:t>
      </w:r>
      <w:proofErr w:type="spellStart"/>
      <w:r w:rsidRPr="00D13313">
        <w:t>BachsterMärkte</w:t>
      </w:r>
      <w:proofErr w:type="spellEnd"/>
      <w:r w:rsidR="004170AC">
        <w:t>»</w:t>
      </w:r>
      <w:r w:rsidRPr="00D13313">
        <w:t xml:space="preserve"> in Zürich, welche bereits 5 Lokale an verschiedenen Deutschschweizer Standorten eröffnen konnten. Das Sortiment </w:t>
      </w:r>
      <w:r w:rsidR="00BE1D6D" w:rsidRPr="00D13313">
        <w:t>bestehen zum Teil</w:t>
      </w:r>
      <w:r w:rsidRPr="00D13313">
        <w:t xml:space="preserve"> aus verpackungsfreier Ware, welche einen substantiellen Bei</w:t>
      </w:r>
      <w:r w:rsidR="00BE1D6D" w:rsidRPr="00D13313">
        <w:t>trag zum Gesamtumsatz beiträgt.</w:t>
      </w:r>
    </w:p>
    <w:p w14:paraId="139FF84E" w14:textId="0B4A6503" w:rsidR="008060B9" w:rsidRPr="00720501" w:rsidRDefault="008060B9" w:rsidP="00720501">
      <w:pPr>
        <w:pStyle w:val="berschrift3"/>
      </w:pPr>
      <w:r w:rsidRPr="00720501">
        <w:t>Standort Winterthur</w:t>
      </w:r>
    </w:p>
    <w:p w14:paraId="50D01401" w14:textId="1F5196F2" w:rsidR="004E5DFB" w:rsidRPr="00D13313" w:rsidRDefault="004E5DFB" w:rsidP="00720501">
      <w:pPr>
        <w:pStyle w:val="Textkrper"/>
      </w:pPr>
      <w:r w:rsidRPr="00D13313">
        <w:t xml:space="preserve">Der Standort Winterthur bietet mit der zentralen und überschaubaren Altstadt, ideale Bedingungen für </w:t>
      </w:r>
      <w:proofErr w:type="spellStart"/>
      <w:r w:rsidR="005E7A61" w:rsidRPr="002C4AD1">
        <w:rPr>
          <w:rStyle w:val="WahreWare"/>
        </w:rPr>
        <w:t>WahreWare</w:t>
      </w:r>
      <w:proofErr w:type="spellEnd"/>
      <w:r w:rsidRPr="00D13313">
        <w:t>. Die Steinberggasse ist mit ÖV wie auch mit dem Auto sehr gut erreichbar. Die Bushaltestelle Technikum, welche von mehreren Buslinien bedient wird und sehr gute Verbind</w:t>
      </w:r>
      <w:r w:rsidR="006935B1" w:rsidRPr="00D13313">
        <w:t>ungen in die Wohnquartiere ermöglicht</w:t>
      </w:r>
      <w:r w:rsidRPr="00D13313">
        <w:t xml:space="preserve">, ist </w:t>
      </w:r>
      <w:r w:rsidR="006935B1" w:rsidRPr="00D13313">
        <w:t>wenige Meter</w:t>
      </w:r>
      <w:r w:rsidRPr="00D13313">
        <w:t xml:space="preserve"> entfernt, zu Fuss erreichbar. Mehrere Parkhäuser befinden sich in unmittelbarer Umgebung des Lokals und machen den wöchentlichen Grosseinkauf bei uns möglich. Anwohner der Altstadt und Steinberggasse tätigen ihren Einkauf zu Fuss oder per Velo. </w:t>
      </w:r>
    </w:p>
    <w:bookmarkEnd w:id="77"/>
    <w:p w14:paraId="590B4FA3" w14:textId="6BAB3CA5" w:rsidR="002663BF" w:rsidRPr="00720501" w:rsidRDefault="00E418B7" w:rsidP="00720501">
      <w:pPr>
        <w:pStyle w:val="berschrift2"/>
      </w:pPr>
      <w:r w:rsidRPr="00720501">
        <w:t>Beispiele möglicher Kundschaft</w:t>
      </w:r>
    </w:p>
    <w:p w14:paraId="5370CA22" w14:textId="1BFA719C" w:rsidR="00373EFF" w:rsidRPr="00D13313" w:rsidRDefault="00E418B7" w:rsidP="00720501">
      <w:pPr>
        <w:pStyle w:val="Aufzhlungszeichen"/>
        <w:rPr>
          <w:lang w:val="de-CH"/>
        </w:rPr>
      </w:pPr>
      <w:r w:rsidRPr="00CE5289">
        <w:rPr>
          <w:b/>
        </w:rPr>
        <w:t>Studentin/Student</w:t>
      </w:r>
      <w:r w:rsidR="007D0E8C" w:rsidRPr="00CE5289">
        <w:rPr>
          <w:b/>
        </w:rPr>
        <w:t xml:space="preserve"> (17</w:t>
      </w:r>
      <w:r w:rsidRPr="00CE5289">
        <w:rPr>
          <w:b/>
        </w:rPr>
        <w:t>–</w:t>
      </w:r>
      <w:r w:rsidR="007D0E8C" w:rsidRPr="00CE5289">
        <w:rPr>
          <w:b/>
        </w:rPr>
        <w:t>25 Jahre)</w:t>
      </w:r>
      <w:r w:rsidRPr="00D13313">
        <w:rPr>
          <w:lang w:val="de-CH"/>
        </w:rPr>
        <w:t xml:space="preserve"> </w:t>
      </w:r>
      <w:r w:rsidR="00720501">
        <w:rPr>
          <w:lang w:val="de-CH"/>
        </w:rPr>
        <w:t>S</w:t>
      </w:r>
      <w:r w:rsidR="007D0E8C" w:rsidRPr="00D13313">
        <w:rPr>
          <w:lang w:val="de-CH"/>
        </w:rPr>
        <w:t>ehr umweltbewusst, Community-orientiert, wenig Geld, sucht nach neuen Gesellschaftsmodellen. Problem: Wenig Geld Wir bieten: Community-Erlebnisse/Events, Angebot für Leute mit geringem Einkommen/Studenten, interessante Projekte und Infos, Teil einer neuen Gesellschaftsstruktur zu sein</w:t>
      </w:r>
    </w:p>
    <w:p w14:paraId="6AC28609" w14:textId="1A21A992" w:rsidR="00373EFF" w:rsidRPr="00D13313" w:rsidRDefault="00720501" w:rsidP="00720501">
      <w:pPr>
        <w:pStyle w:val="Aufzhlungszeichen"/>
        <w:rPr>
          <w:lang w:val="de-CH"/>
        </w:rPr>
      </w:pPr>
      <w:r w:rsidRPr="00CE5289">
        <w:rPr>
          <w:b/>
        </w:rPr>
        <w:t>Aktive</w:t>
      </w:r>
      <w:r w:rsidR="00373EFF" w:rsidRPr="00CE5289">
        <w:rPr>
          <w:b/>
        </w:rPr>
        <w:t xml:space="preserve"> </w:t>
      </w:r>
      <w:r w:rsidRPr="00CE5289">
        <w:rPr>
          <w:b/>
        </w:rPr>
        <w:t>A</w:t>
      </w:r>
      <w:r w:rsidR="00373EFF" w:rsidRPr="00CE5289">
        <w:rPr>
          <w:b/>
        </w:rPr>
        <w:t>usgebildete Person mit mittlerem Einkommen und Umweltbewusstsein</w:t>
      </w:r>
      <w:r w:rsidR="004170AC" w:rsidRPr="00CE5289">
        <w:rPr>
          <w:b/>
        </w:rPr>
        <w:t xml:space="preserve"> (30 Jahre)</w:t>
      </w:r>
      <w:r w:rsidR="004170AC" w:rsidRPr="00C73C44">
        <w:rPr>
          <w:rStyle w:val="WahreWare"/>
        </w:rPr>
        <w:t xml:space="preserve"> </w:t>
      </w:r>
      <w:r w:rsidR="004170AC">
        <w:rPr>
          <w:lang w:val="de-CH"/>
        </w:rPr>
        <w:t>Kr</w:t>
      </w:r>
      <w:r w:rsidR="004906D1" w:rsidRPr="00D13313">
        <w:rPr>
          <w:lang w:val="de-CH"/>
        </w:rPr>
        <w:t>itisch</w:t>
      </w:r>
      <w:r w:rsidR="00A01CDF" w:rsidRPr="00D13313">
        <w:rPr>
          <w:lang w:val="de-CH"/>
        </w:rPr>
        <w:t>, eher wenig Zeit. Problem: wenig Zeit, will nicht Behälter den ganzen Tag herumtragen. Wir bieten: Abgabe von Behältern zu jeder Tages- und Nachtzeit (Klappe) und Vorbestellung, Teil einer neuen Gesellschaftsstruktur zu sein</w:t>
      </w:r>
    </w:p>
    <w:p w14:paraId="6AC89991" w14:textId="29737631" w:rsidR="00373EFF" w:rsidRPr="00D13313" w:rsidRDefault="007D0E8C" w:rsidP="00720501">
      <w:pPr>
        <w:pStyle w:val="Aufzhlungszeichen"/>
        <w:rPr>
          <w:lang w:val="de-CH"/>
        </w:rPr>
      </w:pPr>
      <w:r w:rsidRPr="00CE5289">
        <w:rPr>
          <w:b/>
        </w:rPr>
        <w:t xml:space="preserve">Hausmann </w:t>
      </w:r>
      <w:r w:rsidR="004906D1" w:rsidRPr="00CE5289">
        <w:rPr>
          <w:b/>
        </w:rPr>
        <w:t>(40 Jahre)</w:t>
      </w:r>
      <w:r w:rsidR="004906D1" w:rsidRPr="00D13313">
        <w:rPr>
          <w:lang w:val="de-CH"/>
        </w:rPr>
        <w:t xml:space="preserve"> </w:t>
      </w:r>
      <w:r w:rsidR="00720501">
        <w:rPr>
          <w:lang w:val="de-CH"/>
        </w:rPr>
        <w:t>Mittleres</w:t>
      </w:r>
      <w:r w:rsidR="004906D1" w:rsidRPr="00D13313">
        <w:rPr>
          <w:lang w:val="de-CH"/>
        </w:rPr>
        <w:t xml:space="preserve"> Einkommen und Kinder im Schulalter, legt grossen Wert </w:t>
      </w:r>
      <w:r w:rsidR="00720501">
        <w:rPr>
          <w:lang w:val="de-CH"/>
        </w:rPr>
        <w:t>auf gesunde Ernährung (B</w:t>
      </w:r>
      <w:r w:rsidR="00093984" w:rsidRPr="00D13313">
        <w:rPr>
          <w:lang w:val="de-CH"/>
        </w:rPr>
        <w:t>io), beschränkte</w:t>
      </w:r>
      <w:r w:rsidR="004906D1" w:rsidRPr="00D13313">
        <w:rPr>
          <w:lang w:val="de-CH"/>
        </w:rPr>
        <w:t xml:space="preserve"> Zeit</w:t>
      </w:r>
      <w:r w:rsidR="00093984" w:rsidRPr="00D13313">
        <w:rPr>
          <w:lang w:val="de-CH"/>
        </w:rPr>
        <w:t>. Problem: Geld und beschränkte Zeit</w:t>
      </w:r>
      <w:r w:rsidR="00A01CDF" w:rsidRPr="00D13313">
        <w:rPr>
          <w:lang w:val="de-CH"/>
        </w:rPr>
        <w:t>, Umstellung auf verpackungsfreien Einkauf</w:t>
      </w:r>
      <w:r w:rsidR="00093984" w:rsidRPr="00D13313">
        <w:rPr>
          <w:lang w:val="de-CH"/>
        </w:rPr>
        <w:t>. Wir bieten: persönlichen Kontakt im Laden, ein neues Einkaufserlebnis mit gutem Gewissen, biologische Produkte, Vergünstigungen als Stammkunden, unkomplizierte Vorbestellung</w:t>
      </w:r>
      <w:r w:rsidR="00A01CDF" w:rsidRPr="00D13313">
        <w:rPr>
          <w:lang w:val="de-CH"/>
        </w:rPr>
        <w:t xml:space="preserve"> und Lagerung von Produkten</w:t>
      </w:r>
      <w:r w:rsidR="00093984" w:rsidRPr="00D13313">
        <w:rPr>
          <w:lang w:val="de-CH"/>
        </w:rPr>
        <w:t xml:space="preserve"> </w:t>
      </w:r>
    </w:p>
    <w:p w14:paraId="13AA29D6" w14:textId="72F5BFBB" w:rsidR="007D0E8C" w:rsidRPr="00D13313" w:rsidRDefault="007D0E8C" w:rsidP="00720501">
      <w:pPr>
        <w:pStyle w:val="Aufzhlungszeichen"/>
        <w:rPr>
          <w:lang w:val="de-CH"/>
        </w:rPr>
      </w:pPr>
      <w:r w:rsidRPr="00CE5289">
        <w:rPr>
          <w:b/>
        </w:rPr>
        <w:lastRenderedPageBreak/>
        <w:t>Pensionierte Frau (&gt; 65 Jahre)</w:t>
      </w:r>
      <w:r w:rsidRPr="00D13313">
        <w:rPr>
          <w:lang w:val="de-CH"/>
        </w:rPr>
        <w:t xml:space="preserve"> </w:t>
      </w:r>
      <w:r w:rsidR="00720501">
        <w:rPr>
          <w:lang w:val="de-CH"/>
        </w:rPr>
        <w:t>H</w:t>
      </w:r>
      <w:r w:rsidRPr="00D13313">
        <w:rPr>
          <w:lang w:val="de-CH"/>
        </w:rPr>
        <w:t>äuslich, mittlere Rente, nostalgische Beziehung zu unverpackten Läden mit persönlichem Kundenkontakt aus der Kindheit, viel Zeit. Problem: Mobilität. Wir bieten: ein zentrales Lokal mit persönlichem Kontakt und nostalgischen Einkaufserlebnis</w:t>
      </w:r>
    </w:p>
    <w:p w14:paraId="65AB19D4" w14:textId="30CB5F44" w:rsidR="004903EE" w:rsidRPr="00D13313" w:rsidRDefault="00AF1C77" w:rsidP="00720501">
      <w:pPr>
        <w:pStyle w:val="berschrift2"/>
        <w:rPr>
          <w:lang w:val="de-CH"/>
        </w:rPr>
      </w:pPr>
      <w:bookmarkStart w:id="78" w:name="_Toc486420520"/>
      <w:r w:rsidRPr="00D13313">
        <w:rPr>
          <w:lang w:val="de-CH"/>
        </w:rPr>
        <w:t>Marktumfrage</w:t>
      </w:r>
      <w:bookmarkEnd w:id="78"/>
      <w:r w:rsidR="00E418B7" w:rsidRPr="00D13313">
        <w:rPr>
          <w:lang w:val="de-CH"/>
        </w:rPr>
        <w:t>n</w:t>
      </w:r>
    </w:p>
    <w:p w14:paraId="0F445534" w14:textId="1F04222D" w:rsidR="00BA09E9" w:rsidRPr="00D13313" w:rsidRDefault="00013F37" w:rsidP="00720501">
      <w:pPr>
        <w:pStyle w:val="Textkrper"/>
        <w:rPr>
          <w:lang w:eastAsia="de-CH"/>
        </w:rPr>
      </w:pPr>
      <w:r w:rsidRPr="00D13313">
        <w:rPr>
          <w:lang w:eastAsia="de-CH"/>
        </w:rPr>
        <w:t>Es gibt eine wachsende Tendenz</w:t>
      </w:r>
      <w:r w:rsidR="00E418B7" w:rsidRPr="00D13313">
        <w:rPr>
          <w:lang w:eastAsia="de-CH"/>
        </w:rPr>
        <w:t xml:space="preserve"> dazu,</w:t>
      </w:r>
      <w:r w:rsidRPr="00D13313">
        <w:rPr>
          <w:lang w:eastAsia="de-CH"/>
        </w:rPr>
        <w:t xml:space="preserve"> unverpackte Ware zu kaufen. Bereits 2014 haben dies mehr als </w:t>
      </w:r>
      <w:r w:rsidR="00E418B7" w:rsidRPr="00D13313">
        <w:rPr>
          <w:lang w:eastAsia="de-CH"/>
        </w:rPr>
        <w:t>8 %</w:t>
      </w:r>
      <w:r w:rsidRPr="00D13313">
        <w:rPr>
          <w:lang w:eastAsia="de-CH"/>
        </w:rPr>
        <w:t xml:space="preserve"> der rund 16'000 Teilnehmer einer Umfrage von </w:t>
      </w:r>
      <w:r w:rsidR="004170AC">
        <w:rPr>
          <w:lang w:eastAsia="de-CH"/>
        </w:rPr>
        <w:t>«</w:t>
      </w:r>
      <w:r w:rsidRPr="00D13313">
        <w:rPr>
          <w:lang w:eastAsia="de-CH"/>
        </w:rPr>
        <w:t>20 Minuten</w:t>
      </w:r>
      <w:r w:rsidR="004170AC">
        <w:rPr>
          <w:lang w:eastAsia="de-CH"/>
        </w:rPr>
        <w:t>»</w:t>
      </w:r>
      <w:r w:rsidR="002B0886" w:rsidRPr="00D13313">
        <w:rPr>
          <w:lang w:eastAsia="de-CH"/>
        </w:rPr>
        <w:t xml:space="preserve"> (</w:t>
      </w:r>
      <w:hyperlink r:id="rId12" w:history="1">
        <w:r w:rsidR="002B0886" w:rsidRPr="00EE318B">
          <w:rPr>
            <w:rStyle w:val="Hyperlink"/>
          </w:rPr>
          <w:t>http://www.20min.ch/finance/news/story/31661400</w:t>
        </w:r>
      </w:hyperlink>
      <w:r w:rsidR="002B0886" w:rsidRPr="00D13313">
        <w:t>)</w:t>
      </w:r>
      <w:r w:rsidRPr="00D13313">
        <w:rPr>
          <w:lang w:eastAsia="de-CH"/>
        </w:rPr>
        <w:t xml:space="preserve"> bestätigt</w:t>
      </w:r>
      <w:r w:rsidR="007C0D23" w:rsidRPr="00D13313">
        <w:rPr>
          <w:lang w:eastAsia="de-CH"/>
        </w:rPr>
        <w:t xml:space="preserve">. </w:t>
      </w:r>
      <w:r w:rsidRPr="00D13313">
        <w:rPr>
          <w:lang w:eastAsia="de-CH"/>
        </w:rPr>
        <w:t xml:space="preserve">Eine eigene Umfrage </w:t>
      </w:r>
      <w:r w:rsidR="00E418B7" w:rsidRPr="00D13313">
        <w:rPr>
          <w:lang w:eastAsia="de-CH"/>
        </w:rPr>
        <w:t xml:space="preserve">auf Basis von ca. 100 ausgefüllten Fragebögen </w:t>
      </w:r>
      <w:r w:rsidRPr="00D13313">
        <w:rPr>
          <w:lang w:eastAsia="de-CH"/>
        </w:rPr>
        <w:t xml:space="preserve">zeigte uns heute </w:t>
      </w:r>
      <w:r w:rsidR="002B0886" w:rsidRPr="00D13313">
        <w:rPr>
          <w:lang w:eastAsia="de-CH"/>
        </w:rPr>
        <w:t xml:space="preserve">ebendieses Bild. </w:t>
      </w:r>
    </w:p>
    <w:p w14:paraId="7B087A1B" w14:textId="3B6617B9" w:rsidR="00F1643E" w:rsidRPr="00720501" w:rsidRDefault="004903EE" w:rsidP="00720501">
      <w:pPr>
        <w:pStyle w:val="berschrift2"/>
      </w:pPr>
      <w:bookmarkStart w:id="79" w:name="_Toc486420521"/>
      <w:r w:rsidRPr="00720501">
        <w:t>Externe Faktoren</w:t>
      </w:r>
      <w:bookmarkEnd w:id="79"/>
    </w:p>
    <w:p w14:paraId="37164ABB" w14:textId="0292599C" w:rsidR="00D86DE2" w:rsidRPr="00D13313" w:rsidRDefault="007B4B71" w:rsidP="00720501">
      <w:pPr>
        <w:pStyle w:val="Textkrper"/>
        <w:rPr>
          <w:lang w:eastAsia="en-US"/>
        </w:rPr>
      </w:pPr>
      <w:r w:rsidRPr="00D13313">
        <w:rPr>
          <w:lang w:eastAsia="en-US"/>
        </w:rPr>
        <w:t>«</w:t>
      </w:r>
      <w:r w:rsidR="00D86DE2" w:rsidRPr="00D13313">
        <w:rPr>
          <w:lang w:eastAsia="en-US"/>
        </w:rPr>
        <w:t>Der Verbrauch von Kunststoffen steigt</w:t>
      </w:r>
      <w:r w:rsidRPr="00D13313">
        <w:rPr>
          <w:lang w:eastAsia="en-US"/>
        </w:rPr>
        <w:t>;</w:t>
      </w:r>
      <w:r w:rsidR="00D86DE2" w:rsidRPr="00D13313">
        <w:rPr>
          <w:lang w:eastAsia="en-US"/>
        </w:rPr>
        <w:t xml:space="preserve"> damit entstehen auch immer mehr Kunststoffabfälle. Die öffentliche Hand prüft zusammen mit Kunststoffherstellern und der Abfallwirtschaft sowie dem Detailhandel, welche Verwertungs- und Entsorgungsoptionen ökologisch und ökonomisch zweckmässig sind. Die stoffliche Verwertung von Kunststoffabfällen soll einen ökologischen Mehrwert bringen und finanziell tragbar sein</w:t>
      </w:r>
      <w:r w:rsidRPr="00D13313">
        <w:rPr>
          <w:lang w:eastAsia="en-US"/>
        </w:rPr>
        <w:t>»</w:t>
      </w:r>
      <w:r w:rsidR="007C0D23" w:rsidRPr="00D13313">
        <w:t xml:space="preserve"> (</w:t>
      </w:r>
      <w:hyperlink r:id="rId13" w:history="1">
        <w:r w:rsidR="007C0D23" w:rsidRPr="00EE318B">
          <w:rPr>
            <w:rStyle w:val="Hyperlink"/>
          </w:rPr>
          <w:t>http://www.bafu.admin.ch/abfall/01472/01483/index.html?lang=de</w:t>
        </w:r>
      </w:hyperlink>
      <w:r w:rsidR="007C0D23" w:rsidRPr="00D13313">
        <w:t>).</w:t>
      </w:r>
    </w:p>
    <w:p w14:paraId="382935D6" w14:textId="7E98B229" w:rsidR="00D471BB" w:rsidRPr="00D13313" w:rsidRDefault="00073D8D" w:rsidP="00697B25">
      <w:pPr>
        <w:pStyle w:val="berschrift1"/>
        <w:rPr>
          <w:lang w:val="de-CH"/>
        </w:rPr>
      </w:pPr>
      <w:bookmarkStart w:id="80" w:name="_Toc441629289"/>
      <w:bookmarkStart w:id="81" w:name="_Toc486420522"/>
      <w:bookmarkStart w:id="82" w:name="_Toc507867538"/>
      <w:bookmarkEnd w:id="9"/>
      <w:r w:rsidRPr="00D13313">
        <w:rPr>
          <w:lang w:val="de-CH"/>
        </w:rPr>
        <w:t>Konkurrenz</w:t>
      </w:r>
      <w:bookmarkEnd w:id="80"/>
      <w:bookmarkEnd w:id="81"/>
      <w:bookmarkEnd w:id="82"/>
      <w:r w:rsidRPr="00D13313">
        <w:rPr>
          <w:lang w:val="de-CH"/>
        </w:rPr>
        <w:t xml:space="preserve"> </w:t>
      </w:r>
      <w:bookmarkEnd w:id="10"/>
    </w:p>
    <w:p w14:paraId="0E292BE1" w14:textId="7FC65331" w:rsidR="002663BF" w:rsidRPr="00D13313" w:rsidRDefault="002663BF" w:rsidP="007C0D23">
      <w:pPr>
        <w:spacing w:line="276" w:lineRule="auto"/>
        <w:rPr>
          <w:color w:val="000000" w:themeColor="text1"/>
          <w:szCs w:val="20"/>
          <w:lang w:val="de-CH"/>
        </w:rPr>
      </w:pPr>
      <w:r w:rsidRPr="00D13313">
        <w:rPr>
          <w:color w:val="000000" w:themeColor="text1"/>
          <w:szCs w:val="20"/>
          <w:lang w:val="de-CH"/>
        </w:rPr>
        <w:t>Die folgenden Lebensmittelg</w:t>
      </w:r>
      <w:r w:rsidR="007D0E8C" w:rsidRPr="00D13313">
        <w:rPr>
          <w:color w:val="000000" w:themeColor="text1"/>
          <w:szCs w:val="20"/>
          <w:lang w:val="de-CH"/>
        </w:rPr>
        <w:t xml:space="preserve">eschäfte sind vergleichbar mit </w:t>
      </w:r>
      <w:proofErr w:type="spellStart"/>
      <w:r w:rsidR="005E7A61" w:rsidRPr="002C4AD1">
        <w:rPr>
          <w:rStyle w:val="WahreWare"/>
        </w:rPr>
        <w:t>WahreWare</w:t>
      </w:r>
      <w:proofErr w:type="spellEnd"/>
      <w:r w:rsidRPr="00D13313">
        <w:rPr>
          <w:color w:val="000000" w:themeColor="text1"/>
          <w:szCs w:val="20"/>
          <w:lang w:val="de-CH"/>
        </w:rPr>
        <w:t>. Sie haben ebenfalls ein Bio-Sortiment und befinden sich in oder unmittelbar in der Altstadt Winterthur.</w:t>
      </w:r>
    </w:p>
    <w:p w14:paraId="5AEE202D" w14:textId="2A13229C" w:rsidR="00537A43" w:rsidRPr="00D13313" w:rsidRDefault="002663BF" w:rsidP="00697B25">
      <w:pPr>
        <w:pStyle w:val="berschrift2"/>
        <w:rPr>
          <w:lang w:val="de-CH"/>
        </w:rPr>
      </w:pPr>
      <w:bookmarkStart w:id="83" w:name="_Toc486420523"/>
      <w:proofErr w:type="spellStart"/>
      <w:r w:rsidRPr="00D13313">
        <w:rPr>
          <w:lang w:val="de-CH"/>
        </w:rPr>
        <w:t>Rägeboge</w:t>
      </w:r>
      <w:bookmarkEnd w:id="83"/>
      <w:proofErr w:type="spellEnd"/>
    </w:p>
    <w:p w14:paraId="2E78E85F" w14:textId="78A23BA8" w:rsidR="002663BF" w:rsidRPr="00D13313" w:rsidRDefault="002663BF" w:rsidP="00697B25">
      <w:pPr>
        <w:pStyle w:val="Textkrper"/>
        <w:rPr>
          <w:szCs w:val="22"/>
        </w:rPr>
      </w:pPr>
      <w:r w:rsidRPr="00D13313">
        <w:t xml:space="preserve">Der </w:t>
      </w:r>
      <w:r w:rsidR="00697B25">
        <w:t xml:space="preserve">Laden </w:t>
      </w:r>
      <w:r w:rsidR="004170AC">
        <w:t>«</w:t>
      </w:r>
      <w:proofErr w:type="spellStart"/>
      <w:r w:rsidRPr="00D13313">
        <w:t>Rägeboge</w:t>
      </w:r>
      <w:proofErr w:type="spellEnd"/>
      <w:r w:rsidR="004170AC">
        <w:t>»</w:t>
      </w:r>
      <w:r w:rsidRPr="00D13313">
        <w:t xml:space="preserve"> befindet sich direkt neben dem Bahnhof </w:t>
      </w:r>
      <w:r w:rsidR="007B4B71" w:rsidRPr="00D13313">
        <w:t>Winterthur an der Rudolfstrasse</w:t>
      </w:r>
      <w:r w:rsidR="004170AC">
        <w:t>, in ca. 15 </w:t>
      </w:r>
      <w:r w:rsidRPr="00D13313">
        <w:t xml:space="preserve">Minuten Gehdistanz zu </w:t>
      </w:r>
      <w:proofErr w:type="spellStart"/>
      <w:r w:rsidR="005E7A61" w:rsidRPr="002C4AD1">
        <w:rPr>
          <w:rStyle w:val="WahreWare"/>
        </w:rPr>
        <w:t>WahreWare</w:t>
      </w:r>
      <w:proofErr w:type="spellEnd"/>
      <w:r w:rsidRPr="00D13313">
        <w:t xml:space="preserve">. Der </w:t>
      </w:r>
      <w:r w:rsidR="004170AC">
        <w:t>«</w:t>
      </w:r>
      <w:proofErr w:type="spellStart"/>
      <w:r w:rsidR="004170AC">
        <w:t>R</w:t>
      </w:r>
      <w:r w:rsidRPr="00D13313">
        <w:t>ägeboge</w:t>
      </w:r>
      <w:proofErr w:type="spellEnd"/>
      <w:r w:rsidR="004170AC">
        <w:t>»</w:t>
      </w:r>
      <w:r w:rsidRPr="00D13313">
        <w:t xml:space="preserve"> hat bereits eine lange Geschichte in Winterthur, mit der Gründung im Jahr 1982. Das Lokal ist vor allem zu Fuss oder mit ÖV sehr gut erreichbar. Parkplätze befinden sich nur wenige in unmittelbarer Nähe. Der </w:t>
      </w:r>
      <w:r w:rsidR="004170AC">
        <w:t>«</w:t>
      </w:r>
      <w:proofErr w:type="spellStart"/>
      <w:r w:rsidRPr="00D13313">
        <w:t>Rägeboge</w:t>
      </w:r>
      <w:proofErr w:type="spellEnd"/>
      <w:r w:rsidR="004170AC">
        <w:t>»</w:t>
      </w:r>
      <w:r w:rsidRPr="00D13313">
        <w:t xml:space="preserve"> bietet keinen Online-Shop an, aber einen Velokurier-Lieferservice von Früchte-Abos an den Arbeitsplatz, sowie Caterings und Apéros. Die Öffnungszeiten sind jeweils Mo</w:t>
      </w:r>
      <w:r w:rsidR="00697B25">
        <w:t>–</w:t>
      </w:r>
      <w:r w:rsidRPr="00D13313">
        <w:t>Fr 8.30</w:t>
      </w:r>
      <w:r w:rsidR="007B4B71" w:rsidRPr="00D13313">
        <w:t>–</w:t>
      </w:r>
      <w:r w:rsidRPr="00D13313">
        <w:t>19.00</w:t>
      </w:r>
      <w:r w:rsidR="007B4B71" w:rsidRPr="00D13313">
        <w:t> </w:t>
      </w:r>
      <w:r w:rsidR="004170AC">
        <w:t>Uhr und Sa </w:t>
      </w:r>
      <w:r w:rsidRPr="00D13313">
        <w:t>8.00</w:t>
      </w:r>
      <w:r w:rsidR="007B4B71" w:rsidRPr="00D13313">
        <w:t>–</w:t>
      </w:r>
      <w:r w:rsidRPr="00D13313">
        <w:t>17.00</w:t>
      </w:r>
      <w:r w:rsidR="007B4B71" w:rsidRPr="00D13313">
        <w:t> </w:t>
      </w:r>
      <w:r w:rsidRPr="00D13313">
        <w:t xml:space="preserve">Uhr. </w:t>
      </w:r>
    </w:p>
    <w:p w14:paraId="76FCB09D" w14:textId="1592CBC6" w:rsidR="002663BF" w:rsidRPr="00D13313" w:rsidRDefault="002663BF" w:rsidP="006F026F">
      <w:pPr>
        <w:spacing w:line="276" w:lineRule="auto"/>
        <w:jc w:val="both"/>
        <w:rPr>
          <w:color w:val="000000" w:themeColor="text1"/>
          <w:szCs w:val="20"/>
          <w:lang w:val="de-CH"/>
        </w:rPr>
      </w:pPr>
      <w:r w:rsidRPr="00D13313">
        <w:rPr>
          <w:color w:val="000000" w:themeColor="text1"/>
          <w:szCs w:val="20"/>
          <w:lang w:val="de-CH"/>
        </w:rPr>
        <w:t xml:space="preserve">Der </w:t>
      </w:r>
      <w:r w:rsidR="004170AC">
        <w:rPr>
          <w:color w:val="000000" w:themeColor="text1"/>
          <w:szCs w:val="20"/>
          <w:lang w:val="de-CH"/>
        </w:rPr>
        <w:t>«</w:t>
      </w:r>
      <w:proofErr w:type="spellStart"/>
      <w:r w:rsidRPr="00D13313">
        <w:rPr>
          <w:color w:val="000000" w:themeColor="text1"/>
          <w:szCs w:val="20"/>
          <w:lang w:val="de-CH"/>
        </w:rPr>
        <w:t>Rägeboge</w:t>
      </w:r>
      <w:proofErr w:type="spellEnd"/>
      <w:r w:rsidR="004170AC">
        <w:rPr>
          <w:color w:val="000000" w:themeColor="text1"/>
          <w:szCs w:val="20"/>
          <w:lang w:val="de-CH"/>
        </w:rPr>
        <w:t>»</w:t>
      </w:r>
      <w:r w:rsidRPr="00D13313">
        <w:rPr>
          <w:color w:val="000000" w:themeColor="text1"/>
          <w:szCs w:val="20"/>
          <w:lang w:val="de-CH"/>
        </w:rPr>
        <w:t xml:space="preserve"> ist eine Genossenschaft und besteht aus drei e</w:t>
      </w:r>
      <w:r w:rsidR="004170AC">
        <w:rPr>
          <w:color w:val="000000" w:themeColor="text1"/>
          <w:szCs w:val="20"/>
          <w:lang w:val="de-CH"/>
        </w:rPr>
        <w:t>igenständigen Bereichen</w:t>
      </w:r>
      <w:r w:rsidRPr="00D13313">
        <w:rPr>
          <w:color w:val="000000" w:themeColor="text1"/>
          <w:szCs w:val="20"/>
          <w:lang w:val="de-CH"/>
        </w:rPr>
        <w:t xml:space="preserve">: Dem Bio-Markt, der Natur-Drogerie und dem Bio-Bistro. Der </w:t>
      </w:r>
      <w:r w:rsidR="004170AC">
        <w:rPr>
          <w:color w:val="000000" w:themeColor="text1"/>
          <w:szCs w:val="20"/>
          <w:lang w:val="de-CH"/>
        </w:rPr>
        <w:t>«</w:t>
      </w:r>
      <w:proofErr w:type="spellStart"/>
      <w:r w:rsidRPr="00D13313">
        <w:rPr>
          <w:color w:val="000000" w:themeColor="text1"/>
          <w:szCs w:val="20"/>
          <w:lang w:val="de-CH"/>
        </w:rPr>
        <w:t>Rägeboge</w:t>
      </w:r>
      <w:proofErr w:type="spellEnd"/>
      <w:r w:rsidR="004170AC">
        <w:rPr>
          <w:color w:val="000000" w:themeColor="text1"/>
          <w:szCs w:val="20"/>
          <w:lang w:val="de-CH"/>
        </w:rPr>
        <w:t>»</w:t>
      </w:r>
      <w:r w:rsidRPr="00D13313">
        <w:rPr>
          <w:color w:val="000000" w:themeColor="text1"/>
          <w:szCs w:val="20"/>
          <w:lang w:val="de-CH"/>
        </w:rPr>
        <w:t xml:space="preserve"> bietet im Food-Bereich einige wenige Produkte offen an, v.a. im Bereich Gemüse und Trockensortiment: Müesli, Nüsse und Trockenfrüchte. Im Sortiment sind auch vegane und lactosefreie Produkte. Es ist anzunehmen, dass der </w:t>
      </w:r>
      <w:r w:rsidR="004170AC">
        <w:rPr>
          <w:color w:val="000000" w:themeColor="text1"/>
          <w:szCs w:val="20"/>
          <w:lang w:val="de-CH"/>
        </w:rPr>
        <w:t>«</w:t>
      </w:r>
      <w:proofErr w:type="spellStart"/>
      <w:r w:rsidRPr="00D13313">
        <w:rPr>
          <w:color w:val="000000" w:themeColor="text1"/>
          <w:szCs w:val="20"/>
          <w:lang w:val="de-CH"/>
        </w:rPr>
        <w:t>Rägeboge</w:t>
      </w:r>
      <w:proofErr w:type="spellEnd"/>
      <w:r w:rsidR="004170AC">
        <w:rPr>
          <w:color w:val="000000" w:themeColor="text1"/>
          <w:szCs w:val="20"/>
          <w:lang w:val="de-CH"/>
        </w:rPr>
        <w:t>»</w:t>
      </w:r>
      <w:r w:rsidRPr="00D13313">
        <w:rPr>
          <w:color w:val="000000" w:themeColor="text1"/>
          <w:szCs w:val="20"/>
          <w:lang w:val="de-CH"/>
        </w:rPr>
        <w:t xml:space="preserve"> sein unverpacktes Sortiment in den nächsten Jahren ausbauen wird, um dem aktuellen Trend zu folgen. </w:t>
      </w:r>
    </w:p>
    <w:p w14:paraId="419068AD" w14:textId="5064E6A1" w:rsidR="00537A43" w:rsidRPr="00D13313" w:rsidRDefault="002663BF" w:rsidP="00697B25">
      <w:pPr>
        <w:pStyle w:val="berschrift2"/>
        <w:rPr>
          <w:lang w:val="de-CH"/>
        </w:rPr>
      </w:pPr>
      <w:bookmarkStart w:id="84" w:name="_Toc486420524"/>
      <w:proofErr w:type="spellStart"/>
      <w:r w:rsidRPr="00D13313">
        <w:rPr>
          <w:lang w:val="de-CH"/>
        </w:rPr>
        <w:t>L’ultimo</w:t>
      </w:r>
      <w:proofErr w:type="spellEnd"/>
      <w:r w:rsidRPr="00D13313">
        <w:rPr>
          <w:lang w:val="de-CH"/>
        </w:rPr>
        <w:t xml:space="preserve"> </w:t>
      </w:r>
      <w:proofErr w:type="spellStart"/>
      <w:r w:rsidRPr="00D13313">
        <w:rPr>
          <w:lang w:val="de-CH"/>
        </w:rPr>
        <w:t>bacio</w:t>
      </w:r>
      <w:bookmarkEnd w:id="84"/>
      <w:proofErr w:type="spellEnd"/>
    </w:p>
    <w:p w14:paraId="4B3E09E7" w14:textId="361AE31F" w:rsidR="007E2FD4" w:rsidRPr="00D13313" w:rsidRDefault="002663BF" w:rsidP="00697B25">
      <w:pPr>
        <w:pStyle w:val="Textkrper"/>
      </w:pPr>
      <w:r w:rsidRPr="00D13313">
        <w:t>Das</w:t>
      </w:r>
      <w:r w:rsidR="005E7A61">
        <w:t xml:space="preserve"> Lokal befindet sich am Obertor </w:t>
      </w:r>
      <w:r w:rsidRPr="00D13313">
        <w:t xml:space="preserve">5 </w:t>
      </w:r>
      <w:r w:rsidR="005E7A61">
        <w:t>in ca. 5 </w:t>
      </w:r>
      <w:r w:rsidR="007D0E8C" w:rsidRPr="00D13313">
        <w:t xml:space="preserve">Minuten Gehdistanz zu </w:t>
      </w:r>
      <w:proofErr w:type="spellStart"/>
      <w:r w:rsidR="005E7A61" w:rsidRPr="002C4AD1">
        <w:rPr>
          <w:rStyle w:val="WahreWare"/>
        </w:rPr>
        <w:t>WahreWare</w:t>
      </w:r>
      <w:proofErr w:type="spellEnd"/>
      <w:r w:rsidRPr="00D13313">
        <w:t>. Es hat keine Parkmöglichkeiten oder direkte</w:t>
      </w:r>
      <w:r w:rsidR="007B4B71" w:rsidRPr="00D13313">
        <w:t>n</w:t>
      </w:r>
      <w:r w:rsidRPr="00D13313">
        <w:t xml:space="preserve"> ÖV-Anschluss. Das Lokal ist unterteilt in einen Food- und Non</w:t>
      </w:r>
      <w:r w:rsidR="007B4B71" w:rsidRPr="00D13313">
        <w:t>-</w:t>
      </w:r>
      <w:r w:rsidRPr="00D13313">
        <w:t xml:space="preserve">Food-Bereich mit Naturkosmetik. Das </w:t>
      </w:r>
      <w:r w:rsidR="004170AC">
        <w:t>«</w:t>
      </w:r>
      <w:proofErr w:type="spellStart"/>
      <w:r w:rsidRPr="00D13313">
        <w:t>L’ultimo</w:t>
      </w:r>
      <w:proofErr w:type="spellEnd"/>
      <w:r w:rsidRPr="00D13313">
        <w:t xml:space="preserve"> </w:t>
      </w:r>
      <w:proofErr w:type="spellStart"/>
      <w:r w:rsidRPr="00D13313">
        <w:t>bac</w:t>
      </w:r>
      <w:r w:rsidR="007B4B71" w:rsidRPr="00D13313">
        <w:t>i</w:t>
      </w:r>
      <w:r w:rsidRPr="00D13313">
        <w:t>o</w:t>
      </w:r>
      <w:proofErr w:type="spellEnd"/>
      <w:r w:rsidR="004170AC">
        <w:t>»</w:t>
      </w:r>
      <w:r w:rsidRPr="00D13313">
        <w:t xml:space="preserve"> hat 2011 eröffnet. Es besteht kein Online-Shop, aber die M</w:t>
      </w:r>
      <w:r w:rsidR="005E7A61">
        <w:t>öglichkeit von Caterings ab 100 </w:t>
      </w:r>
      <w:r w:rsidRPr="00D13313">
        <w:t>Personen. Die Öffnungszeiten sind Mo</w:t>
      </w:r>
      <w:r w:rsidR="007B4B71" w:rsidRPr="00D13313">
        <w:t>–</w:t>
      </w:r>
      <w:r w:rsidRPr="00D13313">
        <w:t>Sa 7.00</w:t>
      </w:r>
      <w:r w:rsidR="007B4B71" w:rsidRPr="00D13313">
        <w:t>–</w:t>
      </w:r>
      <w:r w:rsidRPr="00D13313">
        <w:t>21.00</w:t>
      </w:r>
      <w:r w:rsidR="005E7A61">
        <w:t> Uhr.</w:t>
      </w:r>
    </w:p>
    <w:p w14:paraId="48A21B8B" w14:textId="18003F88" w:rsidR="002663BF" w:rsidRPr="00D13313" w:rsidRDefault="002663BF" w:rsidP="005E7A61">
      <w:pPr>
        <w:pStyle w:val="Textkrper"/>
        <w:rPr>
          <w:szCs w:val="22"/>
        </w:rPr>
      </w:pPr>
      <w:r w:rsidRPr="00D13313">
        <w:t xml:space="preserve">Das </w:t>
      </w:r>
      <w:r w:rsidR="004170AC">
        <w:t>«</w:t>
      </w:r>
      <w:proofErr w:type="spellStart"/>
      <w:r w:rsidRPr="00D13313">
        <w:t>L’ultimo</w:t>
      </w:r>
      <w:proofErr w:type="spellEnd"/>
      <w:r w:rsidRPr="00D13313">
        <w:t xml:space="preserve"> </w:t>
      </w:r>
      <w:proofErr w:type="spellStart"/>
      <w:r w:rsidRPr="00D13313">
        <w:t>bacio</w:t>
      </w:r>
      <w:proofErr w:type="spellEnd"/>
      <w:r w:rsidR="004170AC">
        <w:t>»</w:t>
      </w:r>
      <w:r w:rsidRPr="00D13313">
        <w:t xml:space="preserve"> ist eine GmbH und eines von vier Lokalen. Zwei davon befinden </w:t>
      </w:r>
      <w:r w:rsidR="005E7A61">
        <w:t>sich in Zürich und eines in St. </w:t>
      </w:r>
      <w:r w:rsidRPr="00D13313">
        <w:t xml:space="preserve">Gallen. Das unverpackte Sortiment umfasst Bio-Gemüse/Früchte und ein kleines Sortiment an Antipasti. Die Herkunft der Produkte ist sehr transparent und persönlich auf der Website präsentiert. Der Umgang im </w:t>
      </w:r>
      <w:r w:rsidR="004170AC">
        <w:t>«</w:t>
      </w:r>
      <w:proofErr w:type="spellStart"/>
      <w:r w:rsidRPr="00D13313">
        <w:t>L’ultimo</w:t>
      </w:r>
      <w:proofErr w:type="spellEnd"/>
      <w:r w:rsidRPr="00D13313">
        <w:t xml:space="preserve"> </w:t>
      </w:r>
      <w:proofErr w:type="spellStart"/>
      <w:r w:rsidRPr="00D13313">
        <w:t>bacio</w:t>
      </w:r>
      <w:proofErr w:type="spellEnd"/>
      <w:r w:rsidR="004170AC">
        <w:t>»</w:t>
      </w:r>
      <w:r w:rsidRPr="00D13313">
        <w:t xml:space="preserve"> ist sehr freundlich und persönlich</w:t>
      </w:r>
      <w:r w:rsidR="007B4B71" w:rsidRPr="00D13313">
        <w:t>,</w:t>
      </w:r>
      <w:r w:rsidR="008D3F55" w:rsidRPr="00D13313">
        <w:t xml:space="preserve"> </w:t>
      </w:r>
      <w:r w:rsidRPr="00D13313">
        <w:t>was aufgrund der kleinen Verkaufsfläche gut möglich ist.</w:t>
      </w:r>
    </w:p>
    <w:p w14:paraId="41FBB27C" w14:textId="7B8F38C6" w:rsidR="00537A43" w:rsidRPr="00D13313" w:rsidRDefault="002663BF" w:rsidP="005E7A61">
      <w:pPr>
        <w:pStyle w:val="berschrift2"/>
        <w:rPr>
          <w:lang w:val="de-CH"/>
        </w:rPr>
      </w:pPr>
      <w:bookmarkStart w:id="85" w:name="_Toc486420525"/>
      <w:r w:rsidRPr="00D13313">
        <w:rPr>
          <w:lang w:val="de-CH"/>
        </w:rPr>
        <w:lastRenderedPageBreak/>
        <w:t>Alnatura</w:t>
      </w:r>
      <w:bookmarkEnd w:id="85"/>
      <w:r w:rsidRPr="00D13313">
        <w:rPr>
          <w:lang w:val="de-CH"/>
        </w:rPr>
        <w:t xml:space="preserve"> </w:t>
      </w:r>
    </w:p>
    <w:p w14:paraId="18214F67" w14:textId="1BC96FE0" w:rsidR="002663BF" w:rsidRPr="00D13313" w:rsidRDefault="002663BF" w:rsidP="005E7A61">
      <w:pPr>
        <w:pStyle w:val="Textkrper"/>
        <w:rPr>
          <w:szCs w:val="22"/>
        </w:rPr>
      </w:pPr>
      <w:r w:rsidRPr="00D13313">
        <w:t xml:space="preserve">Der </w:t>
      </w:r>
      <w:r w:rsidR="004170AC">
        <w:t>«</w:t>
      </w:r>
      <w:proofErr w:type="spellStart"/>
      <w:r w:rsidRPr="00D13313">
        <w:t>Alnatura</w:t>
      </w:r>
      <w:proofErr w:type="spellEnd"/>
      <w:r w:rsidR="004170AC">
        <w:t>»</w:t>
      </w:r>
      <w:r w:rsidRPr="00D13313">
        <w:t xml:space="preserve">-Supermarkt </w:t>
      </w:r>
      <w:proofErr w:type="spellStart"/>
      <w:r w:rsidRPr="00D13313">
        <w:t>Grüze</w:t>
      </w:r>
      <w:proofErr w:type="spellEnd"/>
      <w:r w:rsidRPr="00D13313">
        <w:t xml:space="preserve"> befindet sich ausserhalb der A</w:t>
      </w:r>
      <w:r w:rsidR="005E7A61">
        <w:t>ltstadt an der Industriestrasse </w:t>
      </w:r>
      <w:r w:rsidRPr="00D13313">
        <w:t xml:space="preserve">11, ist gut angeschlossen an den ÖV und besteht seit 2014. Die Erreichbarkeit ist auch mit dem Auto sehr gut, da eine hohe Zahl an Parkplätzen zur Verfügung steht. Der </w:t>
      </w:r>
      <w:r w:rsidR="004170AC">
        <w:t>«</w:t>
      </w:r>
      <w:r w:rsidRPr="00D13313">
        <w:t>Alnatura</w:t>
      </w:r>
      <w:r w:rsidR="004170AC">
        <w:t>»</w:t>
      </w:r>
      <w:r w:rsidRPr="00D13313">
        <w:t xml:space="preserve">-Supermarkt ist Teil der </w:t>
      </w:r>
      <w:r w:rsidR="004170AC">
        <w:t>«</w:t>
      </w:r>
      <w:r w:rsidRPr="00D13313">
        <w:t>Migros</w:t>
      </w:r>
      <w:r w:rsidR="004170AC">
        <w:t>»-</w:t>
      </w:r>
      <w:r w:rsidRPr="00D13313">
        <w:t xml:space="preserve">Gruppe und nutzt den Online-Supermarkt </w:t>
      </w:r>
      <w:r w:rsidR="004170AC">
        <w:t>«</w:t>
      </w:r>
      <w:proofErr w:type="spellStart"/>
      <w:r w:rsidR="004170AC">
        <w:t>Le</w:t>
      </w:r>
      <w:r w:rsidRPr="00D13313">
        <w:t>Shop</w:t>
      </w:r>
      <w:proofErr w:type="spellEnd"/>
      <w:r w:rsidR="004170AC">
        <w:t>»</w:t>
      </w:r>
      <w:r w:rsidRPr="00D13313">
        <w:t xml:space="preserve">. Im Online-Shop können 300 </w:t>
      </w:r>
      <w:r w:rsidR="004170AC">
        <w:t>«</w:t>
      </w:r>
      <w:r w:rsidRPr="00D13313">
        <w:t>Alnatura</w:t>
      </w:r>
      <w:r w:rsidR="004170AC">
        <w:t>»-</w:t>
      </w:r>
      <w:r w:rsidRPr="00D13313">
        <w:t>Produkte bestellt werden. Die Öffnungszeiten sind Mo</w:t>
      </w:r>
      <w:r w:rsidR="007B4B71" w:rsidRPr="00D13313">
        <w:t>–</w:t>
      </w:r>
      <w:r w:rsidRPr="00D13313">
        <w:t>Sa 8.00</w:t>
      </w:r>
      <w:r w:rsidR="007B4B71" w:rsidRPr="00D13313">
        <w:t>–</w:t>
      </w:r>
      <w:r w:rsidRPr="00D13313">
        <w:t>20.00</w:t>
      </w:r>
      <w:r w:rsidR="007B4B71" w:rsidRPr="00D13313">
        <w:t> </w:t>
      </w:r>
      <w:r w:rsidRPr="00D13313">
        <w:t>Uhr.</w:t>
      </w:r>
    </w:p>
    <w:p w14:paraId="39C1A58B" w14:textId="0250F5D2" w:rsidR="002663BF" w:rsidRPr="00D13313" w:rsidRDefault="002663BF" w:rsidP="005E7A61">
      <w:pPr>
        <w:pStyle w:val="Textkrper"/>
      </w:pPr>
      <w:r w:rsidRPr="00D13313">
        <w:t xml:space="preserve">Der persönliche Austausch und direkter Kundenkontakt stehen im </w:t>
      </w:r>
      <w:r w:rsidR="004170AC">
        <w:t>«</w:t>
      </w:r>
      <w:r w:rsidRPr="00D13313">
        <w:t>Alnatura</w:t>
      </w:r>
      <w:r w:rsidR="004170AC">
        <w:t>»</w:t>
      </w:r>
      <w:r w:rsidRPr="00D13313">
        <w:t xml:space="preserve">-Supermarkt nicht an erster Stelle. Dies ist vor allem aufgrund der grossen Ladenfläche nur schwer möglich. </w:t>
      </w:r>
      <w:r w:rsidR="004170AC">
        <w:t>«</w:t>
      </w:r>
      <w:r w:rsidRPr="00D13313">
        <w:t>Alnatura</w:t>
      </w:r>
      <w:r w:rsidR="004170AC">
        <w:t>»</w:t>
      </w:r>
      <w:r w:rsidRPr="00D13313">
        <w:t xml:space="preserve"> bietet das Bio-Gemüse/Früchte unverpackt an, sonst ist kein offenes Sortiment vorhanden.</w:t>
      </w:r>
    </w:p>
    <w:p w14:paraId="458CEAD6" w14:textId="7F3A06D3" w:rsidR="007E2FD4" w:rsidRPr="00D13313" w:rsidRDefault="002663BF" w:rsidP="005E7A61">
      <w:pPr>
        <w:pStyle w:val="berschrift2"/>
        <w:rPr>
          <w:lang w:val="de-CH"/>
        </w:rPr>
      </w:pPr>
      <w:bookmarkStart w:id="86" w:name="_Toc486420526"/>
      <w:r w:rsidRPr="00D13313">
        <w:rPr>
          <w:lang w:val="de-CH"/>
        </w:rPr>
        <w:t>Coop und Migros</w:t>
      </w:r>
      <w:bookmarkEnd w:id="86"/>
    </w:p>
    <w:p w14:paraId="48A29FFD" w14:textId="688E961B" w:rsidR="00882ABC" w:rsidRPr="00D13313" w:rsidRDefault="002663BF" w:rsidP="005E7A61">
      <w:pPr>
        <w:pStyle w:val="Textkrper"/>
      </w:pPr>
      <w:r w:rsidRPr="00D13313">
        <w:t>Die zwei grossen Detailhändler bi</w:t>
      </w:r>
      <w:r w:rsidR="007D0E8C" w:rsidRPr="00D13313">
        <w:t xml:space="preserve">eten die grösste Konkurrenz zu </w:t>
      </w:r>
      <w:proofErr w:type="spellStart"/>
      <w:r w:rsidR="005E7A61" w:rsidRPr="002C4AD1">
        <w:rPr>
          <w:rStyle w:val="WahreWare"/>
        </w:rPr>
        <w:t>WahreWare</w:t>
      </w:r>
      <w:proofErr w:type="spellEnd"/>
      <w:r w:rsidRPr="00D13313">
        <w:t>, v.</w:t>
      </w:r>
      <w:r w:rsidR="007B4B71" w:rsidRPr="00D13313">
        <w:t> </w:t>
      </w:r>
      <w:r w:rsidRPr="00D13313">
        <w:t>a. aufgrund des grossen Bio-Sortiments und den verhältnismässig tiefen Preise</w:t>
      </w:r>
      <w:r w:rsidR="007B4B71" w:rsidRPr="00D13313">
        <w:t>n</w:t>
      </w:r>
      <w:r w:rsidRPr="00D13313">
        <w:t xml:space="preserve">. In der Industriezone </w:t>
      </w:r>
      <w:proofErr w:type="spellStart"/>
      <w:r w:rsidRPr="00D13313">
        <w:t>Grüze</w:t>
      </w:r>
      <w:proofErr w:type="spellEnd"/>
      <w:r w:rsidRPr="00D13313">
        <w:t xml:space="preserve"> befinden sich (in der Nähe des Alnatura-Supermarktes) ein</w:t>
      </w:r>
      <w:r w:rsidR="007B4B71" w:rsidRPr="00D13313">
        <w:t>e</w:t>
      </w:r>
      <w:r w:rsidRPr="00D13313">
        <w:t xml:space="preserve"> grosse </w:t>
      </w:r>
      <w:r w:rsidR="004170AC">
        <w:t>«</w:t>
      </w:r>
      <w:r w:rsidRPr="00D13313">
        <w:t>Migros</w:t>
      </w:r>
      <w:r w:rsidR="004170AC">
        <w:t>»</w:t>
      </w:r>
      <w:r w:rsidRPr="00D13313">
        <w:t xml:space="preserve">, </w:t>
      </w:r>
      <w:r w:rsidR="007B4B71" w:rsidRPr="00D13313">
        <w:t xml:space="preserve">sowie </w:t>
      </w:r>
      <w:r w:rsidRPr="00D13313">
        <w:t xml:space="preserve">auch </w:t>
      </w:r>
      <w:r w:rsidR="007B4B71" w:rsidRPr="00D13313">
        <w:t xml:space="preserve">ein </w:t>
      </w:r>
      <w:r w:rsidR="004170AC">
        <w:t>«</w:t>
      </w:r>
      <w:r w:rsidRPr="00D13313">
        <w:t>Coop</w:t>
      </w:r>
      <w:r w:rsidR="004170AC">
        <w:t>»-</w:t>
      </w:r>
      <w:r w:rsidRPr="00D13313">
        <w:t xml:space="preserve">Einkaufszentrum. Direkt in der Altstadt hat es weder eine </w:t>
      </w:r>
      <w:r w:rsidR="004170AC">
        <w:t>«</w:t>
      </w:r>
      <w:r w:rsidRPr="00D13313">
        <w:t>Migros</w:t>
      </w:r>
      <w:r w:rsidR="004170AC">
        <w:t>»</w:t>
      </w:r>
      <w:r w:rsidRPr="00D13313">
        <w:t xml:space="preserve">, noch einen </w:t>
      </w:r>
      <w:r w:rsidR="004170AC">
        <w:t>«</w:t>
      </w:r>
      <w:r w:rsidRPr="00D13313">
        <w:t>Coop</w:t>
      </w:r>
      <w:r w:rsidR="004170AC">
        <w:t>»</w:t>
      </w:r>
      <w:r w:rsidRPr="00D13313">
        <w:t xml:space="preserve">. </w:t>
      </w:r>
      <w:bookmarkEnd w:id="11"/>
    </w:p>
    <w:p w14:paraId="1697461A" w14:textId="4EE4FD51" w:rsidR="00D471BB" w:rsidRPr="00D13313" w:rsidRDefault="00073D8D" w:rsidP="005E7A61">
      <w:pPr>
        <w:pStyle w:val="berschrift1"/>
        <w:rPr>
          <w:lang w:val="de-CH"/>
        </w:rPr>
      </w:pPr>
      <w:bookmarkStart w:id="87" w:name="_Toc486420527"/>
      <w:bookmarkStart w:id="88" w:name="_Toc50786753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D13313">
        <w:rPr>
          <w:lang w:val="de-CH"/>
        </w:rPr>
        <w:t>Marketing</w:t>
      </w:r>
      <w:bookmarkEnd w:id="87"/>
      <w:bookmarkEnd w:id="88"/>
    </w:p>
    <w:p w14:paraId="39F1722F" w14:textId="2A086D10" w:rsidR="00073D8D" w:rsidRPr="00D13313" w:rsidRDefault="00827CE4" w:rsidP="005E7A61">
      <w:pPr>
        <w:pStyle w:val="berschrift2"/>
        <w:rPr>
          <w:lang w:val="de-CH"/>
        </w:rPr>
      </w:pPr>
      <w:bookmarkStart w:id="89" w:name="_Toc486420528"/>
      <w:r w:rsidRPr="00D13313">
        <w:rPr>
          <w:lang w:val="de-CH"/>
        </w:rPr>
        <w:t>Strategien</w:t>
      </w:r>
      <w:bookmarkEnd w:id="89"/>
    </w:p>
    <w:p w14:paraId="7DF951A5" w14:textId="33C2F8F9" w:rsidR="008F0780" w:rsidRPr="00D13313" w:rsidRDefault="005E7A61" w:rsidP="000110AD">
      <w:pPr>
        <w:spacing w:before="120" w:after="120" w:line="276" w:lineRule="auto"/>
        <w:jc w:val="both"/>
        <w:rPr>
          <w:color w:val="000000" w:themeColor="text1"/>
          <w:szCs w:val="22"/>
          <w:u w:val="single"/>
          <w:lang w:val="de-CH"/>
        </w:rPr>
      </w:pPr>
      <w:r w:rsidRPr="00C73C44">
        <w:rPr>
          <w:rStyle w:val="WahreWare"/>
        </w:rPr>
        <w:t>Crowdfunding</w:t>
      </w:r>
      <w:r w:rsidR="008F0780" w:rsidRPr="00C73C44">
        <w:rPr>
          <w:rStyle w:val="WahreWare"/>
        </w:rPr>
        <w:t xml:space="preserve"> </w:t>
      </w:r>
      <w:r w:rsidR="008F0780" w:rsidRPr="00D13313">
        <w:rPr>
          <w:color w:val="000000" w:themeColor="text1"/>
          <w:szCs w:val="22"/>
          <w:lang w:val="de-CH"/>
        </w:rPr>
        <w:t xml:space="preserve">Um Geld aber auch zukünftige </w:t>
      </w:r>
      <w:r w:rsidR="007B4B71" w:rsidRPr="00D13313">
        <w:rPr>
          <w:color w:val="000000" w:themeColor="text1"/>
          <w:szCs w:val="22"/>
          <w:lang w:val="de-CH"/>
        </w:rPr>
        <w:t>Kundinnen und Kunden</w:t>
      </w:r>
      <w:r w:rsidR="008F0780" w:rsidRPr="00D13313">
        <w:rPr>
          <w:color w:val="000000" w:themeColor="text1"/>
          <w:szCs w:val="22"/>
          <w:lang w:val="de-CH"/>
        </w:rPr>
        <w:t xml:space="preserve"> zu sichern, werden wir eine Crowdfunding Kampagne </w:t>
      </w:r>
      <w:r w:rsidR="007D0E8C" w:rsidRPr="00D13313">
        <w:rPr>
          <w:color w:val="000000" w:themeColor="text1"/>
          <w:szCs w:val="22"/>
          <w:lang w:val="de-CH"/>
        </w:rPr>
        <w:t xml:space="preserve">Anfang Februar durchführen. </w:t>
      </w:r>
      <w:r w:rsidR="008F0780" w:rsidRPr="00D13313">
        <w:rPr>
          <w:color w:val="000000" w:themeColor="text1"/>
          <w:szCs w:val="22"/>
          <w:lang w:val="de-CH"/>
        </w:rPr>
        <w:t>In diese</w:t>
      </w:r>
      <w:r w:rsidR="007B4B71" w:rsidRPr="00D13313">
        <w:rPr>
          <w:color w:val="000000" w:themeColor="text1"/>
          <w:szCs w:val="22"/>
          <w:lang w:val="de-CH"/>
        </w:rPr>
        <w:t>r</w:t>
      </w:r>
      <w:r w:rsidR="008F0780" w:rsidRPr="00D13313">
        <w:rPr>
          <w:color w:val="000000" w:themeColor="text1"/>
          <w:szCs w:val="22"/>
          <w:lang w:val="de-CH"/>
        </w:rPr>
        <w:t xml:space="preserve"> Kampagne</w:t>
      </w:r>
      <w:r w:rsidR="007B4B71" w:rsidRPr="00D13313">
        <w:rPr>
          <w:color w:val="000000" w:themeColor="text1"/>
          <w:szCs w:val="22"/>
          <w:lang w:val="de-CH"/>
        </w:rPr>
        <w:t xml:space="preserve"> können</w:t>
      </w:r>
      <w:r w:rsidR="008F0780" w:rsidRPr="00D13313">
        <w:rPr>
          <w:color w:val="000000" w:themeColor="text1"/>
          <w:szCs w:val="22"/>
          <w:lang w:val="de-CH"/>
        </w:rPr>
        <w:t xml:space="preserve"> die Leute</w:t>
      </w:r>
      <w:r w:rsidR="007B4B71" w:rsidRPr="00D13313">
        <w:rPr>
          <w:color w:val="000000" w:themeColor="text1"/>
          <w:szCs w:val="22"/>
          <w:lang w:val="de-CH"/>
        </w:rPr>
        <w:t>,</w:t>
      </w:r>
      <w:r w:rsidR="008F0780" w:rsidRPr="00D13313">
        <w:rPr>
          <w:color w:val="000000" w:themeColor="text1"/>
          <w:szCs w:val="22"/>
          <w:lang w:val="de-CH"/>
        </w:rPr>
        <w:t xml:space="preserve"> die uns unterstutzen wollen, im Voraus Güter kaufen.  </w:t>
      </w:r>
      <w:r w:rsidR="007B4B71" w:rsidRPr="00D13313">
        <w:rPr>
          <w:color w:val="000000" w:themeColor="text1"/>
          <w:szCs w:val="22"/>
          <w:lang w:val="de-CH"/>
        </w:rPr>
        <w:t>Das hiermit gesammelte Geld verwenden wir in erster Linie für den initialen Einkauf unserer Ware</w:t>
      </w:r>
      <w:r w:rsidR="008F0780" w:rsidRPr="00D13313">
        <w:rPr>
          <w:color w:val="000000" w:themeColor="text1"/>
          <w:szCs w:val="22"/>
          <w:lang w:val="de-CH"/>
        </w:rPr>
        <w:t>.</w:t>
      </w:r>
      <w:r w:rsidR="008F0780" w:rsidRPr="00D13313">
        <w:rPr>
          <w:color w:val="000000" w:themeColor="text1"/>
          <w:szCs w:val="22"/>
          <w:u w:val="single"/>
          <w:lang w:val="de-CH"/>
        </w:rPr>
        <w:t xml:space="preserve">  </w:t>
      </w:r>
    </w:p>
    <w:p w14:paraId="7EB643BF" w14:textId="2CBED37F" w:rsidR="00073D8D" w:rsidRPr="00D13313" w:rsidRDefault="008F0780" w:rsidP="000110AD">
      <w:pPr>
        <w:spacing w:before="120" w:after="120" w:line="276" w:lineRule="auto"/>
        <w:jc w:val="both"/>
        <w:rPr>
          <w:color w:val="000000" w:themeColor="text1"/>
          <w:szCs w:val="22"/>
          <w:lang w:val="de-CH"/>
        </w:rPr>
      </w:pPr>
      <w:r w:rsidRPr="00C73C44">
        <w:rPr>
          <w:rStyle w:val="WahreWare"/>
        </w:rPr>
        <w:t>Net</w:t>
      </w:r>
      <w:r w:rsidR="007A2692" w:rsidRPr="00C73C44">
        <w:rPr>
          <w:rStyle w:val="WahreWare"/>
        </w:rPr>
        <w:t>z</w:t>
      </w:r>
      <w:r w:rsidRPr="00C73C44">
        <w:rPr>
          <w:rStyle w:val="WahreWare"/>
        </w:rPr>
        <w:t xml:space="preserve">werk </w:t>
      </w:r>
      <w:r w:rsidR="00CD1D36" w:rsidRPr="00C73C44">
        <w:rPr>
          <w:rStyle w:val="WahreWare"/>
        </w:rPr>
        <w:t>für</w:t>
      </w:r>
      <w:r w:rsidRPr="00C73C44">
        <w:rPr>
          <w:rStyle w:val="WahreWare"/>
        </w:rPr>
        <w:t xml:space="preserve"> Multiplikatoren</w:t>
      </w:r>
      <w:r w:rsidR="00B223C1" w:rsidRPr="00D13313">
        <w:rPr>
          <w:color w:val="000000" w:themeColor="text1"/>
          <w:szCs w:val="22"/>
          <w:lang w:val="de-CH"/>
        </w:rPr>
        <w:t xml:space="preserve"> Innerhalb des </w:t>
      </w:r>
      <w:r w:rsidR="00CD1D36" w:rsidRPr="00D13313">
        <w:rPr>
          <w:color w:val="000000" w:themeColor="text1"/>
          <w:szCs w:val="22"/>
          <w:lang w:val="de-CH"/>
        </w:rPr>
        <w:t>Programms</w:t>
      </w:r>
      <w:r w:rsidR="00B223C1" w:rsidRPr="00D13313">
        <w:rPr>
          <w:color w:val="000000" w:themeColor="text1"/>
          <w:szCs w:val="22"/>
          <w:lang w:val="de-CH"/>
        </w:rPr>
        <w:t xml:space="preserve"> </w:t>
      </w:r>
      <w:r w:rsidR="007B4B71" w:rsidRPr="00D13313">
        <w:rPr>
          <w:color w:val="000000" w:themeColor="text1"/>
          <w:szCs w:val="22"/>
          <w:lang w:val="de-CH"/>
        </w:rPr>
        <w:t>«</w:t>
      </w:r>
      <w:proofErr w:type="spellStart"/>
      <w:r w:rsidR="00AE2E80" w:rsidRPr="00D13313">
        <w:rPr>
          <w:color w:val="000000" w:themeColor="text1"/>
          <w:szCs w:val="22"/>
          <w:lang w:val="de-CH"/>
        </w:rPr>
        <w:t>Dif</w:t>
      </w:r>
      <w:r w:rsidR="00CD1D36" w:rsidRPr="00D13313">
        <w:rPr>
          <w:color w:val="000000" w:themeColor="text1"/>
          <w:szCs w:val="22"/>
          <w:lang w:val="de-CH"/>
        </w:rPr>
        <w:t>ferencel</w:t>
      </w:r>
      <w:r w:rsidR="00AE2E80" w:rsidRPr="00D13313">
        <w:rPr>
          <w:color w:val="000000" w:themeColor="text1"/>
          <w:szCs w:val="22"/>
          <w:lang w:val="de-CH"/>
        </w:rPr>
        <w:t>ab</w:t>
      </w:r>
      <w:proofErr w:type="spellEnd"/>
      <w:r w:rsidR="007B4B71" w:rsidRPr="00D13313">
        <w:rPr>
          <w:color w:val="000000" w:themeColor="text1"/>
          <w:szCs w:val="22"/>
          <w:lang w:val="de-CH"/>
        </w:rPr>
        <w:t>»</w:t>
      </w:r>
      <w:r w:rsidR="00AE2E80" w:rsidRPr="00D13313">
        <w:rPr>
          <w:color w:val="000000" w:themeColor="text1"/>
          <w:szCs w:val="22"/>
          <w:lang w:val="de-CH"/>
        </w:rPr>
        <w:t xml:space="preserve"> </w:t>
      </w:r>
      <w:r w:rsidR="00CD1D36" w:rsidRPr="00D13313">
        <w:rPr>
          <w:color w:val="000000" w:themeColor="text1"/>
          <w:szCs w:val="22"/>
          <w:lang w:val="de-CH"/>
        </w:rPr>
        <w:t>vom</w:t>
      </w:r>
      <w:r w:rsidR="00B223C1" w:rsidRPr="00D13313">
        <w:rPr>
          <w:color w:val="000000" w:themeColor="text1"/>
          <w:szCs w:val="22"/>
          <w:lang w:val="de-CH"/>
        </w:rPr>
        <w:t xml:space="preserve"> WWF bauen wir ein Netzwerk von Leuten</w:t>
      </w:r>
      <w:r w:rsidR="00AE2E80" w:rsidRPr="00D13313">
        <w:rPr>
          <w:color w:val="000000" w:themeColor="text1"/>
          <w:szCs w:val="22"/>
          <w:lang w:val="de-CH"/>
        </w:rPr>
        <w:t xml:space="preserve"> auf</w:t>
      </w:r>
      <w:r w:rsidR="00B223C1" w:rsidRPr="00D13313">
        <w:rPr>
          <w:color w:val="000000" w:themeColor="text1"/>
          <w:szCs w:val="22"/>
          <w:lang w:val="de-CH"/>
        </w:rPr>
        <w:t xml:space="preserve">, die uns unterstützen wollen. </w:t>
      </w:r>
      <w:r w:rsidR="00AE2E80" w:rsidRPr="00D13313">
        <w:rPr>
          <w:color w:val="000000" w:themeColor="text1"/>
          <w:szCs w:val="22"/>
          <w:lang w:val="de-CH"/>
        </w:rPr>
        <w:t xml:space="preserve">Diese Leute werden mehr als </w:t>
      </w:r>
      <w:r w:rsidR="007B4B71" w:rsidRPr="00D13313">
        <w:rPr>
          <w:color w:val="000000" w:themeColor="text1"/>
          <w:szCs w:val="22"/>
          <w:lang w:val="de-CH"/>
        </w:rPr>
        <w:t>reine Unterstützende;</w:t>
      </w:r>
      <w:r w:rsidR="00677E78" w:rsidRPr="00D13313">
        <w:rPr>
          <w:color w:val="000000" w:themeColor="text1"/>
          <w:szCs w:val="22"/>
          <w:lang w:val="de-CH"/>
        </w:rPr>
        <w:t xml:space="preserve"> </w:t>
      </w:r>
      <w:r w:rsidR="00AE2E80" w:rsidRPr="00D13313">
        <w:rPr>
          <w:color w:val="000000" w:themeColor="text1"/>
          <w:szCs w:val="22"/>
          <w:lang w:val="de-CH"/>
        </w:rPr>
        <w:t xml:space="preserve">Sie werden </w:t>
      </w:r>
      <w:r w:rsidR="00CD1D36" w:rsidRPr="00D13313">
        <w:rPr>
          <w:color w:val="000000" w:themeColor="text1"/>
          <w:szCs w:val="22"/>
          <w:lang w:val="de-CH"/>
        </w:rPr>
        <w:t>Teil unserer</w:t>
      </w:r>
      <w:r w:rsidR="00AE2E80" w:rsidRPr="00D13313">
        <w:rPr>
          <w:color w:val="000000" w:themeColor="text1"/>
          <w:szCs w:val="22"/>
          <w:lang w:val="de-CH"/>
        </w:rPr>
        <w:t xml:space="preserve"> Community </w:t>
      </w:r>
      <w:r w:rsidR="00CD1D36" w:rsidRPr="00D13313">
        <w:rPr>
          <w:color w:val="000000" w:themeColor="text1"/>
          <w:szCs w:val="22"/>
          <w:lang w:val="de-CH"/>
        </w:rPr>
        <w:t xml:space="preserve">sein und im besten Fall </w:t>
      </w:r>
      <w:r w:rsidR="007B4B71" w:rsidRPr="00D13313">
        <w:rPr>
          <w:color w:val="000000" w:themeColor="text1"/>
          <w:szCs w:val="22"/>
          <w:lang w:val="de-CH"/>
        </w:rPr>
        <w:t>i</w:t>
      </w:r>
      <w:r w:rsidR="00CD1D36" w:rsidRPr="00D13313">
        <w:rPr>
          <w:color w:val="000000" w:themeColor="text1"/>
          <w:szCs w:val="22"/>
          <w:lang w:val="de-CH"/>
        </w:rPr>
        <w:t xml:space="preserve">hre Freunde und Bekannten involvieren. </w:t>
      </w:r>
    </w:p>
    <w:p w14:paraId="0C8D4223" w14:textId="3ECCD4E1" w:rsidR="00D471BB" w:rsidRPr="00D13313" w:rsidRDefault="00CD1D36" w:rsidP="000110AD">
      <w:pPr>
        <w:spacing w:before="120" w:after="120" w:line="276" w:lineRule="auto"/>
        <w:jc w:val="both"/>
        <w:rPr>
          <w:color w:val="000000" w:themeColor="text1"/>
          <w:szCs w:val="22"/>
          <w:lang w:val="de-CH"/>
        </w:rPr>
      </w:pPr>
      <w:proofErr w:type="spellStart"/>
      <w:r w:rsidRPr="00C73C44">
        <w:rPr>
          <w:rStyle w:val="WahreWare"/>
        </w:rPr>
        <w:t>Social</w:t>
      </w:r>
      <w:proofErr w:type="spellEnd"/>
      <w:r w:rsidRPr="00C73C44">
        <w:rPr>
          <w:rStyle w:val="WahreWare"/>
        </w:rPr>
        <w:t xml:space="preserve"> Media</w:t>
      </w:r>
      <w:r w:rsidR="00073D8D" w:rsidRPr="00D13313">
        <w:rPr>
          <w:color w:val="000000" w:themeColor="text1"/>
          <w:szCs w:val="22"/>
          <w:lang w:val="de-CH"/>
        </w:rPr>
        <w:t xml:space="preserve"> Wir sehen g</w:t>
      </w:r>
      <w:r w:rsidRPr="00D13313">
        <w:rPr>
          <w:color w:val="000000" w:themeColor="text1"/>
          <w:szCs w:val="22"/>
          <w:lang w:val="de-CH"/>
        </w:rPr>
        <w:t>rosses</w:t>
      </w:r>
      <w:r w:rsidR="00073D8D" w:rsidRPr="00D13313">
        <w:rPr>
          <w:color w:val="000000" w:themeColor="text1"/>
          <w:szCs w:val="22"/>
          <w:lang w:val="de-CH"/>
        </w:rPr>
        <w:t xml:space="preserve"> Potential </w:t>
      </w:r>
      <w:r w:rsidR="007B4B71" w:rsidRPr="00D13313">
        <w:rPr>
          <w:color w:val="000000" w:themeColor="text1"/>
          <w:szCs w:val="22"/>
          <w:lang w:val="de-CH"/>
        </w:rPr>
        <w:t>im</w:t>
      </w:r>
      <w:r w:rsidR="00073D8D" w:rsidRPr="00D13313">
        <w:rPr>
          <w:color w:val="000000" w:themeColor="text1"/>
          <w:szCs w:val="22"/>
          <w:lang w:val="de-CH"/>
        </w:rPr>
        <w:t xml:space="preserve"> </w:t>
      </w:r>
      <w:proofErr w:type="spellStart"/>
      <w:r w:rsidR="00073D8D" w:rsidRPr="00D13313">
        <w:rPr>
          <w:color w:val="000000" w:themeColor="text1"/>
          <w:szCs w:val="22"/>
          <w:lang w:val="de-CH"/>
        </w:rPr>
        <w:t>Social</w:t>
      </w:r>
      <w:proofErr w:type="spellEnd"/>
      <w:r w:rsidR="00073D8D" w:rsidRPr="00D13313">
        <w:rPr>
          <w:color w:val="000000" w:themeColor="text1"/>
          <w:szCs w:val="22"/>
          <w:lang w:val="de-CH"/>
        </w:rPr>
        <w:t xml:space="preserve"> Media</w:t>
      </w:r>
      <w:r w:rsidR="007B4B71" w:rsidRPr="00D13313">
        <w:rPr>
          <w:color w:val="000000" w:themeColor="text1"/>
          <w:szCs w:val="22"/>
          <w:lang w:val="de-CH"/>
        </w:rPr>
        <w:t>-Bereich</w:t>
      </w:r>
      <w:r w:rsidR="00073D8D" w:rsidRPr="00D13313">
        <w:rPr>
          <w:color w:val="000000" w:themeColor="text1"/>
          <w:szCs w:val="22"/>
          <w:lang w:val="de-CH"/>
        </w:rPr>
        <w:t xml:space="preserve"> und dem Community-building durch Facebook</w:t>
      </w:r>
      <w:r w:rsidR="00677E78" w:rsidRPr="00D13313">
        <w:rPr>
          <w:color w:val="000000" w:themeColor="text1"/>
          <w:szCs w:val="22"/>
          <w:lang w:val="de-CH"/>
        </w:rPr>
        <w:t xml:space="preserve"> </w:t>
      </w:r>
      <w:r w:rsidR="00073D8D" w:rsidRPr="00D13313">
        <w:rPr>
          <w:color w:val="000000" w:themeColor="text1"/>
          <w:szCs w:val="22"/>
          <w:lang w:val="de-CH"/>
        </w:rPr>
        <w:t>etc.</w:t>
      </w:r>
      <w:r w:rsidRPr="00D13313">
        <w:rPr>
          <w:color w:val="000000" w:themeColor="text1"/>
          <w:szCs w:val="22"/>
          <w:lang w:val="de-CH"/>
        </w:rPr>
        <w:t xml:space="preserve"> </w:t>
      </w:r>
      <w:r w:rsidR="00073D8D" w:rsidRPr="00D13313">
        <w:rPr>
          <w:color w:val="000000" w:themeColor="text1"/>
          <w:szCs w:val="22"/>
          <w:lang w:val="de-CH"/>
        </w:rPr>
        <w:t xml:space="preserve"> </w:t>
      </w:r>
      <w:r w:rsidRPr="00D13313">
        <w:rPr>
          <w:color w:val="000000" w:themeColor="text1"/>
          <w:szCs w:val="22"/>
          <w:lang w:val="de-CH"/>
        </w:rPr>
        <w:t>Wir werden auch die gezielte Wer</w:t>
      </w:r>
      <w:r w:rsidR="007B4560" w:rsidRPr="00D13313">
        <w:rPr>
          <w:color w:val="000000" w:themeColor="text1"/>
          <w:szCs w:val="22"/>
          <w:lang w:val="de-CH"/>
        </w:rPr>
        <w:t>bung von Facebook nutzen und da</w:t>
      </w:r>
      <w:r w:rsidRPr="00D13313">
        <w:rPr>
          <w:color w:val="000000" w:themeColor="text1"/>
          <w:szCs w:val="22"/>
          <w:lang w:val="de-CH"/>
        </w:rPr>
        <w:t>durch unser</w:t>
      </w:r>
      <w:r w:rsidR="007B4560" w:rsidRPr="00D13313">
        <w:rPr>
          <w:color w:val="000000" w:themeColor="text1"/>
          <w:szCs w:val="22"/>
          <w:lang w:val="de-CH"/>
        </w:rPr>
        <w:t xml:space="preserve"> Zielp</w:t>
      </w:r>
      <w:r w:rsidRPr="00D13313">
        <w:rPr>
          <w:color w:val="000000" w:themeColor="text1"/>
          <w:szCs w:val="22"/>
          <w:lang w:val="de-CH"/>
        </w:rPr>
        <w:t xml:space="preserve">ublikum in Winterthur erreichen. </w:t>
      </w:r>
    </w:p>
    <w:p w14:paraId="30A67503" w14:textId="1DABABF8" w:rsidR="00D471BB" w:rsidRPr="00D13313" w:rsidRDefault="00073D8D" w:rsidP="005E7A61">
      <w:pPr>
        <w:pStyle w:val="berschrift1"/>
        <w:rPr>
          <w:lang w:val="de-CH"/>
        </w:rPr>
      </w:pPr>
      <w:bookmarkStart w:id="90" w:name="_Toc486420529"/>
      <w:bookmarkStart w:id="91" w:name="_Toc507867540"/>
      <w:r w:rsidRPr="00D13313">
        <w:rPr>
          <w:lang w:val="de-CH"/>
        </w:rPr>
        <w:t>Betrieb</w:t>
      </w:r>
      <w:r w:rsidR="00E36379" w:rsidRPr="00D13313">
        <w:rPr>
          <w:lang w:val="de-CH"/>
        </w:rPr>
        <w:t xml:space="preserve"> und Organisation</w:t>
      </w:r>
      <w:bookmarkEnd w:id="90"/>
      <w:bookmarkEnd w:id="91"/>
    </w:p>
    <w:p w14:paraId="01EF675D" w14:textId="717EBEBB" w:rsidR="00073D8D" w:rsidRPr="00D13313" w:rsidRDefault="000E0C8B" w:rsidP="005E7A61">
      <w:pPr>
        <w:pStyle w:val="berschrift2"/>
        <w:rPr>
          <w:lang w:val="de-CH"/>
        </w:rPr>
      </w:pPr>
      <w:bookmarkStart w:id="92" w:name="_Toc486420530"/>
      <w:r w:rsidRPr="00D13313">
        <w:rPr>
          <w:lang w:val="de-CH"/>
        </w:rPr>
        <w:t>Lokal</w:t>
      </w:r>
      <w:bookmarkEnd w:id="92"/>
    </w:p>
    <w:p w14:paraId="5B015CC0" w14:textId="3EA6A408" w:rsidR="00D471BB" w:rsidRPr="00D13313" w:rsidRDefault="0075359F" w:rsidP="005E7A61">
      <w:pPr>
        <w:pStyle w:val="Textkrper"/>
      </w:pPr>
      <w:r w:rsidRPr="00D13313">
        <w:t xml:space="preserve">Das Ladenlokal an der Steinberggasse </w:t>
      </w:r>
      <w:r w:rsidR="003C62AE" w:rsidRPr="00D13313">
        <w:t>in</w:t>
      </w:r>
      <w:r w:rsidRPr="00D13313">
        <w:t xml:space="preserve"> Winterthur hat eine nutzbare Fläche von </w:t>
      </w:r>
      <w:r w:rsidR="00C40768" w:rsidRPr="00D13313">
        <w:t>65</w:t>
      </w:r>
      <w:r w:rsidR="003C62AE" w:rsidRPr="00D13313">
        <w:t xml:space="preserve"> </w:t>
      </w:r>
      <w:r w:rsidRPr="00D13313">
        <w:t>m</w:t>
      </w:r>
      <w:r w:rsidR="003C62AE" w:rsidRPr="00D13313">
        <w:rPr>
          <w:vertAlign w:val="superscript"/>
        </w:rPr>
        <w:t>2</w:t>
      </w:r>
      <w:r w:rsidRPr="00D13313">
        <w:t>. Angegliedert sind</w:t>
      </w:r>
      <w:r w:rsidR="00C40768" w:rsidRPr="00D13313">
        <w:t xml:space="preserve"> ein</w:t>
      </w:r>
      <w:r w:rsidRPr="00D13313">
        <w:t xml:space="preserve"> Büro und/oder Küche sowie eine Toilette. Die Steinberggasse ist eine reine Fussgängerzone mit diversen kleineren Geschäften und Restaurants/Café, </w:t>
      </w:r>
      <w:r w:rsidR="00677E78" w:rsidRPr="00D13313">
        <w:t xml:space="preserve">welche die ideale Umgebung für </w:t>
      </w:r>
      <w:proofErr w:type="spellStart"/>
      <w:r w:rsidR="005E7A61" w:rsidRPr="002C4AD1">
        <w:rPr>
          <w:rStyle w:val="WahreWare"/>
        </w:rPr>
        <w:t>WahreWare</w:t>
      </w:r>
      <w:proofErr w:type="spellEnd"/>
      <w:r w:rsidRPr="00D13313">
        <w:t xml:space="preserve"> bietet. Anwohne</w:t>
      </w:r>
      <w:r w:rsidR="003C62AE" w:rsidRPr="00D13313">
        <w:t>nde</w:t>
      </w:r>
      <w:r w:rsidRPr="00D13313">
        <w:t xml:space="preserve"> erreichen das Lokal mit dem Fahrrad oder dem ÖV. </w:t>
      </w:r>
      <w:r w:rsidR="003C62AE" w:rsidRPr="00D13313">
        <w:t>Kundinnen und Kunden</w:t>
      </w:r>
      <w:r w:rsidRPr="00D13313">
        <w:t xml:space="preserve"> aus der weiteren Umgebung parkieren im </w:t>
      </w:r>
      <w:r w:rsidR="003C62AE" w:rsidRPr="00D13313">
        <w:t>fünf</w:t>
      </w:r>
      <w:r w:rsidRPr="00D13313">
        <w:t xml:space="preserve"> Gehminuten entfernten Parkhaus Technikum. De</w:t>
      </w:r>
      <w:r w:rsidR="00677E78" w:rsidRPr="00D13313">
        <w:t xml:space="preserve">r Wochenmarkt, welcher jeweils </w:t>
      </w:r>
      <w:r w:rsidR="003C62AE" w:rsidRPr="00D13313">
        <w:t>dienstags und f</w:t>
      </w:r>
      <w:r w:rsidRPr="00D13313">
        <w:t xml:space="preserve">reitags stattfindet, sowie der Flohmarkt an Samstagen, bringen Menschen aus der Umgebung in die Steinberggasse. </w:t>
      </w:r>
    </w:p>
    <w:p w14:paraId="6274CCA2" w14:textId="41D3D68B" w:rsidR="00482C76" w:rsidRPr="00D13313" w:rsidRDefault="00073D8D" w:rsidP="005E7A61">
      <w:pPr>
        <w:pStyle w:val="berschrift2"/>
        <w:rPr>
          <w:lang w:val="de-CH"/>
        </w:rPr>
      </w:pPr>
      <w:bookmarkStart w:id="93" w:name="_Toc486420531"/>
      <w:r w:rsidRPr="00D13313">
        <w:rPr>
          <w:lang w:val="de-CH"/>
        </w:rPr>
        <w:t>Führungskonzept</w:t>
      </w:r>
      <w:bookmarkEnd w:id="93"/>
      <w:r w:rsidRPr="00D13313">
        <w:rPr>
          <w:lang w:val="de-CH"/>
        </w:rPr>
        <w:t xml:space="preserve"> </w:t>
      </w:r>
    </w:p>
    <w:p w14:paraId="29096B10" w14:textId="15DD34C1" w:rsidR="00E36379" w:rsidRPr="00D13313" w:rsidRDefault="00BB46DE" w:rsidP="005E7A61">
      <w:pPr>
        <w:pStyle w:val="Textkrper"/>
      </w:pPr>
      <w:r w:rsidRPr="00D13313">
        <w:t>Das</w:t>
      </w:r>
      <w:r w:rsidR="00CD320A" w:rsidRPr="00D13313">
        <w:t xml:space="preserve"> Unternehmen </w:t>
      </w:r>
      <w:r w:rsidRPr="00D13313">
        <w:t>soll von mehreren Generationen getragen werden. De</w:t>
      </w:r>
      <w:r w:rsidR="00677E78" w:rsidRPr="00D13313">
        <w:t xml:space="preserve">r Entscheidungsprozess wird in </w:t>
      </w:r>
      <w:proofErr w:type="spellStart"/>
      <w:r w:rsidR="005E7A61" w:rsidRPr="002C4AD1">
        <w:rPr>
          <w:rStyle w:val="WahreWare"/>
        </w:rPr>
        <w:t>WahreWare</w:t>
      </w:r>
      <w:proofErr w:type="spellEnd"/>
      <w:r w:rsidRPr="00D13313">
        <w:t xml:space="preserve"> partizipativ sein: </w:t>
      </w:r>
      <w:r w:rsidR="00013F37" w:rsidRPr="00D13313">
        <w:t xml:space="preserve">Das </w:t>
      </w:r>
      <w:r w:rsidR="00482C76" w:rsidRPr="00D13313">
        <w:t>Vorbild</w:t>
      </w:r>
      <w:r w:rsidR="00013F37" w:rsidRPr="00D13313">
        <w:t xml:space="preserve"> der gemeinschaftlichen Entscheidungsfindung ist nicht mehr die Pyramide, sondern der Kreis. </w:t>
      </w:r>
      <w:r w:rsidR="00482C76" w:rsidRPr="00D13313">
        <w:t>Das heißt, dass jeder die Verantwortung fü</w:t>
      </w:r>
      <w:r w:rsidR="003C62AE" w:rsidRPr="00D13313">
        <w:t>r den ganzen Kreis übernimmt. Ohne p</w:t>
      </w:r>
      <w:r w:rsidR="00482C76" w:rsidRPr="00D13313">
        <w:t>artizipative Entscheidungsprozesse, in der alle Stimmen gehört werden, entsteht keine Gemeinschaft. Letztlich sollten Entscheidung</w:t>
      </w:r>
      <w:r w:rsidR="003C62AE" w:rsidRPr="00D13313">
        <w:t>en</w:t>
      </w:r>
      <w:r w:rsidR="00482C76" w:rsidRPr="00D13313">
        <w:t xml:space="preserve"> von denen getroffen werden, die bereit sind, Verantwortung zu tragen</w:t>
      </w:r>
      <w:r w:rsidRPr="00D13313">
        <w:t>.</w:t>
      </w:r>
    </w:p>
    <w:p w14:paraId="6ABA1B28" w14:textId="651E105B" w:rsidR="00827CE4" w:rsidRPr="00D13313" w:rsidRDefault="00CD320A" w:rsidP="005E7A61">
      <w:pPr>
        <w:pStyle w:val="berschrift2"/>
        <w:rPr>
          <w:lang w:val="de-CH"/>
        </w:rPr>
      </w:pPr>
      <w:bookmarkStart w:id="94" w:name="_Toc486420532"/>
      <w:r w:rsidRPr="00D13313">
        <w:rPr>
          <w:lang w:val="de-CH"/>
        </w:rPr>
        <w:lastRenderedPageBreak/>
        <w:t>Organigramm</w:t>
      </w:r>
      <w:bookmarkEnd w:id="94"/>
      <w:r w:rsidR="00E36379" w:rsidRPr="00D13313">
        <w:rPr>
          <w:lang w:val="de-CH"/>
        </w:rPr>
        <w:t xml:space="preserve"> </w:t>
      </w:r>
    </w:p>
    <w:p w14:paraId="4332573C" w14:textId="70971F5D" w:rsidR="00E36379" w:rsidRPr="00D13313" w:rsidRDefault="00A136C8" w:rsidP="005E7A61">
      <w:pPr>
        <w:pStyle w:val="Textkrper"/>
      </w:pPr>
      <w:r w:rsidRPr="00CE5289">
        <w:rPr>
          <w:b/>
        </w:rPr>
        <w:t xml:space="preserve">Kern Team </w:t>
      </w:r>
      <w:r w:rsidR="00CE510D" w:rsidRPr="00D13313">
        <w:t>Sarah Meyer</w:t>
      </w:r>
      <w:r w:rsidR="00BE1D6D" w:rsidRPr="00D13313">
        <w:t xml:space="preserve"> und </w:t>
      </w:r>
      <w:r w:rsidR="00CE510D" w:rsidRPr="00D13313">
        <w:t>Ximena Rodriguez</w:t>
      </w:r>
      <w:r w:rsidR="00BE1D6D" w:rsidRPr="00D13313">
        <w:t xml:space="preserve"> sind die </w:t>
      </w:r>
      <w:r w:rsidRPr="00D13313">
        <w:t>Gründerinnen</w:t>
      </w:r>
      <w:r w:rsidR="00677E78" w:rsidRPr="00D13313">
        <w:t xml:space="preserve"> und Inhaberinnen der </w:t>
      </w:r>
      <w:proofErr w:type="spellStart"/>
      <w:r w:rsidR="005E7A61" w:rsidRPr="002C4AD1">
        <w:rPr>
          <w:rStyle w:val="WahreWare"/>
        </w:rPr>
        <w:t>WahreWare</w:t>
      </w:r>
      <w:proofErr w:type="spellEnd"/>
      <w:r w:rsidR="00E00014" w:rsidRPr="005E7A61">
        <w:rPr>
          <w:rStyle w:val="WahreWare"/>
        </w:rPr>
        <w:t xml:space="preserve"> </w:t>
      </w:r>
      <w:r w:rsidR="003C62AE" w:rsidRPr="005E7A61">
        <w:rPr>
          <w:rStyle w:val="WahreWare"/>
        </w:rPr>
        <w:t>AG</w:t>
      </w:r>
      <w:r w:rsidR="00E00014" w:rsidRPr="00D13313">
        <w:t>.</w:t>
      </w:r>
      <w:r w:rsidR="00BE1D6D" w:rsidRPr="00D13313">
        <w:t xml:space="preserve"> </w:t>
      </w:r>
      <w:r w:rsidR="0041330F" w:rsidRPr="00D13313">
        <w:t>Sie sind die Haupti</w:t>
      </w:r>
      <w:r w:rsidR="00E36379" w:rsidRPr="00D13313">
        <w:t>nvestorinnen und haben gleiche Rechte. Sie fällen ge</w:t>
      </w:r>
      <w:r w:rsidR="0041330F" w:rsidRPr="00D13313">
        <w:t>meinsam den Stichentscheid und l</w:t>
      </w:r>
      <w:r w:rsidR="00E36379" w:rsidRPr="00D13313">
        <w:t xml:space="preserve">eiten zusammen das Geschäft. </w:t>
      </w:r>
    </w:p>
    <w:p w14:paraId="7D497D92" w14:textId="6516290F" w:rsidR="00E36379" w:rsidRPr="00D13313" w:rsidRDefault="00CD320A" w:rsidP="005E7A61">
      <w:pPr>
        <w:pStyle w:val="Textkrper"/>
      </w:pPr>
      <w:r w:rsidRPr="00CE5289">
        <w:rPr>
          <w:b/>
        </w:rPr>
        <w:t>Investor</w:t>
      </w:r>
      <w:r w:rsidR="00E00014" w:rsidRPr="00CE5289">
        <w:rPr>
          <w:b/>
        </w:rPr>
        <w:t>en</w:t>
      </w:r>
      <w:r w:rsidRPr="00CE5289">
        <w:rPr>
          <w:b/>
        </w:rPr>
        <w:t xml:space="preserve"> </w:t>
      </w:r>
      <w:r w:rsidRPr="00D13313">
        <w:t xml:space="preserve">Alle </w:t>
      </w:r>
      <w:r w:rsidR="00BE1D6D" w:rsidRPr="00D13313">
        <w:t xml:space="preserve">Personen und Organisationen, die </w:t>
      </w:r>
      <w:proofErr w:type="spellStart"/>
      <w:r w:rsidR="005E7A61" w:rsidRPr="002C4AD1">
        <w:rPr>
          <w:rStyle w:val="WahreWare"/>
        </w:rPr>
        <w:t>WahreWare</w:t>
      </w:r>
      <w:proofErr w:type="spellEnd"/>
      <w:r w:rsidR="00BE1D6D" w:rsidRPr="00D13313">
        <w:t xml:space="preserve"> </w:t>
      </w:r>
      <w:r w:rsidRPr="00D13313">
        <w:t xml:space="preserve">finanziell unterstützen. </w:t>
      </w:r>
      <w:r w:rsidR="00E00014" w:rsidRPr="00D13313">
        <w:t xml:space="preserve">Es besteht ein </w:t>
      </w:r>
      <w:r w:rsidR="00677E78" w:rsidRPr="00D13313">
        <w:t xml:space="preserve">rechtsgültiger Vertrag mit der </w:t>
      </w:r>
      <w:proofErr w:type="spellStart"/>
      <w:r w:rsidR="005E7A61" w:rsidRPr="002C4AD1">
        <w:rPr>
          <w:rStyle w:val="WahreWare"/>
        </w:rPr>
        <w:t>WahreWare</w:t>
      </w:r>
      <w:proofErr w:type="spellEnd"/>
      <w:r w:rsidR="00E00014" w:rsidRPr="00C73C44">
        <w:rPr>
          <w:rStyle w:val="WahreWare"/>
        </w:rPr>
        <w:t xml:space="preserve"> </w:t>
      </w:r>
      <w:r w:rsidR="00AF4F3B" w:rsidRPr="00C73C44">
        <w:rPr>
          <w:rStyle w:val="WahreWare"/>
        </w:rPr>
        <w:t>AG</w:t>
      </w:r>
      <w:r w:rsidR="00E00014" w:rsidRPr="00D13313">
        <w:t xml:space="preserve">, welcher die Konditionen mit den einzelnen Investoren regelt. </w:t>
      </w:r>
    </w:p>
    <w:p w14:paraId="3C0ABA7B" w14:textId="70013FB4" w:rsidR="00E00014" w:rsidRPr="00D13313" w:rsidRDefault="00AF4F3B" w:rsidP="005E7A61">
      <w:pPr>
        <w:pStyle w:val="Textkrper"/>
      </w:pPr>
      <w:r w:rsidRPr="00CE5289">
        <w:rPr>
          <w:b/>
        </w:rPr>
        <w:t>Mitglieder</w:t>
      </w:r>
      <w:r w:rsidR="00E00014" w:rsidRPr="00CE5289">
        <w:rPr>
          <w:b/>
        </w:rPr>
        <w:t xml:space="preserve"> </w:t>
      </w:r>
      <w:r w:rsidR="00E00014" w:rsidRPr="00D13313">
        <w:t xml:space="preserve">Diese Gruppe umfasst alle Personen, die einen Mitgliedschaftsbeitrag von </w:t>
      </w:r>
      <w:r w:rsidR="005E7A61">
        <w:t>CHF </w:t>
      </w:r>
      <w:r w:rsidR="00E00014" w:rsidRPr="00D13313">
        <w:t xml:space="preserve">180/ Jahr bezahlen. Mitglieder haben die </w:t>
      </w:r>
      <w:r w:rsidR="00677E78" w:rsidRPr="00D13313">
        <w:t>Möglichkeit</w:t>
      </w:r>
      <w:r w:rsidRPr="00D13313">
        <w:t>,</w:t>
      </w:r>
      <w:r w:rsidR="00677E78" w:rsidRPr="00D13313">
        <w:t xml:space="preserve"> an regelmässigen Versammlung</w:t>
      </w:r>
      <w:r w:rsidR="00E00014" w:rsidRPr="00D13313">
        <w:t xml:space="preserve"> teilzunehmen und ihre Anliegen und Bedürfnisse einzubringen. Sie haben aber kein direktes Stimm- oder Wahlrecht. Mitglieder profitieren von Rabatten und Spezialangeboten. </w:t>
      </w:r>
    </w:p>
    <w:p w14:paraId="48A7A0FD" w14:textId="1A6A9FA0" w:rsidR="00E36379" w:rsidRPr="00D13313" w:rsidRDefault="00AF4F3B" w:rsidP="005E7A61">
      <w:pPr>
        <w:pStyle w:val="Textkrper"/>
      </w:pPr>
      <w:r w:rsidRPr="00CE5289">
        <w:rPr>
          <w:b/>
        </w:rPr>
        <w:t>WW-</w:t>
      </w:r>
      <w:r w:rsidR="00E36379" w:rsidRPr="00CE5289">
        <w:rPr>
          <w:b/>
        </w:rPr>
        <w:t>Community</w:t>
      </w:r>
      <w:r w:rsidR="00A136C8" w:rsidRPr="00D13313">
        <w:t xml:space="preserve"> </w:t>
      </w:r>
      <w:r w:rsidR="00BE1D6D" w:rsidRPr="00D13313">
        <w:t>Diese Community ist Teil</w:t>
      </w:r>
      <w:r w:rsidR="00E36379" w:rsidRPr="00D13313">
        <w:t xml:space="preserve"> der Entwicklung und </w:t>
      </w:r>
      <w:r w:rsidR="0041330F" w:rsidRPr="00D13313">
        <w:t>des Entscheidungsp</w:t>
      </w:r>
      <w:r w:rsidR="00E00014" w:rsidRPr="00D13313">
        <w:t>rozesses, indem sie aktiv an</w:t>
      </w:r>
      <w:r w:rsidR="0041330F" w:rsidRPr="00D13313">
        <w:t xml:space="preserve"> Sitzungen </w:t>
      </w:r>
      <w:r w:rsidRPr="00D13313">
        <w:t>teilnimmt</w:t>
      </w:r>
      <w:r w:rsidR="00E00014" w:rsidRPr="00D13313">
        <w:t xml:space="preserve"> und Ideen</w:t>
      </w:r>
      <w:r w:rsidRPr="00D13313">
        <w:t xml:space="preserve"> einbringt</w:t>
      </w:r>
      <w:r w:rsidR="00E00014" w:rsidRPr="00D13313">
        <w:t xml:space="preserve">. Sie </w:t>
      </w:r>
      <w:r w:rsidRPr="00D13313">
        <w:t>hat</w:t>
      </w:r>
      <w:r w:rsidR="00E00014" w:rsidRPr="00D13313">
        <w:t xml:space="preserve"> </w:t>
      </w:r>
      <w:r w:rsidRPr="00D13313">
        <w:t>keinen</w:t>
      </w:r>
      <w:r w:rsidR="00E00014" w:rsidRPr="00D13313">
        <w:t xml:space="preserve"> Vertrag mit der </w:t>
      </w:r>
      <w:proofErr w:type="spellStart"/>
      <w:r w:rsidR="005E7A61" w:rsidRPr="002C4AD1">
        <w:rPr>
          <w:rStyle w:val="WahreWare"/>
        </w:rPr>
        <w:t>WahreWare</w:t>
      </w:r>
      <w:proofErr w:type="spellEnd"/>
      <w:r w:rsidR="00E00014" w:rsidRPr="005E7A61">
        <w:rPr>
          <w:rStyle w:val="WahreWare"/>
        </w:rPr>
        <w:t xml:space="preserve"> </w:t>
      </w:r>
      <w:r w:rsidRPr="005E7A61">
        <w:rPr>
          <w:rStyle w:val="WahreWare"/>
        </w:rPr>
        <w:t>AG</w:t>
      </w:r>
      <w:r w:rsidR="00E00014" w:rsidRPr="00D13313">
        <w:t>.</w:t>
      </w:r>
      <w:r w:rsidR="00677E78" w:rsidRPr="00D13313">
        <w:t xml:space="preserve"> Diese Gruppe umfasst alle </w:t>
      </w:r>
      <w:r w:rsidRPr="00D13313">
        <w:t>Mitglieder</w:t>
      </w:r>
      <w:r w:rsidR="00677E78" w:rsidRPr="00D13313">
        <w:t xml:space="preserve"> sowie weitere interessierte Pe</w:t>
      </w:r>
      <w:r w:rsidRPr="00D13313">
        <w:t>r</w:t>
      </w:r>
      <w:r w:rsidR="00677E78" w:rsidRPr="00D13313">
        <w:t>sonen.</w:t>
      </w:r>
    </w:p>
    <w:p w14:paraId="5229E25E" w14:textId="3471B7BF" w:rsidR="00E36379" w:rsidRPr="00D13313" w:rsidRDefault="00A136C8" w:rsidP="005E7A61">
      <w:pPr>
        <w:pStyle w:val="Textkrper"/>
      </w:pPr>
      <w:r w:rsidRPr="00CE5289">
        <w:rPr>
          <w:b/>
        </w:rPr>
        <w:t>Netzwerk</w:t>
      </w:r>
      <w:r w:rsidR="00E36379" w:rsidRPr="00CE5289">
        <w:rPr>
          <w:b/>
        </w:rPr>
        <w:t xml:space="preserve"> </w:t>
      </w:r>
      <w:r w:rsidR="00E36379" w:rsidRPr="00D13313">
        <w:t xml:space="preserve">Alle </w:t>
      </w:r>
      <w:r w:rsidR="00BE1D6D" w:rsidRPr="00D13313">
        <w:t xml:space="preserve">Personen oder Organisationen, </w:t>
      </w:r>
      <w:r w:rsidR="00E36379" w:rsidRPr="00D13313">
        <w:t>die T</w:t>
      </w:r>
      <w:r w:rsidR="0041330F" w:rsidRPr="00D13313">
        <w:t>eil dieser Bewegung sind und ihre</w:t>
      </w:r>
      <w:r w:rsidR="00E36379" w:rsidRPr="00D13313">
        <w:t xml:space="preserve"> Ideen, Träume und Visionen einbringen wollen. </w:t>
      </w:r>
    </w:p>
    <w:p w14:paraId="61FFB2E2" w14:textId="69D59C83" w:rsidR="00827CE4" w:rsidRPr="00D13313" w:rsidRDefault="00827CE4" w:rsidP="005E7A61">
      <w:pPr>
        <w:pStyle w:val="berschrift2"/>
        <w:rPr>
          <w:lang w:val="de-CH"/>
        </w:rPr>
      </w:pPr>
      <w:bookmarkStart w:id="95" w:name="_Toc486420533"/>
      <w:r w:rsidRPr="00D13313">
        <w:rPr>
          <w:lang w:val="de-CH"/>
        </w:rPr>
        <w:t xml:space="preserve">Beteiligung </w:t>
      </w:r>
      <w:bookmarkEnd w:id="95"/>
      <w:r w:rsidR="00AF4F3B" w:rsidRPr="00D13313">
        <w:rPr>
          <w:lang w:val="de-CH"/>
        </w:rPr>
        <w:t>AG</w:t>
      </w:r>
    </w:p>
    <w:p w14:paraId="297E7905" w14:textId="06DC5DBC" w:rsidR="00827CE4" w:rsidRPr="00D13313" w:rsidRDefault="005E7A61" w:rsidP="005E7A61">
      <w:pPr>
        <w:pStyle w:val="Textkrper"/>
      </w:pPr>
      <w:proofErr w:type="spellStart"/>
      <w:r w:rsidRPr="002C4AD1">
        <w:rPr>
          <w:rStyle w:val="WahreWare"/>
        </w:rPr>
        <w:t>WahreWare</w:t>
      </w:r>
      <w:proofErr w:type="spellEnd"/>
      <w:r w:rsidR="00827CE4" w:rsidRPr="00D13313">
        <w:t xml:space="preserve"> </w:t>
      </w:r>
      <w:r w:rsidR="003A2612" w:rsidRPr="00D13313">
        <w:t xml:space="preserve">wird von der </w:t>
      </w:r>
      <w:proofErr w:type="spellStart"/>
      <w:r w:rsidRPr="002C4AD1">
        <w:rPr>
          <w:rStyle w:val="WahreWare"/>
        </w:rPr>
        <w:t>WahreWare</w:t>
      </w:r>
      <w:proofErr w:type="spellEnd"/>
      <w:r w:rsidR="00827CE4" w:rsidRPr="005E7A61">
        <w:rPr>
          <w:rStyle w:val="WahreWare"/>
        </w:rPr>
        <w:t xml:space="preserve"> </w:t>
      </w:r>
      <w:r w:rsidR="00AF4F3B" w:rsidRPr="005E7A61">
        <w:rPr>
          <w:rStyle w:val="WahreWare"/>
        </w:rPr>
        <w:t>AG</w:t>
      </w:r>
      <w:r w:rsidR="00827CE4" w:rsidRPr="00D13313">
        <w:t xml:space="preserve"> </w:t>
      </w:r>
      <w:r w:rsidR="00AF4F3B" w:rsidRPr="00D13313">
        <w:t>geführt</w:t>
      </w:r>
      <w:r w:rsidR="00827CE4" w:rsidRPr="00D13313">
        <w:t xml:space="preserve">. Die Besitzerverhältnisse </w:t>
      </w:r>
      <w:r w:rsidR="00AF4F3B" w:rsidRPr="00D13313">
        <w:t>sind</w:t>
      </w:r>
      <w:r w:rsidR="00827CE4" w:rsidRPr="00D13313">
        <w:t xml:space="preserve"> folgendermassen festgelegt: </w:t>
      </w:r>
    </w:p>
    <w:p w14:paraId="73F58463" w14:textId="36E75FE3" w:rsidR="00827CE4" w:rsidRPr="00D13313" w:rsidRDefault="00CE510D" w:rsidP="005E7A61">
      <w:pPr>
        <w:pStyle w:val="Textkrper"/>
      </w:pPr>
      <w:r w:rsidRPr="00D13313">
        <w:t>Ximena Rodriguez</w:t>
      </w:r>
      <w:r w:rsidR="00827CE4" w:rsidRPr="00D13313">
        <w:t>: 50</w:t>
      </w:r>
      <w:r w:rsidR="00AF4F3B" w:rsidRPr="00D13313">
        <w:t xml:space="preserve"> </w:t>
      </w:r>
      <w:r w:rsidR="00827CE4" w:rsidRPr="00D13313">
        <w:t>%</w:t>
      </w:r>
      <w:r w:rsidR="00AF4F3B" w:rsidRPr="00D13313">
        <w:t>-</w:t>
      </w:r>
      <w:r w:rsidR="00827CE4" w:rsidRPr="00D13313">
        <w:t>Anteil</w:t>
      </w:r>
    </w:p>
    <w:p w14:paraId="7E5162A5" w14:textId="26C22072" w:rsidR="006C2A9A" w:rsidRPr="00D13313" w:rsidRDefault="00CE510D" w:rsidP="005E7A61">
      <w:pPr>
        <w:pStyle w:val="Textkrper"/>
        <w:rPr>
          <w:rStyle w:val="IntensiveHervorhebung"/>
          <w:b/>
          <w:i w:val="0"/>
          <w:iCs w:val="0"/>
          <w:color w:val="000000" w:themeColor="text1"/>
          <w:sz w:val="2"/>
          <w:szCs w:val="2"/>
        </w:rPr>
      </w:pPr>
      <w:r w:rsidRPr="00D13313">
        <w:t>Sarah Meyer</w:t>
      </w:r>
      <w:r w:rsidR="00827CE4" w:rsidRPr="00D13313">
        <w:t>: 50</w:t>
      </w:r>
      <w:r w:rsidR="00AF4F3B" w:rsidRPr="00D13313">
        <w:t> </w:t>
      </w:r>
      <w:r w:rsidR="00827CE4" w:rsidRPr="00D13313">
        <w:t>%</w:t>
      </w:r>
      <w:r w:rsidR="00AF4F3B" w:rsidRPr="00D13313">
        <w:t>-</w:t>
      </w:r>
      <w:r w:rsidR="00827CE4" w:rsidRPr="00D13313">
        <w:t>Anteil</w:t>
      </w:r>
    </w:p>
    <w:p w14:paraId="68289772" w14:textId="6494F871" w:rsidR="00D471BB" w:rsidRPr="00D13313" w:rsidRDefault="00073D8D" w:rsidP="005E7A61">
      <w:pPr>
        <w:pStyle w:val="berschrift1"/>
        <w:rPr>
          <w:lang w:val="de-CH"/>
        </w:rPr>
      </w:pPr>
      <w:bookmarkStart w:id="96" w:name="_Toc441629321"/>
      <w:bookmarkStart w:id="97" w:name="_Toc486420534"/>
      <w:bookmarkStart w:id="98" w:name="_Toc507867541"/>
      <w:r w:rsidRPr="00D13313">
        <w:rPr>
          <w:lang w:val="de-CH"/>
        </w:rPr>
        <w:t>Finanz</w:t>
      </w:r>
      <w:bookmarkEnd w:id="96"/>
      <w:r w:rsidR="00E00014" w:rsidRPr="00D13313">
        <w:rPr>
          <w:lang w:val="de-CH"/>
        </w:rPr>
        <w:t>ierung und Investitionen</w:t>
      </w:r>
      <w:bookmarkEnd w:id="97"/>
      <w:bookmarkEnd w:id="98"/>
    </w:p>
    <w:p w14:paraId="5E7B162D" w14:textId="7CECE822" w:rsidR="002663BF" w:rsidRPr="00D13313" w:rsidRDefault="00677E78" w:rsidP="005E7A61">
      <w:pPr>
        <w:pStyle w:val="Textkrper"/>
      </w:pPr>
      <w:r w:rsidRPr="00D13313">
        <w:t xml:space="preserve">Das Startkapital </w:t>
      </w:r>
      <w:r w:rsidR="00AF4F3B" w:rsidRPr="00D13313">
        <w:t>beträgt</w:t>
      </w:r>
      <w:r w:rsidRPr="00D13313">
        <w:t xml:space="preserve"> </w:t>
      </w:r>
      <w:r w:rsidR="00AF4F3B" w:rsidRPr="00D13313">
        <w:t>CHF 90’000</w:t>
      </w:r>
      <w:r w:rsidR="002663BF" w:rsidRPr="00D13313">
        <w:t xml:space="preserve">. Die Finanzierung wird ermöglicht durch ein Darlehen der </w:t>
      </w:r>
      <w:r w:rsidR="00E8285D" w:rsidRPr="00D13313">
        <w:t>Startup</w:t>
      </w:r>
      <w:r w:rsidR="005E7A61">
        <w:t> </w:t>
      </w:r>
      <w:r w:rsidR="002663BF" w:rsidRPr="00D13313">
        <w:t>AG, einem Crowdfunding, E</w:t>
      </w:r>
      <w:r w:rsidRPr="00D13313">
        <w:t>igenkapital</w:t>
      </w:r>
      <w:r w:rsidR="002663BF" w:rsidRPr="00D13313">
        <w:t xml:space="preserve"> sowie Stiftungs- und Wettbewerbsbeiträge. Auf das Darlehen wird ein Zins von 3</w:t>
      </w:r>
      <w:r w:rsidR="00AF4F3B" w:rsidRPr="00D13313">
        <w:t> </w:t>
      </w:r>
      <w:r w:rsidR="002663BF" w:rsidRPr="00D13313">
        <w:t>% verrechnet.</w:t>
      </w:r>
    </w:p>
    <w:p w14:paraId="54EEBB37" w14:textId="1FCAE7BD" w:rsidR="002663BF" w:rsidRPr="00D13313" w:rsidRDefault="002663BF" w:rsidP="005E7A61">
      <w:pPr>
        <w:pStyle w:val="Textkrper"/>
      </w:pPr>
      <w:r w:rsidRPr="00D13313">
        <w:t>Im ersten Jahr besteht das Sortiment hauptsächlich aus lang</w:t>
      </w:r>
      <w:r w:rsidR="00E8285D" w:rsidRPr="00D13313">
        <w:t xml:space="preserve">e </w:t>
      </w:r>
      <w:r w:rsidRPr="00D13313">
        <w:t xml:space="preserve">haltbaren Produkten (Trockensortiment und Refill). Der Anteil an frischen und leicht verderblichen Produkten wie Gemüse, Früchte und Käse wird bewusst tief gehalten. Im zweiten Jahr wird der Anteil an Trockensortiment und Refill auf Kosten eines grösseren Frischwaren- </w:t>
      </w:r>
      <w:r w:rsidR="00677E78" w:rsidRPr="00D13313">
        <w:t>und Kosmetika-Angebotes gesenkt</w:t>
      </w:r>
      <w:r w:rsidRPr="00D13313">
        <w:t>. Die Anteile der einzelnen Sortimentsabteile am Gesamtsortiment bleiben ab dem dritten Jahr stabil. Der Ertrag wird kontinuierlich gesteigert</w:t>
      </w:r>
      <w:r w:rsidR="00677E78" w:rsidRPr="00D13313">
        <w:t xml:space="preserve"> bis das Auszahlen branchenüblicher Löhne möglich wird</w:t>
      </w:r>
      <w:r w:rsidRPr="00D13313">
        <w:t>.</w:t>
      </w:r>
    </w:p>
    <w:p w14:paraId="0AB375F4" w14:textId="65A565CE" w:rsidR="002663BF" w:rsidRPr="00D13313" w:rsidRDefault="002663BF" w:rsidP="005E7A61">
      <w:pPr>
        <w:pStyle w:val="Textkrper"/>
      </w:pPr>
      <w:r w:rsidRPr="00D13313">
        <w:t>Grundsätzlich kann mit einer</w:t>
      </w:r>
      <w:r w:rsidR="00677E78" w:rsidRPr="00D13313">
        <w:t xml:space="preserve"> durchschnittlichen Marge von 35</w:t>
      </w:r>
      <w:r w:rsidR="00E8285D" w:rsidRPr="00D13313">
        <w:t> </w:t>
      </w:r>
      <w:r w:rsidRPr="00D13313">
        <w:t xml:space="preserve">% gerechnet werden. Die MwSt. </w:t>
      </w:r>
      <w:r w:rsidR="00E8285D" w:rsidRPr="00D13313">
        <w:t>beträgt</w:t>
      </w:r>
      <w:r w:rsidRPr="00D13313">
        <w:t xml:space="preserve"> für Food-Produkte 2.5</w:t>
      </w:r>
      <w:r w:rsidR="00E8285D" w:rsidRPr="00D13313">
        <w:t> </w:t>
      </w:r>
      <w:r w:rsidRPr="00D13313">
        <w:t>%, für Non-Food-Produkte 8</w:t>
      </w:r>
      <w:r w:rsidR="00E8285D" w:rsidRPr="00D13313">
        <w:t> </w:t>
      </w:r>
      <w:r w:rsidRPr="00D13313">
        <w:t xml:space="preserve">%. </w:t>
      </w:r>
    </w:p>
    <w:p w14:paraId="487F38C3" w14:textId="240692BA" w:rsidR="00D471BB" w:rsidRPr="00D13313" w:rsidRDefault="002663BF" w:rsidP="005E7A61">
      <w:pPr>
        <w:pStyle w:val="Textkrper"/>
        <w:rPr>
          <w:smallCaps/>
        </w:rPr>
      </w:pPr>
      <w:r w:rsidRPr="00D13313">
        <w:t xml:space="preserve">Der Gewinn wird </w:t>
      </w:r>
      <w:r w:rsidR="00E8285D" w:rsidRPr="00D13313">
        <w:t xml:space="preserve">mit dem Ziel </w:t>
      </w:r>
      <w:r w:rsidRPr="00D13313">
        <w:t>in die Geschäftstätigkeit reinvestiert, die Löhne auf ein handelsübliches Niveau anzuheben und umweltfreundliche Maschi</w:t>
      </w:r>
      <w:r w:rsidR="00E00014" w:rsidRPr="00D13313">
        <w:t xml:space="preserve">nen und Geräte der besten Energieklasse </w:t>
      </w:r>
      <w:r w:rsidRPr="00D13313">
        <w:t>zu finanzieren. Es findet keine Ausschüttung des Gewinns an die Inhaberinnen statt. Sollte über die Jahre ein Gewinnüberschuss entstehen und es die laufende Geschäftstätigkeit zulassen, werden mit dem Gewinn soziale oder Bildungsprojekte unterstützt, beispielsweise ist die Integratio</w:t>
      </w:r>
      <w:r w:rsidR="00E00014" w:rsidRPr="00D13313">
        <w:t xml:space="preserve">n von Hauswirtschaftsunterricht angedacht. </w:t>
      </w:r>
    </w:p>
    <w:sectPr w:rsidR="00D471BB" w:rsidRPr="00D13313" w:rsidSect="00C87FDE">
      <w:headerReference w:type="even" r:id="rId14"/>
      <w:headerReference w:type="default" r:id="rId15"/>
      <w:footerReference w:type="default" r:id="rId16"/>
      <w:headerReference w:type="first" r:id="rId17"/>
      <w:footerReference w:type="first" r:id="rId18"/>
      <w:footnotePr>
        <w:numRestart w:val="eachPage"/>
      </w:footnotePr>
      <w:pgSz w:w="11913" w:h="16834"/>
      <w:pgMar w:top="-1701" w:right="992" w:bottom="1559" w:left="1418" w:header="680" w:footer="567" w:gutter="0"/>
      <w:paperSrc w:first="15" w:other="15"/>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254">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4C773" w14:textId="77777777" w:rsidR="00157D77" w:rsidRDefault="00157D77">
      <w:r>
        <w:separator/>
      </w:r>
    </w:p>
  </w:endnote>
  <w:endnote w:type="continuationSeparator" w:id="0">
    <w:p w14:paraId="5BEBD10C" w14:textId="77777777" w:rsidR="00157D77" w:rsidRDefault="00157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931884072"/>
      <w:docPartObj>
        <w:docPartGallery w:val="Page Numbers (Bottom of Page)"/>
        <w:docPartUnique/>
      </w:docPartObj>
    </w:sdtPr>
    <w:sdtContent>
      <w:p w14:paraId="2B2A5741" w14:textId="1CABEF8E" w:rsidR="00157D77" w:rsidRPr="007F6792" w:rsidRDefault="00157D77" w:rsidP="007E447D">
        <w:pPr>
          <w:pStyle w:val="Fuzeile"/>
          <w:tabs>
            <w:tab w:val="right" w:pos="9356"/>
          </w:tabs>
          <w:jc w:val="right"/>
          <w:rPr>
            <w:sz w:val="16"/>
          </w:rPr>
        </w:pPr>
        <w:r w:rsidRPr="007F6792">
          <w:rPr>
            <w:sz w:val="16"/>
          </w:rPr>
          <w:fldChar w:fldCharType="begin"/>
        </w:r>
        <w:r w:rsidRPr="007F6792">
          <w:rPr>
            <w:sz w:val="16"/>
          </w:rPr>
          <w:instrText>PAGE   \* MERGEFORMAT</w:instrText>
        </w:r>
        <w:r w:rsidRPr="007F6792">
          <w:rPr>
            <w:sz w:val="16"/>
          </w:rPr>
          <w:fldChar w:fldCharType="separate"/>
        </w:r>
        <w:r w:rsidR="001368FF">
          <w:rPr>
            <w:noProof/>
            <w:sz w:val="16"/>
          </w:rPr>
          <w:t>4</w:t>
        </w:r>
        <w:r w:rsidRPr="007F6792">
          <w:rPr>
            <w:sz w:val="16"/>
          </w:rPr>
          <w:fldChar w:fldCharType="end"/>
        </w:r>
        <w:r w:rsidRPr="007F6792">
          <w:rPr>
            <w:sz w:val="16"/>
          </w:rPr>
          <w:t>/</w:t>
        </w:r>
        <w:r w:rsidRPr="007F6792">
          <w:rPr>
            <w:sz w:val="16"/>
          </w:rPr>
          <w:fldChar w:fldCharType="begin"/>
        </w:r>
        <w:r w:rsidRPr="007F6792">
          <w:rPr>
            <w:sz w:val="16"/>
          </w:rPr>
          <w:instrText xml:space="preserve"> NUMPAGES   \* MERGEFORMAT </w:instrText>
        </w:r>
        <w:r w:rsidRPr="007F6792">
          <w:rPr>
            <w:sz w:val="16"/>
          </w:rPr>
          <w:fldChar w:fldCharType="separate"/>
        </w:r>
        <w:r w:rsidR="001368FF">
          <w:rPr>
            <w:noProof/>
            <w:sz w:val="16"/>
          </w:rPr>
          <w:t>10</w:t>
        </w:r>
        <w:r w:rsidRPr="007F6792">
          <w:rPr>
            <w:sz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19F3A" w14:textId="69F8F234" w:rsidR="00157D77" w:rsidRPr="007E447D" w:rsidRDefault="00157D77" w:rsidP="00287023">
    <w:pPr>
      <w:pStyle w:val="Fuzeile"/>
      <w:rPr>
        <w:sz w:val="16"/>
      </w:rPr>
    </w:pPr>
    <w:r w:rsidRPr="007E447D">
      <w:rPr>
        <w:sz w:val="12"/>
      </w:rPr>
      <w:t xml:space="preserve">Version: </w:t>
    </w:r>
    <w:r>
      <w:rPr>
        <w:sz w:val="12"/>
      </w:rPr>
      <w:t>30.05.2018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3290B" w14:textId="77777777" w:rsidR="00157D77" w:rsidRDefault="00157D77">
      <w:r>
        <w:separator/>
      </w:r>
    </w:p>
  </w:footnote>
  <w:footnote w:type="continuationSeparator" w:id="0">
    <w:p w14:paraId="40920ADF" w14:textId="77777777" w:rsidR="00157D77" w:rsidRDefault="00157D77">
      <w:r>
        <w:continuationSeparator/>
      </w:r>
    </w:p>
  </w:footnote>
  <w:footnote w:id="1">
    <w:p w14:paraId="373D2597" w14:textId="706B44EB" w:rsidR="00157D77" w:rsidRPr="00904000" w:rsidRDefault="00157D77">
      <w:pPr>
        <w:pStyle w:val="Funotentext"/>
        <w:rPr>
          <w:lang w:val="de-CH"/>
        </w:rPr>
      </w:pPr>
      <w:r>
        <w:rPr>
          <w:rStyle w:val="Funotenzeichen"/>
        </w:rPr>
        <w:footnoteRef/>
      </w:r>
      <w:r>
        <w:t xml:space="preserve"> </w:t>
      </w:r>
      <w:r>
        <w:rPr>
          <w:lang w:val="de-CH"/>
        </w:rPr>
        <w:t>Verschwendung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A3DC5" w14:textId="3614F9A0" w:rsidR="00157D77" w:rsidRDefault="00157D77">
    <w:pPr>
      <w:pStyle w:val="Kopfzeile"/>
    </w:pPr>
    <w:r>
      <w:rPr>
        <w:noProof/>
      </w:rPr>
      <w:pict w14:anchorId="231D4C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81126" o:spid="_x0000_s2050" type="#_x0000_t136" style="position:absolute;margin-left:0;margin-top:0;width:558.3pt;height:111.65pt;rotation:315;z-index:-251655168;mso-position-horizontal:center;mso-position-horizontal-relative:margin;mso-position-vertical:center;mso-position-vertical-relative:margin" o:allowincell="f" fillcolor="silver" stroked="f">
          <v:fill opacity=".5"/>
          <v:textpath style="font-family:&quot;Arial&quot;;font-size:1pt" string="Version 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49506" w14:textId="10289E77" w:rsidR="00157D77" w:rsidRPr="00E110EB" w:rsidRDefault="00157D77" w:rsidP="007E02CE">
    <w:pPr>
      <w:pStyle w:val="Kopfzeile"/>
      <w:pBdr>
        <w:bottom w:val="single" w:sz="12" w:space="1" w:color="BFBFBF" w:themeColor="background1" w:themeShade="BF"/>
      </w:pBdr>
      <w:tabs>
        <w:tab w:val="right" w:pos="9498"/>
      </w:tabs>
      <w:rPr>
        <w:szCs w:val="20"/>
      </w:rPr>
    </w:pPr>
    <w:r>
      <w:rPr>
        <w:noProof/>
        <w:lang w:val="de-CH" w:eastAsia="de-CH"/>
      </w:rPr>
      <w:drawing>
        <wp:anchor distT="0" distB="0" distL="114300" distR="114300" simplePos="0" relativeHeight="251664384" behindDoc="1" locked="0" layoutInCell="1" allowOverlap="1" wp14:anchorId="0153EC63" wp14:editId="4FD0380F">
          <wp:simplePos x="0" y="0"/>
          <wp:positionH relativeFrom="margin">
            <wp:align>left</wp:align>
          </wp:positionH>
          <wp:positionV relativeFrom="paragraph">
            <wp:posOffset>-135296</wp:posOffset>
          </wp:positionV>
          <wp:extent cx="1151255" cy="279070"/>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_Logo.emf"/>
                  <pic:cNvPicPr/>
                </pic:nvPicPr>
                <pic:blipFill rotWithShape="1">
                  <a:blip r:embed="rId1">
                    <a:extLst>
                      <a:ext uri="{28A0092B-C50C-407E-A947-70E740481C1C}">
                        <a14:useLocalDpi xmlns:a14="http://schemas.microsoft.com/office/drawing/2010/main" val="0"/>
                      </a:ext>
                    </a:extLst>
                  </a:blip>
                  <a:srcRect l="10884" t="30756" r="10939" b="32169"/>
                  <a:stretch/>
                </pic:blipFill>
                <pic:spPr bwMode="auto">
                  <a:xfrm>
                    <a:off x="0" y="0"/>
                    <a:ext cx="1151255" cy="2790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pict w14:anchorId="672E9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81127" o:spid="_x0000_s2051" type="#_x0000_t136" style="position:absolute;margin-left:0;margin-top:0;width:558.3pt;height:111.65pt;rotation:315;z-index:-251653120;mso-position-horizontal:center;mso-position-horizontal-relative:margin;mso-position-vertical:center;mso-position-vertical-relative:margin" o:allowincell="f" fillcolor="silver" stroked="f">
          <v:fill opacity=".5"/>
          <v:textpath style="font-family:&quot;Arial&quot;;font-size:1pt" string="Version 1.1"/>
          <w10:wrap anchorx="margin" anchory="margin"/>
        </v:shape>
      </w:pict>
    </w:r>
    <w:r>
      <w:rPr>
        <w:szCs w:val="20"/>
      </w:rPr>
      <w:tab/>
      <w:t>Businessp</w:t>
    </w:r>
    <w:r w:rsidRPr="00E110EB">
      <w:rPr>
        <w:szCs w:val="20"/>
      </w:rPr>
      <w:t>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6ED1F" w14:textId="176D837F" w:rsidR="00157D77" w:rsidRDefault="00157D77" w:rsidP="00073D8D">
    <w:pPr>
      <w:pStyle w:val="Kopfzeile"/>
    </w:pPr>
    <w:r>
      <w:rPr>
        <w:noProof/>
      </w:rPr>
      <w:pict w14:anchorId="236C93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81125" o:spid="_x0000_s2049" type="#_x0000_t136" style="position:absolute;margin-left:0;margin-top:0;width:558.3pt;height:111.65pt;rotation:315;z-index:-251657216;mso-position-horizontal:center;mso-position-horizontal-relative:margin;mso-position-vertical:center;mso-position-vertical-relative:margin" o:allowincell="f" fillcolor="silver" stroked="f">
          <v:fill opacity=".5"/>
          <v:textpath style="font-family:&quot;Arial&quot;;font-size:1pt" string="Version 1.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070A9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C815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8F0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7BA5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FE8A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52E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80E9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DEA3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E85E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BE29EA"/>
    <w:lvl w:ilvl="0">
      <w:start w:val="1"/>
      <w:numFmt w:val="bullet"/>
      <w:pStyle w:val="Aufzhlungszeichen"/>
      <w:lvlText w:val="–"/>
      <w:lvlJc w:val="left"/>
      <w:pPr>
        <w:ind w:left="360" w:hanging="360"/>
      </w:pPr>
      <w:rPr>
        <w:rFonts w:ascii="Calibri Light" w:hAnsi="Calibri Light" w:hint="default"/>
      </w:rPr>
    </w:lvl>
  </w:abstractNum>
  <w:abstractNum w:abstractNumId="10" w15:restartNumberingAfterBreak="0">
    <w:nsid w:val="06BD3098"/>
    <w:multiLevelType w:val="hybridMultilevel"/>
    <w:tmpl w:val="20920374"/>
    <w:lvl w:ilvl="0" w:tplc="B9AA39B6">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AB401FE"/>
    <w:multiLevelType w:val="multilevel"/>
    <w:tmpl w:val="7AF237C2"/>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0EC5FB3"/>
    <w:multiLevelType w:val="hybridMultilevel"/>
    <w:tmpl w:val="2764A76E"/>
    <w:lvl w:ilvl="0" w:tplc="65EC8A60">
      <w:start w:val="1"/>
      <w:numFmt w:val="decimal"/>
      <w:lvlText w:val="%1.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4B641CF"/>
    <w:multiLevelType w:val="hybridMultilevel"/>
    <w:tmpl w:val="E0663714"/>
    <w:lvl w:ilvl="0" w:tplc="58BEE0B2">
      <w:start w:val="1"/>
      <w:numFmt w:val="decimal"/>
      <w:pStyle w:val="Listenabsatz"/>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750F06D5"/>
    <w:multiLevelType w:val="multilevel"/>
    <w:tmpl w:val="4948BAC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10"/>
  </w:num>
  <w:num w:numId="2">
    <w:abstractNumId w:val="1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intFractionalCharacterWidth/>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170"/>
  <w:doNotHyphenateCaps/>
  <w:drawingGridHorizontalSpacing w:val="120"/>
  <w:drawingGridVerticalSpacing w:val="163"/>
  <w:displayHorizontalDrawingGridEvery w:val="2"/>
  <w:displayVerticalDrawingGridEvery w:val="0"/>
  <w:characterSpacingControl w:val="doNotCompress"/>
  <w:hdrShapeDefaults>
    <o:shapedefaults v:ext="edit" spidmax="2052"/>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639"/>
    <w:rsid w:val="00003E22"/>
    <w:rsid w:val="00007DA9"/>
    <w:rsid w:val="000110AD"/>
    <w:rsid w:val="00013F37"/>
    <w:rsid w:val="0002312D"/>
    <w:rsid w:val="00023C36"/>
    <w:rsid w:val="0002407A"/>
    <w:rsid w:val="0002458B"/>
    <w:rsid w:val="00024654"/>
    <w:rsid w:val="0002590F"/>
    <w:rsid w:val="00031DC2"/>
    <w:rsid w:val="00034148"/>
    <w:rsid w:val="000371D5"/>
    <w:rsid w:val="0004177C"/>
    <w:rsid w:val="0004597B"/>
    <w:rsid w:val="000547AE"/>
    <w:rsid w:val="00064A7C"/>
    <w:rsid w:val="00066EE9"/>
    <w:rsid w:val="00070A6E"/>
    <w:rsid w:val="00073D8D"/>
    <w:rsid w:val="0007539F"/>
    <w:rsid w:val="000764B1"/>
    <w:rsid w:val="000831FC"/>
    <w:rsid w:val="00093984"/>
    <w:rsid w:val="000A33B7"/>
    <w:rsid w:val="000B0429"/>
    <w:rsid w:val="000B04C3"/>
    <w:rsid w:val="000B4BE9"/>
    <w:rsid w:val="000B58E8"/>
    <w:rsid w:val="000B64DC"/>
    <w:rsid w:val="000B7154"/>
    <w:rsid w:val="000D36BC"/>
    <w:rsid w:val="000D38AD"/>
    <w:rsid w:val="000D3C8E"/>
    <w:rsid w:val="000E0C8B"/>
    <w:rsid w:val="000E19F1"/>
    <w:rsid w:val="000E3E3F"/>
    <w:rsid w:val="000F6361"/>
    <w:rsid w:val="00104EE5"/>
    <w:rsid w:val="00106ADC"/>
    <w:rsid w:val="00111A16"/>
    <w:rsid w:val="00112212"/>
    <w:rsid w:val="0012389A"/>
    <w:rsid w:val="001240ED"/>
    <w:rsid w:val="0012605D"/>
    <w:rsid w:val="00127275"/>
    <w:rsid w:val="001312D8"/>
    <w:rsid w:val="001368FF"/>
    <w:rsid w:val="00140A10"/>
    <w:rsid w:val="00140F77"/>
    <w:rsid w:val="00141B5C"/>
    <w:rsid w:val="00150C98"/>
    <w:rsid w:val="00150F2E"/>
    <w:rsid w:val="00153729"/>
    <w:rsid w:val="001579C8"/>
    <w:rsid w:val="00157D77"/>
    <w:rsid w:val="00161939"/>
    <w:rsid w:val="00163C1E"/>
    <w:rsid w:val="001640AB"/>
    <w:rsid w:val="00167619"/>
    <w:rsid w:val="00170796"/>
    <w:rsid w:val="00171306"/>
    <w:rsid w:val="0017408F"/>
    <w:rsid w:val="001820DF"/>
    <w:rsid w:val="00187247"/>
    <w:rsid w:val="001A0D4F"/>
    <w:rsid w:val="001A163D"/>
    <w:rsid w:val="001A2B32"/>
    <w:rsid w:val="001B41F8"/>
    <w:rsid w:val="001B4F93"/>
    <w:rsid w:val="001B6EF8"/>
    <w:rsid w:val="001C093B"/>
    <w:rsid w:val="001C0959"/>
    <w:rsid w:val="001C0C7A"/>
    <w:rsid w:val="001C16FF"/>
    <w:rsid w:val="001C791D"/>
    <w:rsid w:val="001D556C"/>
    <w:rsid w:val="001E0CA4"/>
    <w:rsid w:val="001E0FF2"/>
    <w:rsid w:val="001F3ADC"/>
    <w:rsid w:val="001F4F8D"/>
    <w:rsid w:val="001F5192"/>
    <w:rsid w:val="00202683"/>
    <w:rsid w:val="002032D6"/>
    <w:rsid w:val="00212DA7"/>
    <w:rsid w:val="00220790"/>
    <w:rsid w:val="002224F5"/>
    <w:rsid w:val="0022375E"/>
    <w:rsid w:val="00231995"/>
    <w:rsid w:val="00231B35"/>
    <w:rsid w:val="002332AB"/>
    <w:rsid w:val="00235279"/>
    <w:rsid w:val="002375CE"/>
    <w:rsid w:val="00247288"/>
    <w:rsid w:val="00253D57"/>
    <w:rsid w:val="0026006A"/>
    <w:rsid w:val="00264B08"/>
    <w:rsid w:val="002663BF"/>
    <w:rsid w:val="0027649C"/>
    <w:rsid w:val="00284FB2"/>
    <w:rsid w:val="0028653E"/>
    <w:rsid w:val="00287023"/>
    <w:rsid w:val="00290AA0"/>
    <w:rsid w:val="002A4B54"/>
    <w:rsid w:val="002A6F57"/>
    <w:rsid w:val="002B0886"/>
    <w:rsid w:val="002B66B8"/>
    <w:rsid w:val="002C41A9"/>
    <w:rsid w:val="002C4AD1"/>
    <w:rsid w:val="002C680C"/>
    <w:rsid w:val="002D51F2"/>
    <w:rsid w:val="002E0CE2"/>
    <w:rsid w:val="002E4FE1"/>
    <w:rsid w:val="002E50C0"/>
    <w:rsid w:val="002E6489"/>
    <w:rsid w:val="003029B8"/>
    <w:rsid w:val="003069B8"/>
    <w:rsid w:val="00311FB4"/>
    <w:rsid w:val="003219B8"/>
    <w:rsid w:val="003316CB"/>
    <w:rsid w:val="00341394"/>
    <w:rsid w:val="003421CA"/>
    <w:rsid w:val="00350E77"/>
    <w:rsid w:val="00351D8B"/>
    <w:rsid w:val="00356A44"/>
    <w:rsid w:val="00373EFF"/>
    <w:rsid w:val="003742D9"/>
    <w:rsid w:val="00382A54"/>
    <w:rsid w:val="00383629"/>
    <w:rsid w:val="00386204"/>
    <w:rsid w:val="0038688B"/>
    <w:rsid w:val="00392F5C"/>
    <w:rsid w:val="00393A73"/>
    <w:rsid w:val="00395538"/>
    <w:rsid w:val="003967B1"/>
    <w:rsid w:val="003A2612"/>
    <w:rsid w:val="003A4CA9"/>
    <w:rsid w:val="003A73F0"/>
    <w:rsid w:val="003B2CCD"/>
    <w:rsid w:val="003B4C96"/>
    <w:rsid w:val="003C62AE"/>
    <w:rsid w:val="003E5FC4"/>
    <w:rsid w:val="003F72CD"/>
    <w:rsid w:val="00400D91"/>
    <w:rsid w:val="0041323B"/>
    <w:rsid w:val="0041330F"/>
    <w:rsid w:val="0041499A"/>
    <w:rsid w:val="004170AC"/>
    <w:rsid w:val="00417622"/>
    <w:rsid w:val="00422638"/>
    <w:rsid w:val="004273DE"/>
    <w:rsid w:val="00432582"/>
    <w:rsid w:val="00432DB9"/>
    <w:rsid w:val="00440E6C"/>
    <w:rsid w:val="00444D66"/>
    <w:rsid w:val="00446935"/>
    <w:rsid w:val="00452B9D"/>
    <w:rsid w:val="0047184C"/>
    <w:rsid w:val="004775BD"/>
    <w:rsid w:val="00477BA9"/>
    <w:rsid w:val="00482C76"/>
    <w:rsid w:val="004903EE"/>
    <w:rsid w:val="004904A9"/>
    <w:rsid w:val="004906D1"/>
    <w:rsid w:val="004948AD"/>
    <w:rsid w:val="00496D56"/>
    <w:rsid w:val="004A0E1A"/>
    <w:rsid w:val="004A45F6"/>
    <w:rsid w:val="004C04C3"/>
    <w:rsid w:val="004D5B82"/>
    <w:rsid w:val="004E2857"/>
    <w:rsid w:val="004E5DFB"/>
    <w:rsid w:val="004F10C0"/>
    <w:rsid w:val="004F4CB6"/>
    <w:rsid w:val="004F714D"/>
    <w:rsid w:val="005016F6"/>
    <w:rsid w:val="00501C1F"/>
    <w:rsid w:val="00502539"/>
    <w:rsid w:val="005025A8"/>
    <w:rsid w:val="0050485C"/>
    <w:rsid w:val="00517408"/>
    <w:rsid w:val="00517528"/>
    <w:rsid w:val="005230CE"/>
    <w:rsid w:val="00535B8C"/>
    <w:rsid w:val="00537A43"/>
    <w:rsid w:val="00537C04"/>
    <w:rsid w:val="00546F01"/>
    <w:rsid w:val="00554729"/>
    <w:rsid w:val="00557801"/>
    <w:rsid w:val="00575C84"/>
    <w:rsid w:val="0059069A"/>
    <w:rsid w:val="00591814"/>
    <w:rsid w:val="00595736"/>
    <w:rsid w:val="00597B19"/>
    <w:rsid w:val="005A7FD4"/>
    <w:rsid w:val="005B20EC"/>
    <w:rsid w:val="005B2A40"/>
    <w:rsid w:val="005B3DC2"/>
    <w:rsid w:val="005C63EA"/>
    <w:rsid w:val="005E7A61"/>
    <w:rsid w:val="005E7BAE"/>
    <w:rsid w:val="0061016C"/>
    <w:rsid w:val="0061459A"/>
    <w:rsid w:val="0062239A"/>
    <w:rsid w:val="0062763C"/>
    <w:rsid w:val="00630319"/>
    <w:rsid w:val="0063359F"/>
    <w:rsid w:val="006351E9"/>
    <w:rsid w:val="00636DB7"/>
    <w:rsid w:val="0063743D"/>
    <w:rsid w:val="00654775"/>
    <w:rsid w:val="006557B6"/>
    <w:rsid w:val="0066443A"/>
    <w:rsid w:val="00677E78"/>
    <w:rsid w:val="00684F9E"/>
    <w:rsid w:val="006935B1"/>
    <w:rsid w:val="00697B25"/>
    <w:rsid w:val="006A0E53"/>
    <w:rsid w:val="006A63DA"/>
    <w:rsid w:val="006A794A"/>
    <w:rsid w:val="006B1228"/>
    <w:rsid w:val="006B35DD"/>
    <w:rsid w:val="006B45E4"/>
    <w:rsid w:val="006C2A9A"/>
    <w:rsid w:val="006C5C03"/>
    <w:rsid w:val="006D5829"/>
    <w:rsid w:val="006E0E28"/>
    <w:rsid w:val="006F026F"/>
    <w:rsid w:val="006F1021"/>
    <w:rsid w:val="00701A7B"/>
    <w:rsid w:val="007036EB"/>
    <w:rsid w:val="00705B8C"/>
    <w:rsid w:val="00711D58"/>
    <w:rsid w:val="0071584C"/>
    <w:rsid w:val="0071653C"/>
    <w:rsid w:val="00720501"/>
    <w:rsid w:val="007208FE"/>
    <w:rsid w:val="0072428F"/>
    <w:rsid w:val="00725807"/>
    <w:rsid w:val="0072790B"/>
    <w:rsid w:val="00731FFE"/>
    <w:rsid w:val="007328B8"/>
    <w:rsid w:val="00733D17"/>
    <w:rsid w:val="007378E3"/>
    <w:rsid w:val="00740585"/>
    <w:rsid w:val="007414B3"/>
    <w:rsid w:val="007434AA"/>
    <w:rsid w:val="007449AD"/>
    <w:rsid w:val="0074630E"/>
    <w:rsid w:val="00746B8B"/>
    <w:rsid w:val="007520C2"/>
    <w:rsid w:val="0075359F"/>
    <w:rsid w:val="0076062F"/>
    <w:rsid w:val="00762324"/>
    <w:rsid w:val="0076255D"/>
    <w:rsid w:val="0076512B"/>
    <w:rsid w:val="00777E3E"/>
    <w:rsid w:val="00780F17"/>
    <w:rsid w:val="00783CFC"/>
    <w:rsid w:val="00791219"/>
    <w:rsid w:val="00794D73"/>
    <w:rsid w:val="007972AC"/>
    <w:rsid w:val="007A0D10"/>
    <w:rsid w:val="007A2692"/>
    <w:rsid w:val="007B3DC5"/>
    <w:rsid w:val="007B43F0"/>
    <w:rsid w:val="007B4560"/>
    <w:rsid w:val="007B4B71"/>
    <w:rsid w:val="007C0D23"/>
    <w:rsid w:val="007C3435"/>
    <w:rsid w:val="007D0E8C"/>
    <w:rsid w:val="007D5648"/>
    <w:rsid w:val="007D578C"/>
    <w:rsid w:val="007D6869"/>
    <w:rsid w:val="007E02CE"/>
    <w:rsid w:val="007E0F66"/>
    <w:rsid w:val="007E2FD4"/>
    <w:rsid w:val="007E447D"/>
    <w:rsid w:val="007F28A5"/>
    <w:rsid w:val="007F6792"/>
    <w:rsid w:val="008060B9"/>
    <w:rsid w:val="0080672C"/>
    <w:rsid w:val="00806CBF"/>
    <w:rsid w:val="0080761A"/>
    <w:rsid w:val="008117A6"/>
    <w:rsid w:val="008243A1"/>
    <w:rsid w:val="00827CE4"/>
    <w:rsid w:val="00831C37"/>
    <w:rsid w:val="0084080B"/>
    <w:rsid w:val="00840967"/>
    <w:rsid w:val="008428CE"/>
    <w:rsid w:val="00843BDF"/>
    <w:rsid w:val="00855B2A"/>
    <w:rsid w:val="00862217"/>
    <w:rsid w:val="00866007"/>
    <w:rsid w:val="0086673D"/>
    <w:rsid w:val="0086745D"/>
    <w:rsid w:val="00872890"/>
    <w:rsid w:val="00882ABC"/>
    <w:rsid w:val="008A4BD4"/>
    <w:rsid w:val="008A7023"/>
    <w:rsid w:val="008B3350"/>
    <w:rsid w:val="008C4245"/>
    <w:rsid w:val="008D0FE0"/>
    <w:rsid w:val="008D1A00"/>
    <w:rsid w:val="008D3F55"/>
    <w:rsid w:val="008D6986"/>
    <w:rsid w:val="008D6B34"/>
    <w:rsid w:val="008E236B"/>
    <w:rsid w:val="008E5A55"/>
    <w:rsid w:val="008F069A"/>
    <w:rsid w:val="008F0780"/>
    <w:rsid w:val="008F18FE"/>
    <w:rsid w:val="008F1957"/>
    <w:rsid w:val="008F1E6E"/>
    <w:rsid w:val="008F617F"/>
    <w:rsid w:val="00904000"/>
    <w:rsid w:val="00905ADF"/>
    <w:rsid w:val="0091100F"/>
    <w:rsid w:val="009125FD"/>
    <w:rsid w:val="009156AE"/>
    <w:rsid w:val="00917D84"/>
    <w:rsid w:val="00922EAD"/>
    <w:rsid w:val="009240C4"/>
    <w:rsid w:val="0092530A"/>
    <w:rsid w:val="00933F9E"/>
    <w:rsid w:val="00941812"/>
    <w:rsid w:val="00946DB8"/>
    <w:rsid w:val="00954CFA"/>
    <w:rsid w:val="009779E4"/>
    <w:rsid w:val="0098353B"/>
    <w:rsid w:val="00983D3E"/>
    <w:rsid w:val="00991BBB"/>
    <w:rsid w:val="00991DF1"/>
    <w:rsid w:val="009952A3"/>
    <w:rsid w:val="009C0D34"/>
    <w:rsid w:val="009C5442"/>
    <w:rsid w:val="009D165A"/>
    <w:rsid w:val="009D40E6"/>
    <w:rsid w:val="009F6AF3"/>
    <w:rsid w:val="00A01582"/>
    <w:rsid w:val="00A01CDF"/>
    <w:rsid w:val="00A03FE9"/>
    <w:rsid w:val="00A04639"/>
    <w:rsid w:val="00A13007"/>
    <w:rsid w:val="00A136C8"/>
    <w:rsid w:val="00A138C3"/>
    <w:rsid w:val="00A14B74"/>
    <w:rsid w:val="00A1690D"/>
    <w:rsid w:val="00A34180"/>
    <w:rsid w:val="00A41969"/>
    <w:rsid w:val="00A523BA"/>
    <w:rsid w:val="00A63014"/>
    <w:rsid w:val="00A650B7"/>
    <w:rsid w:val="00A65329"/>
    <w:rsid w:val="00A73664"/>
    <w:rsid w:val="00A866A7"/>
    <w:rsid w:val="00A94016"/>
    <w:rsid w:val="00AA1818"/>
    <w:rsid w:val="00AB6451"/>
    <w:rsid w:val="00AC53F6"/>
    <w:rsid w:val="00AE163B"/>
    <w:rsid w:val="00AE1E7E"/>
    <w:rsid w:val="00AE2B24"/>
    <w:rsid w:val="00AE2E80"/>
    <w:rsid w:val="00AF1C77"/>
    <w:rsid w:val="00AF283A"/>
    <w:rsid w:val="00AF4F3B"/>
    <w:rsid w:val="00B04BFF"/>
    <w:rsid w:val="00B115B3"/>
    <w:rsid w:val="00B162B1"/>
    <w:rsid w:val="00B21275"/>
    <w:rsid w:val="00B223C1"/>
    <w:rsid w:val="00B3219F"/>
    <w:rsid w:val="00B34933"/>
    <w:rsid w:val="00B45C20"/>
    <w:rsid w:val="00B463E3"/>
    <w:rsid w:val="00B61D46"/>
    <w:rsid w:val="00B65F6D"/>
    <w:rsid w:val="00B743EA"/>
    <w:rsid w:val="00B778B5"/>
    <w:rsid w:val="00B77D9E"/>
    <w:rsid w:val="00B92D4F"/>
    <w:rsid w:val="00B94F6F"/>
    <w:rsid w:val="00BA09E9"/>
    <w:rsid w:val="00BA3EE3"/>
    <w:rsid w:val="00BB0AC3"/>
    <w:rsid w:val="00BB46DE"/>
    <w:rsid w:val="00BB6FD8"/>
    <w:rsid w:val="00BC3DD5"/>
    <w:rsid w:val="00BC5912"/>
    <w:rsid w:val="00BD078C"/>
    <w:rsid w:val="00BD2016"/>
    <w:rsid w:val="00BD516F"/>
    <w:rsid w:val="00BD72F7"/>
    <w:rsid w:val="00BE1D6D"/>
    <w:rsid w:val="00BF3C9D"/>
    <w:rsid w:val="00BF4DA1"/>
    <w:rsid w:val="00BF5C12"/>
    <w:rsid w:val="00C0053E"/>
    <w:rsid w:val="00C04125"/>
    <w:rsid w:val="00C05784"/>
    <w:rsid w:val="00C06F7A"/>
    <w:rsid w:val="00C07379"/>
    <w:rsid w:val="00C15063"/>
    <w:rsid w:val="00C162C7"/>
    <w:rsid w:val="00C171F3"/>
    <w:rsid w:val="00C24F45"/>
    <w:rsid w:val="00C33124"/>
    <w:rsid w:val="00C40768"/>
    <w:rsid w:val="00C44608"/>
    <w:rsid w:val="00C47F96"/>
    <w:rsid w:val="00C508A6"/>
    <w:rsid w:val="00C6306C"/>
    <w:rsid w:val="00C64486"/>
    <w:rsid w:val="00C67128"/>
    <w:rsid w:val="00C73C44"/>
    <w:rsid w:val="00C765FF"/>
    <w:rsid w:val="00C77F72"/>
    <w:rsid w:val="00C844C3"/>
    <w:rsid w:val="00C87FDE"/>
    <w:rsid w:val="00CA7FFC"/>
    <w:rsid w:val="00CB0DDC"/>
    <w:rsid w:val="00CB5DC6"/>
    <w:rsid w:val="00CB627B"/>
    <w:rsid w:val="00CC123D"/>
    <w:rsid w:val="00CC7936"/>
    <w:rsid w:val="00CD1D36"/>
    <w:rsid w:val="00CD320A"/>
    <w:rsid w:val="00CE453B"/>
    <w:rsid w:val="00CE4BC5"/>
    <w:rsid w:val="00CE510D"/>
    <w:rsid w:val="00CE5289"/>
    <w:rsid w:val="00CF4F1E"/>
    <w:rsid w:val="00D064C1"/>
    <w:rsid w:val="00D06DF5"/>
    <w:rsid w:val="00D13313"/>
    <w:rsid w:val="00D13F7E"/>
    <w:rsid w:val="00D218C5"/>
    <w:rsid w:val="00D36783"/>
    <w:rsid w:val="00D471BB"/>
    <w:rsid w:val="00D51BD9"/>
    <w:rsid w:val="00D54081"/>
    <w:rsid w:val="00D601BF"/>
    <w:rsid w:val="00D72C29"/>
    <w:rsid w:val="00D86DE2"/>
    <w:rsid w:val="00D9040F"/>
    <w:rsid w:val="00DA2956"/>
    <w:rsid w:val="00DA3604"/>
    <w:rsid w:val="00DB13A2"/>
    <w:rsid w:val="00DB7A9B"/>
    <w:rsid w:val="00DC23CA"/>
    <w:rsid w:val="00DF3C88"/>
    <w:rsid w:val="00DF4F19"/>
    <w:rsid w:val="00E00014"/>
    <w:rsid w:val="00E042A0"/>
    <w:rsid w:val="00E110EB"/>
    <w:rsid w:val="00E11615"/>
    <w:rsid w:val="00E20F57"/>
    <w:rsid w:val="00E3087E"/>
    <w:rsid w:val="00E30C89"/>
    <w:rsid w:val="00E36379"/>
    <w:rsid w:val="00E411F9"/>
    <w:rsid w:val="00E418B7"/>
    <w:rsid w:val="00E4383B"/>
    <w:rsid w:val="00E451EC"/>
    <w:rsid w:val="00E4582A"/>
    <w:rsid w:val="00E65F93"/>
    <w:rsid w:val="00E668C4"/>
    <w:rsid w:val="00E735C5"/>
    <w:rsid w:val="00E75259"/>
    <w:rsid w:val="00E77C09"/>
    <w:rsid w:val="00E8285D"/>
    <w:rsid w:val="00E848D1"/>
    <w:rsid w:val="00E86746"/>
    <w:rsid w:val="00E929B9"/>
    <w:rsid w:val="00E96E5F"/>
    <w:rsid w:val="00EA0E2E"/>
    <w:rsid w:val="00ED1CB4"/>
    <w:rsid w:val="00ED67AA"/>
    <w:rsid w:val="00EE1B87"/>
    <w:rsid w:val="00EE318B"/>
    <w:rsid w:val="00EF7E52"/>
    <w:rsid w:val="00F03457"/>
    <w:rsid w:val="00F051FA"/>
    <w:rsid w:val="00F06FAD"/>
    <w:rsid w:val="00F15AA1"/>
    <w:rsid w:val="00F1643E"/>
    <w:rsid w:val="00F22716"/>
    <w:rsid w:val="00F30367"/>
    <w:rsid w:val="00F43555"/>
    <w:rsid w:val="00F438CC"/>
    <w:rsid w:val="00F463BE"/>
    <w:rsid w:val="00F50C12"/>
    <w:rsid w:val="00F511C8"/>
    <w:rsid w:val="00F55C3D"/>
    <w:rsid w:val="00F75925"/>
    <w:rsid w:val="00F82388"/>
    <w:rsid w:val="00F83591"/>
    <w:rsid w:val="00F903DC"/>
    <w:rsid w:val="00F90FFC"/>
    <w:rsid w:val="00F933DD"/>
    <w:rsid w:val="00F97B0A"/>
    <w:rsid w:val="00FA3356"/>
    <w:rsid w:val="00FA341E"/>
    <w:rsid w:val="00FB0621"/>
    <w:rsid w:val="00FB72EB"/>
    <w:rsid w:val="00FD091C"/>
    <w:rsid w:val="00FE5B71"/>
    <w:rsid w:val="00FE62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8696F48"/>
  <w15:docId w15:val="{1CF4C4EA-8D51-422B-83A0-2878866F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lsdException w:name="envelope return" w:semiHidden="1"/>
    <w:lsdException w:name="footnote reference" w:semiHidden="1" w:uiPriority="0" w:unhideWhenUsed="1"/>
    <w:lsdException w:name="annotation reference" w:semiHidden="1" w:unhideWhenUsed="1"/>
    <w:lsdException w:name="lin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lsdException w:name="Body Text" w:semiHidden="1" w:unhideWhenUsed="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3C44"/>
    <w:pPr>
      <w:overflowPunct w:val="0"/>
      <w:autoSpaceDE w:val="0"/>
      <w:autoSpaceDN w:val="0"/>
      <w:adjustRightInd w:val="0"/>
      <w:textAlignment w:val="baseline"/>
    </w:pPr>
    <w:rPr>
      <w:rFonts w:ascii="Calibri Light" w:hAnsi="Calibri Light" w:cs="Arial"/>
      <w:sz w:val="20"/>
      <w:lang w:eastAsia="de-DE"/>
    </w:rPr>
  </w:style>
  <w:style w:type="paragraph" w:styleId="berschrift1">
    <w:name w:val="heading 1"/>
    <w:basedOn w:val="Standard"/>
    <w:next w:val="Standard"/>
    <w:link w:val="berschrift1Zchn"/>
    <w:uiPriority w:val="99"/>
    <w:qFormat/>
    <w:rsid w:val="002C4AD1"/>
    <w:pPr>
      <w:keepNext/>
      <w:keepLines/>
      <w:numPr>
        <w:numId w:val="15"/>
      </w:numPr>
      <w:spacing w:before="240" w:after="120"/>
      <w:outlineLvl w:val="0"/>
    </w:pPr>
    <w:rPr>
      <w:b/>
      <w:bCs/>
      <w:sz w:val="28"/>
    </w:rPr>
  </w:style>
  <w:style w:type="paragraph" w:styleId="berschrift2">
    <w:name w:val="heading 2"/>
    <w:basedOn w:val="Standard"/>
    <w:next w:val="Standard"/>
    <w:link w:val="berschrift2Zchn"/>
    <w:uiPriority w:val="99"/>
    <w:qFormat/>
    <w:rsid w:val="002C4AD1"/>
    <w:pPr>
      <w:keepNext/>
      <w:keepLines/>
      <w:numPr>
        <w:ilvl w:val="1"/>
        <w:numId w:val="15"/>
      </w:numPr>
      <w:spacing w:before="240" w:after="60"/>
      <w:outlineLvl w:val="1"/>
    </w:pPr>
    <w:rPr>
      <w:b/>
      <w:bCs/>
      <w:sz w:val="22"/>
      <w:szCs w:val="22"/>
    </w:rPr>
  </w:style>
  <w:style w:type="paragraph" w:styleId="berschrift3">
    <w:name w:val="heading 3"/>
    <w:basedOn w:val="Standard"/>
    <w:next w:val="Standard"/>
    <w:link w:val="berschrift3Zchn"/>
    <w:uiPriority w:val="99"/>
    <w:qFormat/>
    <w:rsid w:val="002C4AD1"/>
    <w:pPr>
      <w:keepNext/>
      <w:keepLines/>
      <w:numPr>
        <w:ilvl w:val="2"/>
        <w:numId w:val="15"/>
      </w:numPr>
      <w:spacing w:before="180" w:after="60"/>
      <w:outlineLvl w:val="2"/>
    </w:pPr>
    <w:rPr>
      <w:b/>
      <w:bCs/>
    </w:rPr>
  </w:style>
  <w:style w:type="paragraph" w:styleId="berschrift4">
    <w:name w:val="heading 4"/>
    <w:basedOn w:val="Standard"/>
    <w:next w:val="Standardeinzug"/>
    <w:link w:val="berschrift4Zchn"/>
    <w:uiPriority w:val="99"/>
    <w:semiHidden/>
    <w:qFormat/>
    <w:rsid w:val="002C4AD1"/>
    <w:pPr>
      <w:numPr>
        <w:ilvl w:val="3"/>
        <w:numId w:val="15"/>
      </w:numPr>
      <w:outlineLvl w:val="3"/>
    </w:pPr>
    <w:rPr>
      <w:u w:val="single"/>
    </w:rPr>
  </w:style>
  <w:style w:type="paragraph" w:styleId="berschrift5">
    <w:name w:val="heading 5"/>
    <w:basedOn w:val="Standard"/>
    <w:next w:val="Standardeinzug"/>
    <w:link w:val="berschrift5Zchn"/>
    <w:uiPriority w:val="99"/>
    <w:semiHidden/>
    <w:qFormat/>
    <w:rsid w:val="002C4AD1"/>
    <w:pPr>
      <w:numPr>
        <w:ilvl w:val="4"/>
        <w:numId w:val="15"/>
      </w:numPr>
      <w:outlineLvl w:val="4"/>
    </w:pPr>
    <w:rPr>
      <w:b/>
      <w:bCs/>
    </w:rPr>
  </w:style>
  <w:style w:type="paragraph" w:styleId="berschrift6">
    <w:name w:val="heading 6"/>
    <w:basedOn w:val="Standard"/>
    <w:next w:val="Standardeinzug"/>
    <w:link w:val="berschrift6Zchn"/>
    <w:uiPriority w:val="99"/>
    <w:semiHidden/>
    <w:qFormat/>
    <w:rsid w:val="002C4AD1"/>
    <w:pPr>
      <w:numPr>
        <w:ilvl w:val="5"/>
        <w:numId w:val="15"/>
      </w:numPr>
      <w:outlineLvl w:val="5"/>
    </w:pPr>
    <w:rPr>
      <w:u w:val="single"/>
    </w:rPr>
  </w:style>
  <w:style w:type="paragraph" w:styleId="berschrift7">
    <w:name w:val="heading 7"/>
    <w:basedOn w:val="Standard"/>
    <w:next w:val="Standardeinzug"/>
    <w:link w:val="berschrift7Zchn"/>
    <w:uiPriority w:val="99"/>
    <w:semiHidden/>
    <w:qFormat/>
    <w:rsid w:val="002C4AD1"/>
    <w:pPr>
      <w:numPr>
        <w:ilvl w:val="6"/>
        <w:numId w:val="15"/>
      </w:numPr>
      <w:outlineLvl w:val="6"/>
    </w:pPr>
    <w:rPr>
      <w:i/>
      <w:iCs/>
    </w:rPr>
  </w:style>
  <w:style w:type="paragraph" w:styleId="berschrift8">
    <w:name w:val="heading 8"/>
    <w:basedOn w:val="Standard"/>
    <w:next w:val="Standardeinzug"/>
    <w:link w:val="berschrift8Zchn"/>
    <w:uiPriority w:val="99"/>
    <w:semiHidden/>
    <w:qFormat/>
    <w:rsid w:val="002C4AD1"/>
    <w:pPr>
      <w:numPr>
        <w:ilvl w:val="7"/>
        <w:numId w:val="15"/>
      </w:numPr>
      <w:outlineLvl w:val="7"/>
    </w:pPr>
    <w:rPr>
      <w:i/>
      <w:iCs/>
    </w:rPr>
  </w:style>
  <w:style w:type="paragraph" w:styleId="berschrift9">
    <w:name w:val="heading 9"/>
    <w:basedOn w:val="Standard"/>
    <w:next w:val="Standardeinzug"/>
    <w:link w:val="berschrift9Zchn"/>
    <w:uiPriority w:val="99"/>
    <w:semiHidden/>
    <w:qFormat/>
    <w:rsid w:val="002C4AD1"/>
    <w:pPr>
      <w:numPr>
        <w:ilvl w:val="8"/>
        <w:numId w:val="15"/>
      </w:numPr>
      <w:outlineLvl w:val="8"/>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2C4AD1"/>
    <w:rPr>
      <w:rFonts w:ascii="Calibri Light" w:hAnsi="Calibri Light" w:cs="Arial"/>
      <w:b/>
      <w:bCs/>
      <w:sz w:val="28"/>
      <w:lang w:eastAsia="de-DE"/>
    </w:rPr>
  </w:style>
  <w:style w:type="character" w:customStyle="1" w:styleId="berschrift2Zchn">
    <w:name w:val="Überschrift 2 Zchn"/>
    <w:link w:val="berschrift2"/>
    <w:uiPriority w:val="99"/>
    <w:rsid w:val="002C4AD1"/>
    <w:rPr>
      <w:rFonts w:ascii="Calibri Light" w:hAnsi="Calibri Light" w:cs="Arial"/>
      <w:b/>
      <w:bCs/>
      <w:sz w:val="22"/>
      <w:szCs w:val="22"/>
      <w:lang w:eastAsia="de-DE"/>
    </w:rPr>
  </w:style>
  <w:style w:type="character" w:customStyle="1" w:styleId="berschrift3Zchn">
    <w:name w:val="Überschrift 3 Zchn"/>
    <w:link w:val="berschrift3"/>
    <w:uiPriority w:val="99"/>
    <w:rsid w:val="002C4AD1"/>
    <w:rPr>
      <w:rFonts w:ascii="Calibri Light" w:hAnsi="Calibri Light" w:cs="Arial"/>
      <w:b/>
      <w:bCs/>
      <w:sz w:val="20"/>
      <w:lang w:eastAsia="de-DE"/>
    </w:rPr>
  </w:style>
  <w:style w:type="character" w:customStyle="1" w:styleId="berschrift4Zchn">
    <w:name w:val="Überschrift 4 Zchn"/>
    <w:link w:val="berschrift4"/>
    <w:uiPriority w:val="99"/>
    <w:semiHidden/>
    <w:rsid w:val="002C4AD1"/>
    <w:rPr>
      <w:rFonts w:ascii="Calibri Light" w:hAnsi="Calibri Light" w:cs="Arial"/>
      <w:sz w:val="20"/>
      <w:u w:val="single"/>
      <w:lang w:eastAsia="de-DE"/>
    </w:rPr>
  </w:style>
  <w:style w:type="character" w:customStyle="1" w:styleId="berschrift5Zchn">
    <w:name w:val="Überschrift 5 Zchn"/>
    <w:link w:val="berschrift5"/>
    <w:uiPriority w:val="99"/>
    <w:semiHidden/>
    <w:rsid w:val="002C4AD1"/>
    <w:rPr>
      <w:rFonts w:ascii="Calibri Light" w:hAnsi="Calibri Light" w:cs="Arial"/>
      <w:b/>
      <w:bCs/>
      <w:sz w:val="20"/>
      <w:lang w:eastAsia="de-DE"/>
    </w:rPr>
  </w:style>
  <w:style w:type="character" w:customStyle="1" w:styleId="berschrift6Zchn">
    <w:name w:val="Überschrift 6 Zchn"/>
    <w:link w:val="berschrift6"/>
    <w:uiPriority w:val="99"/>
    <w:semiHidden/>
    <w:rsid w:val="002C4AD1"/>
    <w:rPr>
      <w:rFonts w:ascii="Calibri Light" w:hAnsi="Calibri Light" w:cs="Arial"/>
      <w:sz w:val="20"/>
      <w:u w:val="single"/>
      <w:lang w:eastAsia="de-DE"/>
    </w:rPr>
  </w:style>
  <w:style w:type="character" w:customStyle="1" w:styleId="berschrift7Zchn">
    <w:name w:val="Überschrift 7 Zchn"/>
    <w:link w:val="berschrift7"/>
    <w:uiPriority w:val="99"/>
    <w:semiHidden/>
    <w:rsid w:val="002C4AD1"/>
    <w:rPr>
      <w:rFonts w:ascii="Calibri Light" w:hAnsi="Calibri Light" w:cs="Arial"/>
      <w:i/>
      <w:iCs/>
      <w:sz w:val="20"/>
      <w:lang w:eastAsia="de-DE"/>
    </w:rPr>
  </w:style>
  <w:style w:type="character" w:customStyle="1" w:styleId="berschrift8Zchn">
    <w:name w:val="Überschrift 8 Zchn"/>
    <w:link w:val="berschrift8"/>
    <w:uiPriority w:val="99"/>
    <w:semiHidden/>
    <w:rsid w:val="002C4AD1"/>
    <w:rPr>
      <w:rFonts w:ascii="Calibri Light" w:hAnsi="Calibri Light" w:cs="Arial"/>
      <w:i/>
      <w:iCs/>
      <w:sz w:val="20"/>
      <w:lang w:eastAsia="de-DE"/>
    </w:rPr>
  </w:style>
  <w:style w:type="character" w:customStyle="1" w:styleId="berschrift9Zchn">
    <w:name w:val="Überschrift 9 Zchn"/>
    <w:link w:val="berschrift9"/>
    <w:uiPriority w:val="99"/>
    <w:semiHidden/>
    <w:rsid w:val="002C4AD1"/>
    <w:rPr>
      <w:rFonts w:ascii="Calibri Light" w:hAnsi="Calibri Light" w:cs="Arial"/>
      <w:i/>
      <w:iCs/>
      <w:sz w:val="20"/>
      <w:lang w:eastAsia="de-DE"/>
    </w:rPr>
  </w:style>
  <w:style w:type="character" w:styleId="Kommentarzeichen">
    <w:name w:val="annotation reference"/>
    <w:uiPriority w:val="99"/>
    <w:semiHidden/>
    <w:rsid w:val="00E265F6"/>
    <w:rPr>
      <w:sz w:val="16"/>
      <w:szCs w:val="16"/>
    </w:rPr>
  </w:style>
  <w:style w:type="paragraph" w:styleId="Kommentartext">
    <w:name w:val="annotation text"/>
    <w:basedOn w:val="Standard"/>
    <w:link w:val="KommentartextZchn"/>
    <w:uiPriority w:val="99"/>
    <w:semiHidden/>
    <w:rsid w:val="00E265F6"/>
  </w:style>
  <w:style w:type="character" w:customStyle="1" w:styleId="KommentartextZchn">
    <w:name w:val="Kommentartext Zchn"/>
    <w:link w:val="Kommentartext"/>
    <w:uiPriority w:val="99"/>
    <w:semiHidden/>
    <w:rsid w:val="002C4AD1"/>
    <w:rPr>
      <w:rFonts w:ascii="Calibri Light" w:hAnsi="Calibri Light" w:cs="Arial"/>
      <w:sz w:val="20"/>
      <w:lang w:eastAsia="de-DE"/>
    </w:rPr>
  </w:style>
  <w:style w:type="paragraph" w:styleId="Verzeichnis8">
    <w:name w:val="toc 8"/>
    <w:basedOn w:val="Standard"/>
    <w:next w:val="Standard"/>
    <w:uiPriority w:val="99"/>
    <w:semiHidden/>
    <w:rsid w:val="00E265F6"/>
    <w:pPr>
      <w:tabs>
        <w:tab w:val="right" w:leader="dot" w:pos="9361"/>
      </w:tabs>
      <w:ind w:left="1400"/>
    </w:pPr>
    <w:rPr>
      <w:sz w:val="18"/>
      <w:szCs w:val="18"/>
    </w:rPr>
  </w:style>
  <w:style w:type="paragraph" w:styleId="Verzeichnis7">
    <w:name w:val="toc 7"/>
    <w:basedOn w:val="Standard"/>
    <w:next w:val="Standard"/>
    <w:uiPriority w:val="99"/>
    <w:semiHidden/>
    <w:rsid w:val="00E265F6"/>
    <w:pPr>
      <w:tabs>
        <w:tab w:val="right" w:leader="dot" w:pos="9361"/>
      </w:tabs>
      <w:ind w:left="1200"/>
    </w:pPr>
    <w:rPr>
      <w:sz w:val="18"/>
      <w:szCs w:val="18"/>
    </w:rPr>
  </w:style>
  <w:style w:type="paragraph" w:styleId="Verzeichnis6">
    <w:name w:val="toc 6"/>
    <w:basedOn w:val="Standard"/>
    <w:next w:val="Standard"/>
    <w:uiPriority w:val="99"/>
    <w:semiHidden/>
    <w:rsid w:val="00E265F6"/>
    <w:pPr>
      <w:tabs>
        <w:tab w:val="right" w:leader="dot" w:pos="9361"/>
      </w:tabs>
      <w:ind w:left="1000"/>
    </w:pPr>
    <w:rPr>
      <w:sz w:val="18"/>
      <w:szCs w:val="18"/>
    </w:rPr>
  </w:style>
  <w:style w:type="paragraph" w:styleId="Verzeichnis5">
    <w:name w:val="toc 5"/>
    <w:basedOn w:val="Standard"/>
    <w:next w:val="Standard"/>
    <w:uiPriority w:val="99"/>
    <w:semiHidden/>
    <w:rsid w:val="00E265F6"/>
    <w:pPr>
      <w:tabs>
        <w:tab w:val="right" w:leader="dot" w:pos="9361"/>
      </w:tabs>
      <w:ind w:left="567"/>
    </w:pPr>
  </w:style>
  <w:style w:type="paragraph" w:styleId="Verzeichnis4">
    <w:name w:val="toc 4"/>
    <w:basedOn w:val="Standard"/>
    <w:next w:val="Standard"/>
    <w:uiPriority w:val="99"/>
    <w:semiHidden/>
    <w:rsid w:val="00E265F6"/>
    <w:pPr>
      <w:tabs>
        <w:tab w:val="right" w:leader="dot" w:pos="9361"/>
      </w:tabs>
      <w:ind w:left="567"/>
    </w:pPr>
  </w:style>
  <w:style w:type="paragraph" w:styleId="Verzeichnis3">
    <w:name w:val="toc 3"/>
    <w:basedOn w:val="Standard"/>
    <w:next w:val="Standard"/>
    <w:uiPriority w:val="39"/>
    <w:qFormat/>
    <w:rsid w:val="00E265F6"/>
    <w:pPr>
      <w:tabs>
        <w:tab w:val="right" w:leader="dot" w:pos="9361"/>
      </w:tabs>
      <w:ind w:left="567"/>
    </w:pPr>
  </w:style>
  <w:style w:type="paragraph" w:styleId="Verzeichnis2">
    <w:name w:val="toc 2"/>
    <w:basedOn w:val="Standard"/>
    <w:next w:val="Standard"/>
    <w:uiPriority w:val="39"/>
    <w:qFormat/>
    <w:rsid w:val="00E265F6"/>
    <w:pPr>
      <w:tabs>
        <w:tab w:val="right" w:leader="dot" w:pos="9361"/>
      </w:tabs>
      <w:ind w:left="567"/>
    </w:pPr>
  </w:style>
  <w:style w:type="paragraph" w:styleId="Verzeichnis1">
    <w:name w:val="toc 1"/>
    <w:basedOn w:val="Standard"/>
    <w:next w:val="Standard"/>
    <w:uiPriority w:val="39"/>
    <w:qFormat/>
    <w:rsid w:val="00E265F6"/>
    <w:pPr>
      <w:tabs>
        <w:tab w:val="right" w:leader="dot" w:pos="9361"/>
      </w:tabs>
      <w:spacing w:before="120" w:after="120"/>
    </w:pPr>
    <w:rPr>
      <w:b/>
      <w:bCs/>
      <w:caps/>
    </w:rPr>
  </w:style>
  <w:style w:type="paragraph" w:styleId="Index7">
    <w:name w:val="index 7"/>
    <w:basedOn w:val="Standard"/>
    <w:next w:val="Standard"/>
    <w:uiPriority w:val="99"/>
    <w:semiHidden/>
    <w:rsid w:val="00E265F6"/>
    <w:pPr>
      <w:ind w:left="1698"/>
    </w:pPr>
  </w:style>
  <w:style w:type="paragraph" w:styleId="Index6">
    <w:name w:val="index 6"/>
    <w:basedOn w:val="Standard"/>
    <w:next w:val="Standard"/>
    <w:uiPriority w:val="99"/>
    <w:semiHidden/>
    <w:rsid w:val="00E265F6"/>
    <w:pPr>
      <w:ind w:left="1415"/>
    </w:pPr>
  </w:style>
  <w:style w:type="paragraph" w:styleId="Index5">
    <w:name w:val="index 5"/>
    <w:basedOn w:val="Standard"/>
    <w:next w:val="Standard"/>
    <w:uiPriority w:val="99"/>
    <w:semiHidden/>
    <w:rsid w:val="00E265F6"/>
    <w:pPr>
      <w:ind w:left="1132"/>
    </w:pPr>
  </w:style>
  <w:style w:type="paragraph" w:styleId="Index4">
    <w:name w:val="index 4"/>
    <w:basedOn w:val="Standard"/>
    <w:next w:val="Standard"/>
    <w:uiPriority w:val="99"/>
    <w:semiHidden/>
    <w:rsid w:val="00E265F6"/>
    <w:pPr>
      <w:ind w:left="849"/>
    </w:pPr>
  </w:style>
  <w:style w:type="paragraph" w:styleId="Index3">
    <w:name w:val="index 3"/>
    <w:basedOn w:val="Standard"/>
    <w:next w:val="Standard"/>
    <w:uiPriority w:val="99"/>
    <w:semiHidden/>
    <w:rsid w:val="00E265F6"/>
    <w:pPr>
      <w:ind w:left="566"/>
    </w:pPr>
  </w:style>
  <w:style w:type="paragraph" w:styleId="Index2">
    <w:name w:val="index 2"/>
    <w:basedOn w:val="Standard"/>
    <w:next w:val="Standard"/>
    <w:uiPriority w:val="99"/>
    <w:semiHidden/>
    <w:rsid w:val="00E265F6"/>
    <w:pPr>
      <w:ind w:left="283"/>
    </w:pPr>
  </w:style>
  <w:style w:type="paragraph" w:styleId="Index1">
    <w:name w:val="index 1"/>
    <w:basedOn w:val="Standard"/>
    <w:next w:val="Standard"/>
    <w:uiPriority w:val="99"/>
    <w:semiHidden/>
    <w:rsid w:val="00E265F6"/>
  </w:style>
  <w:style w:type="character" w:styleId="Zeilennummer">
    <w:name w:val="line number"/>
    <w:uiPriority w:val="99"/>
    <w:semiHidden/>
    <w:rsid w:val="00E265F6"/>
    <w:rPr>
      <w:rFonts w:ascii="Arial" w:hAnsi="Arial" w:cs="Arial"/>
      <w:sz w:val="20"/>
      <w:szCs w:val="20"/>
    </w:rPr>
  </w:style>
  <w:style w:type="paragraph" w:styleId="Indexberschrift">
    <w:name w:val="index heading"/>
    <w:basedOn w:val="Standard"/>
    <w:next w:val="Index1"/>
    <w:uiPriority w:val="99"/>
    <w:semiHidden/>
    <w:rsid w:val="00E265F6"/>
  </w:style>
  <w:style w:type="paragraph" w:styleId="Fuzeile">
    <w:name w:val="footer"/>
    <w:basedOn w:val="Standard"/>
    <w:link w:val="FuzeileZchn"/>
    <w:uiPriority w:val="99"/>
    <w:semiHidden/>
    <w:rsid w:val="00287023"/>
    <w:pPr>
      <w:tabs>
        <w:tab w:val="right" w:pos="10206"/>
      </w:tabs>
    </w:pPr>
  </w:style>
  <w:style w:type="character" w:customStyle="1" w:styleId="FuzeileZchn">
    <w:name w:val="Fußzeile Zchn"/>
    <w:link w:val="Fuzeile"/>
    <w:uiPriority w:val="99"/>
    <w:semiHidden/>
    <w:rsid w:val="002C4AD1"/>
    <w:rPr>
      <w:rFonts w:ascii="Calibri Light" w:hAnsi="Calibri Light" w:cs="Arial"/>
      <w:sz w:val="20"/>
      <w:lang w:eastAsia="de-DE"/>
    </w:rPr>
  </w:style>
  <w:style w:type="paragraph" w:styleId="Kopfzeile">
    <w:name w:val="header"/>
    <w:basedOn w:val="Standard"/>
    <w:link w:val="KopfzeileZchn"/>
    <w:uiPriority w:val="99"/>
    <w:rsid w:val="008E5A55"/>
  </w:style>
  <w:style w:type="character" w:customStyle="1" w:styleId="KopfzeileZchn">
    <w:name w:val="Kopfzeile Zchn"/>
    <w:link w:val="Kopfzeile"/>
    <w:uiPriority w:val="99"/>
    <w:rsid w:val="008E5A55"/>
    <w:rPr>
      <w:rFonts w:ascii="Calibri Light" w:hAnsi="Calibri Light" w:cs="Arial"/>
      <w:sz w:val="20"/>
      <w:lang w:eastAsia="de-DE"/>
    </w:rPr>
  </w:style>
  <w:style w:type="character" w:styleId="Funotenzeichen">
    <w:name w:val="footnote reference"/>
    <w:semiHidden/>
    <w:rsid w:val="00E265F6"/>
    <w:rPr>
      <w:rFonts w:ascii="Arial" w:hAnsi="Arial" w:cs="Arial"/>
      <w:position w:val="6"/>
      <w:sz w:val="16"/>
      <w:szCs w:val="16"/>
    </w:rPr>
  </w:style>
  <w:style w:type="paragraph" w:styleId="Funotentext">
    <w:name w:val="footnote text"/>
    <w:basedOn w:val="Standard"/>
    <w:link w:val="FunotentextZchn"/>
    <w:semiHidden/>
    <w:rsid w:val="00E265F6"/>
    <w:rPr>
      <w:sz w:val="16"/>
      <w:szCs w:val="16"/>
    </w:rPr>
  </w:style>
  <w:style w:type="character" w:customStyle="1" w:styleId="FunotentextZchn">
    <w:name w:val="Fußnotentext Zchn"/>
    <w:link w:val="Funotentext"/>
    <w:semiHidden/>
    <w:rsid w:val="002C4AD1"/>
    <w:rPr>
      <w:rFonts w:ascii="Calibri Light" w:hAnsi="Calibri Light" w:cs="Arial"/>
      <w:sz w:val="16"/>
      <w:szCs w:val="16"/>
      <w:lang w:eastAsia="de-DE"/>
    </w:rPr>
  </w:style>
  <w:style w:type="paragraph" w:styleId="Standardeinzug">
    <w:name w:val="Normal Indent"/>
    <w:basedOn w:val="Standard"/>
    <w:uiPriority w:val="99"/>
    <w:semiHidden/>
    <w:rsid w:val="00E265F6"/>
    <w:pPr>
      <w:ind w:left="284" w:hanging="284"/>
    </w:pPr>
  </w:style>
  <w:style w:type="paragraph" w:styleId="Verzeichnis9">
    <w:name w:val="toc 9"/>
    <w:basedOn w:val="Standard"/>
    <w:next w:val="Standard"/>
    <w:uiPriority w:val="99"/>
    <w:semiHidden/>
    <w:rsid w:val="00E265F6"/>
    <w:pPr>
      <w:tabs>
        <w:tab w:val="right" w:leader="dot" w:pos="9361"/>
      </w:tabs>
      <w:ind w:left="1600"/>
    </w:pPr>
    <w:rPr>
      <w:sz w:val="18"/>
      <w:szCs w:val="18"/>
    </w:rPr>
  </w:style>
  <w:style w:type="paragraph" w:styleId="Abbildungsverzeichnis">
    <w:name w:val="table of figures"/>
    <w:basedOn w:val="Standard"/>
    <w:next w:val="Standard"/>
    <w:uiPriority w:val="99"/>
    <w:semiHidden/>
    <w:rsid w:val="00E265F6"/>
    <w:pPr>
      <w:tabs>
        <w:tab w:val="right" w:leader="dot" w:pos="9361"/>
      </w:tabs>
      <w:ind w:left="400" w:hanging="400"/>
    </w:pPr>
  </w:style>
  <w:style w:type="table" w:customStyle="1" w:styleId="Tabellengi">
    <w:name w:val="Tabellengi"/>
    <w:uiPriority w:val="99"/>
    <w:rsid w:val="004276BE"/>
    <w:rPr>
      <w:rFonts w:ascii="Calibri" w:hAnsi="Calibri" w:cs="Calibri"/>
      <w:lang w:val="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semiHidden/>
    <w:rsid w:val="002C4AD1"/>
    <w:pPr>
      <w:overflowPunct/>
      <w:autoSpaceDE/>
      <w:autoSpaceDN/>
      <w:adjustRightInd/>
      <w:spacing w:before="600" w:line="360" w:lineRule="auto"/>
      <w:ind w:left="720"/>
      <w:contextualSpacing/>
      <w:jc w:val="both"/>
      <w:textAlignment w:val="auto"/>
    </w:pPr>
    <w:rPr>
      <w:rFonts w:ascii="Arial" w:hAnsi="Arial"/>
      <w:sz w:val="22"/>
      <w:szCs w:val="22"/>
      <w:lang w:val="de-CH" w:eastAsia="en-US"/>
    </w:rPr>
  </w:style>
  <w:style w:type="character" w:styleId="Hyperlink">
    <w:name w:val="Hyperlink"/>
    <w:uiPriority w:val="99"/>
    <w:rsid w:val="005E7A61"/>
    <w:rPr>
      <w:color w:val="009900"/>
      <w:u w:val="none"/>
    </w:rPr>
  </w:style>
  <w:style w:type="paragraph" w:styleId="Sprechblasentext">
    <w:name w:val="Balloon Text"/>
    <w:basedOn w:val="Standard"/>
    <w:link w:val="SprechblasentextZchn"/>
    <w:uiPriority w:val="99"/>
    <w:semiHidden/>
    <w:rsid w:val="006263FA"/>
    <w:rPr>
      <w:rFonts w:ascii="Lucida Grande" w:hAnsi="Lucida Grande" w:cs="Lucida Grande"/>
      <w:sz w:val="18"/>
      <w:szCs w:val="18"/>
    </w:rPr>
  </w:style>
  <w:style w:type="character" w:customStyle="1" w:styleId="SprechblasentextZchn">
    <w:name w:val="Sprechblasentext Zchn"/>
    <w:link w:val="Sprechblasentext"/>
    <w:uiPriority w:val="99"/>
    <w:semiHidden/>
    <w:rsid w:val="002C4AD1"/>
    <w:rPr>
      <w:rFonts w:ascii="Lucida Grande" w:hAnsi="Lucida Grande" w:cs="Lucida Grande"/>
      <w:sz w:val="18"/>
      <w:szCs w:val="18"/>
      <w:lang w:eastAsia="de-DE"/>
    </w:rPr>
  </w:style>
  <w:style w:type="paragraph" w:customStyle="1" w:styleId="Bearbeitung1">
    <w:name w:val="Bearbeitung1"/>
    <w:hidden/>
    <w:uiPriority w:val="99"/>
    <w:semiHidden/>
    <w:rsid w:val="00BB02C7"/>
    <w:rPr>
      <w:rFonts w:ascii="Arial" w:hAnsi="Arial" w:cs="Arial"/>
      <w:lang w:eastAsia="de-DE"/>
    </w:rPr>
  </w:style>
  <w:style w:type="paragraph" w:styleId="StandardWeb">
    <w:name w:val="Normal (Web)"/>
    <w:basedOn w:val="Standard"/>
    <w:uiPriority w:val="99"/>
    <w:semiHidden/>
    <w:rsid w:val="00810AAE"/>
    <w:pPr>
      <w:overflowPunct/>
      <w:autoSpaceDE/>
      <w:autoSpaceDN/>
      <w:adjustRightInd/>
      <w:spacing w:before="100" w:beforeAutospacing="1" w:after="100" w:afterAutospacing="1"/>
      <w:textAlignment w:val="auto"/>
    </w:pPr>
    <w:rPr>
      <w:rFonts w:ascii="Times" w:hAnsi="Times" w:cs="Times"/>
    </w:rPr>
  </w:style>
  <w:style w:type="paragraph" w:styleId="Kommentarthema">
    <w:name w:val="annotation subject"/>
    <w:basedOn w:val="Kommentartext"/>
    <w:next w:val="Kommentartext"/>
    <w:link w:val="KommentarthemaZchn"/>
    <w:uiPriority w:val="99"/>
    <w:semiHidden/>
    <w:rsid w:val="00F86691"/>
    <w:rPr>
      <w:b/>
      <w:bCs/>
    </w:rPr>
  </w:style>
  <w:style w:type="character" w:customStyle="1" w:styleId="KommentarthemaZchn">
    <w:name w:val="Kommentarthema Zchn"/>
    <w:link w:val="Kommentarthema"/>
    <w:uiPriority w:val="99"/>
    <w:semiHidden/>
    <w:rsid w:val="002C4AD1"/>
    <w:rPr>
      <w:rFonts w:ascii="Calibri Light" w:hAnsi="Calibri Light" w:cs="Arial"/>
      <w:b/>
      <w:bCs/>
      <w:sz w:val="20"/>
      <w:lang w:eastAsia="de-DE"/>
    </w:rPr>
  </w:style>
  <w:style w:type="character" w:customStyle="1" w:styleId="mw-headline">
    <w:name w:val="mw-headline"/>
    <w:uiPriority w:val="99"/>
    <w:semiHidden/>
    <w:rsid w:val="00F40D85"/>
    <w:rPr>
      <w:rFonts w:cs="Times New Roman"/>
    </w:rPr>
  </w:style>
  <w:style w:type="paragraph" w:customStyle="1" w:styleId="first-para">
    <w:name w:val="first-para"/>
    <w:basedOn w:val="Standard"/>
    <w:uiPriority w:val="99"/>
    <w:semiHidden/>
    <w:rsid w:val="00EF7ED2"/>
    <w:pPr>
      <w:overflowPunct/>
      <w:autoSpaceDE/>
      <w:autoSpaceDN/>
      <w:adjustRightInd/>
      <w:spacing w:beforeLines="1" w:afterLines="1"/>
      <w:textAlignment w:val="auto"/>
    </w:pPr>
    <w:rPr>
      <w:rFonts w:ascii="Times" w:hAnsi="Times" w:cs="Times"/>
      <w:lang w:val="es-ES_tradnl" w:eastAsia="es-ES_tradnl"/>
    </w:rPr>
  </w:style>
  <w:style w:type="table" w:styleId="Tabellenraster">
    <w:name w:val="Table Grid"/>
    <w:basedOn w:val="NormaleTabelle"/>
    <w:uiPriority w:val="59"/>
    <w:rsid w:val="000A1283"/>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uiPriority w:val="99"/>
    <w:semiHidden/>
    <w:rsid w:val="000371D5"/>
    <w:rPr>
      <w:rFonts w:cs="Times New Roman"/>
      <w:color w:val="009900"/>
      <w:u w:val="none"/>
    </w:rPr>
  </w:style>
  <w:style w:type="paragraph" w:customStyle="1" w:styleId="Arial">
    <w:name w:val="Arial"/>
    <w:basedOn w:val="first-para"/>
    <w:uiPriority w:val="99"/>
    <w:semiHidden/>
    <w:rsid w:val="0033570A"/>
    <w:pPr>
      <w:spacing w:before="2" w:after="2"/>
    </w:pPr>
    <w:rPr>
      <w:rFonts w:ascii="Arial" w:hAnsi="Arial" w:cs="Arial"/>
      <w:lang w:val="de-CH" w:eastAsia="de-DE"/>
    </w:rPr>
  </w:style>
  <w:style w:type="paragraph" w:styleId="Listenabsatz">
    <w:name w:val="List Paragraph"/>
    <w:basedOn w:val="Standard"/>
    <w:uiPriority w:val="34"/>
    <w:qFormat/>
    <w:rsid w:val="00D13313"/>
    <w:pPr>
      <w:numPr>
        <w:numId w:val="3"/>
      </w:numPr>
      <w:spacing w:after="60" w:line="276" w:lineRule="auto"/>
      <w:ind w:left="284" w:hanging="284"/>
    </w:pPr>
  </w:style>
  <w:style w:type="paragraph" w:styleId="Inhaltsverzeichnisberschrift">
    <w:name w:val="TOC Heading"/>
    <w:basedOn w:val="Standard"/>
    <w:next w:val="Standard"/>
    <w:uiPriority w:val="39"/>
    <w:qFormat/>
    <w:rsid w:val="00904000"/>
    <w:pPr>
      <w:overflowPunct/>
      <w:autoSpaceDE/>
      <w:autoSpaceDN/>
      <w:adjustRightInd/>
      <w:spacing w:before="480" w:line="276" w:lineRule="auto"/>
      <w:contextualSpacing/>
      <w:textAlignment w:val="auto"/>
    </w:pPr>
    <w:rPr>
      <w:rFonts w:eastAsia="MS Gothic" w:cs="Times New Roman"/>
      <w:b/>
      <w:color w:val="009900"/>
      <w:spacing w:val="-10"/>
      <w:kern w:val="28"/>
      <w:sz w:val="28"/>
      <w:szCs w:val="28"/>
      <w:lang w:val="de-CH" w:eastAsia="en-US"/>
    </w:rPr>
  </w:style>
  <w:style w:type="character" w:styleId="Fett">
    <w:name w:val="Strong"/>
    <w:basedOn w:val="Absatz-Standardschriftart"/>
    <w:uiPriority w:val="22"/>
    <w:semiHidden/>
    <w:qFormat/>
    <w:rsid w:val="00B34933"/>
    <w:rPr>
      <w:b/>
      <w:bCs/>
    </w:rPr>
  </w:style>
  <w:style w:type="character" w:styleId="IntensiveHervorhebung">
    <w:name w:val="Intense Emphasis"/>
    <w:basedOn w:val="Absatz-Standardschriftart"/>
    <w:uiPriority w:val="21"/>
    <w:semiHidden/>
    <w:qFormat/>
    <w:rsid w:val="002663BF"/>
    <w:rPr>
      <w:i/>
      <w:iCs/>
      <w:color w:val="4F81BD" w:themeColor="accent1"/>
    </w:rPr>
  </w:style>
  <w:style w:type="paragraph" w:styleId="Titel">
    <w:name w:val="Title"/>
    <w:basedOn w:val="Standard"/>
    <w:next w:val="Standard"/>
    <w:link w:val="TitelZchn"/>
    <w:uiPriority w:val="10"/>
    <w:rsid w:val="007E447D"/>
    <w:pPr>
      <w:contextualSpacing/>
    </w:pPr>
    <w:rPr>
      <w:rFonts w:asciiTheme="majorHAnsi" w:eastAsiaTheme="majorEastAsia" w:hAnsiTheme="majorHAnsi" w:cstheme="majorBidi"/>
      <w:b/>
      <w:spacing w:val="-10"/>
      <w:kern w:val="28"/>
      <w:sz w:val="56"/>
      <w:szCs w:val="56"/>
    </w:rPr>
  </w:style>
  <w:style w:type="character" w:customStyle="1" w:styleId="TitelZchn">
    <w:name w:val="Titel Zchn"/>
    <w:basedOn w:val="Absatz-Standardschriftart"/>
    <w:link w:val="Titel"/>
    <w:uiPriority w:val="10"/>
    <w:rsid w:val="002C4AD1"/>
    <w:rPr>
      <w:rFonts w:asciiTheme="majorHAnsi" w:eastAsiaTheme="majorEastAsia" w:hAnsiTheme="majorHAnsi" w:cstheme="majorBidi"/>
      <w:b/>
      <w:spacing w:val="-10"/>
      <w:kern w:val="28"/>
      <w:sz w:val="56"/>
      <w:szCs w:val="56"/>
      <w:lang w:eastAsia="de-DE"/>
    </w:rPr>
  </w:style>
  <w:style w:type="character" w:styleId="SchwacheHervorhebung">
    <w:name w:val="Subtle Emphasis"/>
    <w:basedOn w:val="Absatz-Standardschriftart"/>
    <w:uiPriority w:val="19"/>
    <w:semiHidden/>
    <w:qFormat/>
    <w:rsid w:val="00537A43"/>
    <w:rPr>
      <w:rFonts w:ascii="Calibri Light" w:hAnsi="Calibri Light"/>
      <w:i w:val="0"/>
      <w:iCs/>
      <w:color w:val="404040" w:themeColor="text1" w:themeTint="BF"/>
      <w:sz w:val="22"/>
      <w:u w:val="single"/>
    </w:rPr>
  </w:style>
  <w:style w:type="character" w:styleId="Platzhaltertext">
    <w:name w:val="Placeholder Text"/>
    <w:basedOn w:val="Absatz-Standardschriftart"/>
    <w:uiPriority w:val="99"/>
    <w:semiHidden/>
    <w:rsid w:val="000110AD"/>
    <w:rPr>
      <w:color w:val="808080"/>
    </w:rPr>
  </w:style>
  <w:style w:type="paragraph" w:styleId="KeinLeerraum">
    <w:name w:val="No Spacing"/>
    <w:uiPriority w:val="1"/>
    <w:semiHidden/>
    <w:qFormat/>
    <w:rsid w:val="007E2FD4"/>
    <w:pPr>
      <w:overflowPunct w:val="0"/>
      <w:autoSpaceDE w:val="0"/>
      <w:autoSpaceDN w:val="0"/>
      <w:adjustRightInd w:val="0"/>
      <w:textAlignment w:val="baseline"/>
    </w:pPr>
    <w:rPr>
      <w:rFonts w:ascii="Calibri Light" w:hAnsi="Calibri Light" w:cs="Arial"/>
      <w:sz w:val="20"/>
      <w:lang w:eastAsia="de-DE"/>
    </w:rPr>
  </w:style>
  <w:style w:type="paragraph" w:styleId="Textkrper">
    <w:name w:val="Body Text"/>
    <w:basedOn w:val="Standard"/>
    <w:link w:val="TextkrperZchn"/>
    <w:uiPriority w:val="99"/>
    <w:rsid w:val="007E447D"/>
    <w:pPr>
      <w:spacing w:after="120" w:line="276" w:lineRule="auto"/>
      <w:jc w:val="both"/>
    </w:pPr>
    <w:rPr>
      <w:szCs w:val="20"/>
      <w:lang w:val="de-CH"/>
    </w:rPr>
  </w:style>
  <w:style w:type="character" w:customStyle="1" w:styleId="TextkrperZchn">
    <w:name w:val="Textkörper Zchn"/>
    <w:basedOn w:val="Absatz-Standardschriftart"/>
    <w:link w:val="Textkrper"/>
    <w:uiPriority w:val="99"/>
    <w:rsid w:val="002C4AD1"/>
    <w:rPr>
      <w:rFonts w:ascii="Calibri Light" w:hAnsi="Calibri Light" w:cs="Arial"/>
      <w:sz w:val="20"/>
      <w:szCs w:val="20"/>
      <w:lang w:val="de-CH" w:eastAsia="de-DE"/>
    </w:rPr>
  </w:style>
  <w:style w:type="paragraph" w:styleId="Textkrper2">
    <w:name w:val="Body Text 2"/>
    <w:basedOn w:val="Standard"/>
    <w:link w:val="Textkrper2Zchn"/>
    <w:uiPriority w:val="99"/>
    <w:semiHidden/>
    <w:rsid w:val="00E00014"/>
    <w:pPr>
      <w:jc w:val="both"/>
    </w:pPr>
    <w:rPr>
      <w:lang w:val="de-CH"/>
    </w:rPr>
  </w:style>
  <w:style w:type="character" w:customStyle="1" w:styleId="Textkrper2Zchn">
    <w:name w:val="Textkörper 2 Zchn"/>
    <w:basedOn w:val="Absatz-Standardschriftart"/>
    <w:link w:val="Textkrper2"/>
    <w:uiPriority w:val="99"/>
    <w:semiHidden/>
    <w:rsid w:val="002C4AD1"/>
    <w:rPr>
      <w:rFonts w:ascii="Calibri Light" w:hAnsi="Calibri Light" w:cs="Arial"/>
      <w:sz w:val="20"/>
      <w:lang w:val="de-CH" w:eastAsia="de-DE"/>
    </w:rPr>
  </w:style>
  <w:style w:type="paragraph" w:styleId="Aufzhlungszeichen">
    <w:name w:val="List Bullet"/>
    <w:basedOn w:val="Standard"/>
    <w:uiPriority w:val="99"/>
    <w:rsid w:val="00720501"/>
    <w:pPr>
      <w:numPr>
        <w:numId w:val="4"/>
      </w:numPr>
      <w:spacing w:after="120" w:line="276" w:lineRule="auto"/>
      <w:ind w:left="170" w:hanging="170"/>
    </w:pPr>
  </w:style>
  <w:style w:type="character" w:customStyle="1" w:styleId="UnresolvedMention">
    <w:name w:val="Unresolved Mention"/>
    <w:basedOn w:val="Absatz-Standardschriftart"/>
    <w:uiPriority w:val="99"/>
    <w:semiHidden/>
    <w:rsid w:val="00EE318B"/>
    <w:rPr>
      <w:color w:val="808080"/>
      <w:shd w:val="clear" w:color="auto" w:fill="E6E6E6"/>
    </w:rPr>
  </w:style>
  <w:style w:type="character" w:customStyle="1" w:styleId="WahreWare">
    <w:name w:val="WahreWare"/>
    <w:uiPriority w:val="1"/>
    <w:qFormat/>
    <w:rsid w:val="003219B8"/>
    <w:rPr>
      <w:b w:val="0"/>
      <w:i/>
      <w:color w:val="009900"/>
    </w:rPr>
  </w:style>
  <w:style w:type="character" w:customStyle="1" w:styleId="WahreWareErsatz">
    <w:name w:val="WahreWare_Ersatz"/>
    <w:basedOn w:val="Absatz-Standardschriftart"/>
    <w:uiPriority w:val="1"/>
    <w:qFormat/>
    <w:rsid w:val="007E02CE"/>
    <w:rPr>
      <w:i/>
      <w:color w:val="FF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fu.admin.ch/abfall/01472/01483/index.html?lang=de"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20min.ch/finance/news/story/31661400" TargetMode="Externa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relaio.de/topics/artikeluebersicht/suffizienz-konsistenz-effizienz.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20min.ch/finance/news/story/3166140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8D479-8366-448A-85EB-1099B4DDD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4282F627</Template>
  <TotalTime>0</TotalTime>
  <Pages>10</Pages>
  <Words>3644</Words>
  <Characters>22958</Characters>
  <Application>Microsoft Office Word</Application>
  <DocSecurity>0</DocSecurity>
  <Lines>191</Lines>
  <Paragraphs>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Businessplan</vt:lpstr>
      <vt:lpstr>Business Plan</vt:lpstr>
    </vt:vector>
  </TitlesOfParts>
  <Company/>
  <LinksUpToDate>false</LinksUpToDate>
  <CharactersWithSpaces>26549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Businessplan</dc:title>
  <dc:creator>KV Schweiz</dc:creator>
  <cp:lastModifiedBy>Kinzler Daniel</cp:lastModifiedBy>
  <cp:revision>29</cp:revision>
  <cp:lastPrinted>2018-03-03T18:10:00Z</cp:lastPrinted>
  <dcterms:created xsi:type="dcterms:W3CDTF">2017-08-25T15:16:00Z</dcterms:created>
  <dcterms:modified xsi:type="dcterms:W3CDTF">2018-03-03T18:10:00Z</dcterms:modified>
</cp:coreProperties>
</file>