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Default Extension="sldx" ContentType="application/vnd.openxmlformats-officedocument.presentationml.slide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C42" w:rsidRPr="00863F2E" w:rsidRDefault="00B11121" w:rsidP="00B11121">
      <w:pPr>
        <w:pStyle w:val="Titel"/>
        <w:spacing w:before="0"/>
        <w:rPr>
          <w:color w:val="538135" w:themeColor="accent6" w:themeShade="BF"/>
        </w:rPr>
      </w:pPr>
      <w:r w:rsidRPr="00863F2E">
        <w:rPr>
          <w:rFonts w:ascii="VAGRoundedLT-Bold" w:hAnsi="VAGRoundedLT-Bold" w:cs="Arial"/>
          <w:bCs/>
          <w:noProof/>
          <w:color w:val="538135" w:themeColor="accent6" w:themeShade="BF"/>
          <w:shd w:val="clear" w:color="auto" w:fill="FFFFFF"/>
          <w:lang w:eastAsia="de-CH"/>
        </w:rPr>
        <w:drawing>
          <wp:anchor distT="0" distB="0" distL="114300" distR="114300" simplePos="0" relativeHeight="251659264" behindDoc="0" locked="0" layoutInCell="1" allowOverlap="1" wp14:anchorId="1C5F4A3C" wp14:editId="0EAFB1C6">
            <wp:simplePos x="0" y="0"/>
            <wp:positionH relativeFrom="margin">
              <wp:align>right</wp:align>
            </wp:positionH>
            <wp:positionV relativeFrom="paragraph">
              <wp:posOffset>1553</wp:posOffset>
            </wp:positionV>
            <wp:extent cx="1723765" cy="900000"/>
            <wp:effectExtent l="0" t="0" r="0" b="0"/>
            <wp:wrapNone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hof-logo.png"/>
                    <pic:cNvPicPr/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3765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63F2E">
        <w:rPr>
          <w:rFonts w:ascii="VAGRoundedLT-Bold" w:hAnsi="VAGRoundedLT-Bold" w:cs="Arial"/>
          <w:bCs/>
          <w:noProof/>
          <w:color w:val="538135" w:themeColor="accent6" w:themeShade="BF"/>
          <w:shd w:val="clear" w:color="auto" w:fill="FFFFFF"/>
          <w:lang w:eastAsia="de-CH"/>
        </w:rPr>
        <w:drawing>
          <wp:anchor distT="0" distB="0" distL="114300" distR="114300" simplePos="0" relativeHeight="251660288" behindDoc="0" locked="0" layoutInCell="1" allowOverlap="1" wp14:anchorId="7A9A0FB5" wp14:editId="03598566">
            <wp:simplePos x="0" y="0"/>
            <wp:positionH relativeFrom="margin">
              <wp:align>left</wp:align>
            </wp:positionH>
            <wp:positionV relativeFrom="paragraph">
              <wp:posOffset>1553</wp:posOffset>
            </wp:positionV>
            <wp:extent cx="1271469" cy="900000"/>
            <wp:effectExtent l="0" t="0" r="5080" b="0"/>
            <wp:wrapNone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logo-tdost.png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1469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86A50">
        <w:rPr>
          <w:rFonts w:ascii="VAGRoundedLT-Bold" w:hAnsi="VAGRoundedLT-Bold" w:cs="Arial"/>
          <w:bCs/>
          <w:noProof/>
          <w:color w:val="538135" w:themeColor="accent6" w:themeShade="BF"/>
          <w:lang w:eastAsia="de-CH"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9742422</wp:posOffset>
                </wp:positionH>
                <wp:positionV relativeFrom="paragraph">
                  <wp:posOffset>3391803</wp:posOffset>
                </wp:positionV>
                <wp:extent cx="49320" cy="30600"/>
                <wp:effectExtent l="38100" t="38100" r="27305" b="26670"/>
                <wp:wrapNone/>
                <wp:docPr id="1" name="Freihand 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49320" cy="30600"/>
                      </w14:xfrm>
                    </w14:contentPart>
                  </a:graphicData>
                </a:graphic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1437D729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Freihand 1" o:spid="_x0000_s1026" type="#_x0000_t75" style="position:absolute;margin-left:766.9pt;margin-top:266.9pt;width:4.3pt;height:2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">
                <v:imagedata r:id="rId10" o:title=""/>
              </v:shape>
            </w:pict>
          </mc:Fallback>
        </mc:AlternateContent>
      </w:r>
      <w:r w:rsidR="00915169" w:rsidRPr="00863F2E">
        <w:rPr>
          <w:color w:val="538135" w:themeColor="accent6" w:themeShade="BF"/>
        </w:rPr>
        <w:t xml:space="preserve">Tag der offenen </w:t>
      </w:r>
      <w:r w:rsidR="005F4454" w:rsidRPr="00863F2E">
        <w:rPr>
          <w:color w:val="538135" w:themeColor="accent6" w:themeShade="BF"/>
        </w:rPr>
        <w:t>Stall</w:t>
      </w:r>
      <w:r w:rsidR="00915169" w:rsidRPr="00863F2E">
        <w:rPr>
          <w:color w:val="538135" w:themeColor="accent6" w:themeShade="BF"/>
        </w:rPr>
        <w:t>tür</w:t>
      </w:r>
      <w:r w:rsidR="005F4454" w:rsidRPr="00863F2E">
        <w:rPr>
          <w:color w:val="538135" w:themeColor="accent6" w:themeShade="BF"/>
        </w:rPr>
        <w:br/>
        <w:t>Samstag, 12. August 2017</w:t>
      </w:r>
    </w:p>
    <w:tbl>
      <w:tblPr>
        <w:tblStyle w:val="Tabellenraster"/>
        <w:tblW w:w="14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92D050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0"/>
        <w:gridCol w:w="6406"/>
        <w:gridCol w:w="4110"/>
      </w:tblGrid>
      <w:tr w:rsidR="000160D7" w:rsidTr="00B87D69">
        <w:tc>
          <w:tcPr>
            <w:tcW w:w="4110" w:type="dxa"/>
            <w:shd w:val="clear" w:color="auto" w:fill="92D050"/>
          </w:tcPr>
          <w:p w:rsidR="00363BFC" w:rsidRDefault="000160D7" w:rsidP="00363BFC">
            <w:pPr>
              <w:spacing w:before="0" w:after="0" w:line="240" w:lineRule="auto"/>
            </w:pPr>
            <w:r>
              <w:rPr>
                <w:noProof/>
                <w:lang w:eastAsia="de-CH"/>
              </w:rPr>
              <w:drawing>
                <wp:inline distT="0" distB="0" distL="0" distR="0" wp14:anchorId="007AF815" wp14:editId="088BEF4F">
                  <wp:extent cx="2447925" cy="1627200"/>
                  <wp:effectExtent l="0" t="0" r="0" b="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WP_20151106_024.jpg"/>
                          <pic:cNvPicPr/>
                        </pic:nvPicPr>
                        <pic:blipFill rotWithShape="1">
                          <a:blip r:embed="rId1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2447925" cy="16272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0160D7" w:rsidRDefault="000160D7" w:rsidP="00363BFC">
            <w:pPr>
              <w:spacing w:before="0" w:after="0" w:line="240" w:lineRule="auto"/>
            </w:pPr>
            <w:r>
              <w:rPr>
                <w:noProof/>
                <w:lang w:eastAsia="de-CH"/>
              </w:rPr>
              <w:drawing>
                <wp:inline distT="0" distB="0" distL="0" distR="0" wp14:anchorId="70FF309B" wp14:editId="08F8A1F9">
                  <wp:extent cx="2441993" cy="1627200"/>
                  <wp:effectExtent l="0" t="0" r="0" b="0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DSC02953.jpg"/>
                          <pic:cNvPicPr/>
                        </pic:nvPicPr>
                        <pic:blipFill rotWithShape="1">
                          <a:blip r:embed="rId12" cstate="email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brightnessContrast bright="18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2448000" cy="16312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06" w:type="dxa"/>
            <w:shd w:val="clear" w:color="auto" w:fill="92D050"/>
          </w:tcPr>
          <w:p w:rsidR="00EA09E3" w:rsidRDefault="00EA09E3" w:rsidP="00363BFC">
            <w:r>
              <w:t>Möchtest du gerne sehen, woher das Gemüse kommt, welches du isst oder wie die Kühe leben, deren Milch du trinkst?</w:t>
            </w:r>
          </w:p>
          <w:p w:rsidR="000160D7" w:rsidRDefault="000160D7" w:rsidP="00363BFC">
            <w:pPr>
              <w:spacing w:before="0" w:after="0" w:line="240" w:lineRule="auto"/>
            </w:pPr>
            <w:r>
              <w:t>Dann bist du genau richtig</w:t>
            </w:r>
            <w:r w:rsidR="00EA09E3">
              <w:t xml:space="preserve"> bei uns</w:t>
            </w:r>
            <w:r>
              <w:t xml:space="preserve">. Besuche uns am </w:t>
            </w:r>
            <w:r w:rsidR="00EA09E3">
              <w:t>Tag der offenen Stalltür</w:t>
            </w:r>
            <w:r>
              <w:t xml:space="preserve"> auf dem </w:t>
            </w:r>
            <w:r w:rsidRPr="00EA09E3">
              <w:rPr>
                <w:b/>
              </w:rPr>
              <w:t>Guntli Hof</w:t>
            </w:r>
            <w:r>
              <w:t xml:space="preserve"> </w:t>
            </w:r>
            <w:r w:rsidR="006D3B04">
              <w:t>–</w:t>
            </w:r>
            <w:r>
              <w:t xml:space="preserve"> erlebe den Betrieb hautnah.</w:t>
            </w:r>
          </w:p>
          <w:p w:rsidR="00EA09E3" w:rsidRPr="00363BFC" w:rsidRDefault="00EA09E3" w:rsidP="00363BFC">
            <w:pPr>
              <w:pStyle w:val="berschrift1"/>
              <w:spacing w:before="360"/>
              <w:outlineLvl w:val="0"/>
            </w:pPr>
            <w:r w:rsidRPr="00F10779">
              <w:t>Programm</w:t>
            </w:r>
          </w:p>
          <w:p w:rsidR="00EA09E3" w:rsidRPr="00EA09E3" w:rsidRDefault="00523D05" w:rsidP="00AB1F25">
            <w:pPr>
              <w:ind w:left="1843" w:hanging="1843"/>
            </w:pPr>
            <w:r>
              <w:t>06:0</w:t>
            </w:r>
            <w:r w:rsidR="00F76589">
              <w:t>0–</w:t>
            </w:r>
            <w:r w:rsidR="00EA09E3" w:rsidRPr="00EA09E3">
              <w:t>07:00 Uhr</w:t>
            </w:r>
            <w:r w:rsidR="00EA09E3" w:rsidRPr="00EA09E3">
              <w:tab/>
            </w:r>
            <w:bookmarkStart w:id="0" w:name="_GoBack"/>
            <w:r w:rsidR="00EA09E3" w:rsidRPr="00EA09E3">
              <w:t xml:space="preserve">Einsicht ins </w:t>
            </w:r>
            <w:r w:rsidR="00EA09E3" w:rsidRPr="00EA09E3">
              <w:rPr>
                <w:b/>
              </w:rPr>
              <w:t xml:space="preserve">Melken der Kühe, </w:t>
            </w:r>
            <w:r w:rsidR="00EA09E3" w:rsidRPr="00EA09E3">
              <w:t>Tränken der Kälber und Füttern der Pferde</w:t>
            </w:r>
          </w:p>
          <w:p w:rsidR="00EA09E3" w:rsidRPr="00EA09E3" w:rsidRDefault="00EA09E3" w:rsidP="00AB1F25">
            <w:pPr>
              <w:ind w:left="1843" w:hanging="1843"/>
            </w:pPr>
            <w:r w:rsidRPr="00EA09E3">
              <w:t>07:30–09:00 Uhr</w:t>
            </w:r>
            <w:r w:rsidRPr="00EA09E3">
              <w:tab/>
            </w:r>
            <w:r w:rsidRPr="00EA09E3">
              <w:rPr>
                <w:b/>
              </w:rPr>
              <w:t>Buure</w:t>
            </w:r>
            <w:r w:rsidR="008739FE" w:rsidRPr="008739FE">
              <w:rPr>
                <w:b/>
              </w:rPr>
              <w:t>‐</w:t>
            </w:r>
            <w:r w:rsidRPr="00EA09E3">
              <w:rPr>
                <w:b/>
              </w:rPr>
              <w:t>Zmorga</w:t>
            </w:r>
            <w:r w:rsidRPr="00EA09E3">
              <w:t xml:space="preserve"> (auf Anmeldung)</w:t>
            </w:r>
          </w:p>
          <w:p w:rsidR="00EA09E3" w:rsidRPr="00EA09E3" w:rsidRDefault="00EA09E3" w:rsidP="00AB1F25">
            <w:pPr>
              <w:ind w:left="1843" w:hanging="1843"/>
            </w:pPr>
            <w:r w:rsidRPr="00EA09E3">
              <w:t>Ab 10:00 Uhr</w:t>
            </w:r>
            <w:r w:rsidRPr="00EA09E3">
              <w:tab/>
            </w:r>
            <w:r w:rsidRPr="00EA09E3">
              <w:rPr>
                <w:b/>
              </w:rPr>
              <w:t xml:space="preserve">Betriebsführungen </w:t>
            </w:r>
            <w:r>
              <w:t xml:space="preserve">und </w:t>
            </w:r>
            <w:r w:rsidRPr="00EA09E3">
              <w:rPr>
                <w:b/>
              </w:rPr>
              <w:t xml:space="preserve">Degustation </w:t>
            </w:r>
            <w:r w:rsidR="00F10779">
              <w:t>von hofeigenen</w:t>
            </w:r>
            <w:r>
              <w:t xml:space="preserve"> Produkten</w:t>
            </w:r>
          </w:p>
          <w:p w:rsidR="00EA09E3" w:rsidRPr="00EA09E3" w:rsidRDefault="00EA09E3" w:rsidP="00AB1F25">
            <w:pPr>
              <w:ind w:left="1843" w:hanging="1843"/>
              <w:rPr>
                <w:b/>
              </w:rPr>
            </w:pPr>
            <w:r w:rsidRPr="00EA09E3">
              <w:t>14:00–16:30 Uhr</w:t>
            </w:r>
            <w:r w:rsidRPr="00EA09E3">
              <w:tab/>
            </w:r>
            <w:r w:rsidRPr="00EA09E3">
              <w:rPr>
                <w:b/>
              </w:rPr>
              <w:t>Kinderprogramm</w:t>
            </w:r>
          </w:p>
          <w:p w:rsidR="000160D7" w:rsidRDefault="00EA09E3" w:rsidP="00AB1F25">
            <w:pPr>
              <w:ind w:left="1843" w:hanging="1843"/>
            </w:pPr>
            <w:r>
              <w:t>17:00–18:30 Uhr</w:t>
            </w:r>
            <w:r>
              <w:tab/>
            </w:r>
            <w:r w:rsidR="00F10779">
              <w:rPr>
                <w:b/>
              </w:rPr>
              <w:t>Z</w:t>
            </w:r>
            <w:r w:rsidR="00D82217">
              <w:rPr>
                <w:b/>
              </w:rPr>
              <w:t>nacht</w:t>
            </w:r>
            <w:r w:rsidR="008739FE" w:rsidRPr="008739FE">
              <w:rPr>
                <w:b/>
              </w:rPr>
              <w:t>‐</w:t>
            </w:r>
            <w:r w:rsidR="00D82217">
              <w:rPr>
                <w:b/>
              </w:rPr>
              <w:t xml:space="preserve">Plättli </w:t>
            </w:r>
            <w:r w:rsidR="00D82217" w:rsidRPr="00D82217">
              <w:t xml:space="preserve">mit eigenem </w:t>
            </w:r>
            <w:bookmarkEnd w:id="0"/>
            <w:r w:rsidR="00D82217" w:rsidRPr="00D82217">
              <w:t>Most</w:t>
            </w:r>
          </w:p>
        </w:tc>
        <w:tc>
          <w:tcPr>
            <w:tcW w:w="4110" w:type="dxa"/>
            <w:shd w:val="clear" w:color="auto" w:fill="92D050"/>
          </w:tcPr>
          <w:p w:rsidR="000160D7" w:rsidRDefault="00EA09E3" w:rsidP="00363BFC">
            <w:pPr>
              <w:spacing w:before="0" w:after="0" w:line="240" w:lineRule="auto"/>
              <w:jc w:val="right"/>
            </w:pPr>
            <w:r>
              <w:rPr>
                <w:noProof/>
                <w:lang w:eastAsia="de-CH"/>
              </w:rPr>
              <w:drawing>
                <wp:inline distT="0" distB="0" distL="0" distR="0" wp14:anchorId="6F38A349" wp14:editId="6ADD2BC4">
                  <wp:extent cx="2448000" cy="1627200"/>
                  <wp:effectExtent l="0" t="0" r="0" b="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DSC02875.jpg"/>
                          <pic:cNvPicPr/>
                        </pic:nvPicPr>
                        <pic:blipFill>
                          <a:blip r:embed="rId14" cstate="email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5">
                                    <a14:imgEffect>
                                      <a14:brightnessContrast bright="1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48000" cy="162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160D7" w:rsidRDefault="00FC483B" w:rsidP="00363BFC">
            <w:pPr>
              <w:spacing w:before="0" w:after="0" w:line="240" w:lineRule="auto"/>
              <w:jc w:val="right"/>
            </w:pPr>
            <w:r>
              <w:rPr>
                <w:noProof/>
                <w:lang w:eastAsia="de-CH"/>
              </w:rPr>
              <w:drawing>
                <wp:inline distT="0" distB="0" distL="0" distR="0">
                  <wp:extent cx="2448267" cy="1629002"/>
                  <wp:effectExtent l="0" t="0" r="9525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ferd.png"/>
                          <pic:cNvPicPr/>
                        </pic:nvPicPr>
                        <pic:blipFill>
                          <a:blip r:embed="rId16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7">
                                    <a14:imgEffect>
                                      <a14:brightnessContrast brigh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48267" cy="16290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D7220" w:rsidRDefault="002D7220" w:rsidP="000160D7">
      <w:pPr>
        <w:sectPr w:rsidR="002D7220" w:rsidSect="00B11121">
          <w:type w:val="continuous"/>
          <w:pgSz w:w="16838" w:h="11906" w:orient="landscape" w:code="9"/>
          <w:pgMar w:top="851" w:right="1134" w:bottom="567" w:left="1134" w:header="284" w:footer="454" w:gutter="0"/>
          <w:cols w:space="567"/>
          <w:docGrid w:linePitch="360"/>
        </w:sectPr>
      </w:pPr>
    </w:p>
    <w:p w:rsidR="005F4454" w:rsidRDefault="005F4454" w:rsidP="00363BFC">
      <w:r>
        <w:t xml:space="preserve">Es erwarten dich lehrreiche </w:t>
      </w:r>
      <w:r w:rsidR="00F82B11">
        <w:t>Führungen über den Hof</w:t>
      </w:r>
      <w:r w:rsidR="006D3B04">
        <w:t xml:space="preserve"> –</w:t>
      </w:r>
      <w:r w:rsidR="00F82B11">
        <w:t xml:space="preserve"> </w:t>
      </w:r>
      <w:r w:rsidR="006D3B04">
        <w:t xml:space="preserve">Einblicke in den Alltag – </w:t>
      </w:r>
      <w:r w:rsidR="00F82B11">
        <w:t>Degusta</w:t>
      </w:r>
      <w:r>
        <w:t>tionen und Festwirtschaft mit hofeigenen Leckerbissen. Und natürlich viel Spass und lustiges Beisammensein für Jung und Alt.</w:t>
      </w:r>
    </w:p>
    <w:p w:rsidR="002D7220" w:rsidRDefault="002D7220" w:rsidP="00363BFC">
      <w:r>
        <w:t xml:space="preserve">Herzlich willkommen auf dem </w:t>
      </w:r>
      <w:r w:rsidRPr="006E42B3">
        <w:rPr>
          <w:rStyle w:val="Hof"/>
        </w:rPr>
        <w:t>Guntli</w:t>
      </w:r>
      <w:r w:rsidRPr="006E42B3">
        <w:rPr>
          <w:rStyle w:val="Hof"/>
          <w:sz w:val="40"/>
        </w:rPr>
        <w:t xml:space="preserve"> </w:t>
      </w:r>
      <w:r w:rsidRPr="00F10779">
        <w:rPr>
          <w:rStyle w:val="Hof"/>
        </w:rPr>
        <w:t>Hof, Stöck, 9470 Buchs</w:t>
      </w:r>
    </w:p>
    <w:p w:rsidR="002D7220" w:rsidRDefault="002D7220" w:rsidP="00363BFC">
      <w:r>
        <w:t xml:space="preserve">Entschleunige deinen Tag in unserem </w:t>
      </w:r>
      <w:r w:rsidRPr="00377F7D">
        <w:rPr>
          <w:b/>
        </w:rPr>
        <w:t>P</w:t>
      </w:r>
      <w:r w:rsidRPr="00523D05">
        <w:rPr>
          <w:b/>
        </w:rPr>
        <w:t>ferdekut</w:t>
      </w:r>
      <w:r w:rsidR="00F76589">
        <w:rPr>
          <w:b/>
        </w:rPr>
        <w:t>schen</w:t>
      </w:r>
      <w:r w:rsidR="0016604B" w:rsidRPr="0016604B">
        <w:rPr>
          <w:b/>
        </w:rPr>
        <w:t>‐</w:t>
      </w:r>
      <w:r w:rsidRPr="00523D05">
        <w:rPr>
          <w:b/>
        </w:rPr>
        <w:t xml:space="preserve">Shuttle vom Bahnhof </w:t>
      </w:r>
      <w:r>
        <w:t>zu unserem Hof:</w:t>
      </w:r>
    </w:p>
    <w:p w:rsidR="002D7220" w:rsidRDefault="002D7220" w:rsidP="00285123">
      <w:pPr>
        <w:shd w:val="clear" w:color="auto" w:fill="FBE4D5" w:themeFill="accent2" w:themeFillTint="33"/>
        <w:tabs>
          <w:tab w:val="center" w:pos="3119"/>
          <w:tab w:val="left" w:pos="3969"/>
        </w:tabs>
      </w:pPr>
      <w:r>
        <w:t>Bahnho</w:t>
      </w:r>
      <w:r w:rsidR="00523D05">
        <w:t xml:space="preserve">f </w:t>
      </w:r>
      <w:r w:rsidR="00523D05">
        <w:sym w:font="Wingdings" w:char="F0F0"/>
      </w:r>
      <w:r w:rsidR="00523D05">
        <w:t xml:space="preserve"> </w:t>
      </w:r>
      <w:r w:rsidR="00285123">
        <w:t xml:space="preserve">Guntli </w:t>
      </w:r>
      <w:r w:rsidR="00523D05">
        <w:t>Hof</w:t>
      </w:r>
      <w:r w:rsidR="00523D05">
        <w:tab/>
      </w:r>
      <w:r w:rsidR="00810540">
        <w:t>stündlich</w:t>
      </w:r>
      <w:r w:rsidR="00810540">
        <w:tab/>
      </w:r>
      <w:r w:rsidR="00DA216D">
        <w:t xml:space="preserve">ab </w:t>
      </w:r>
      <w:r w:rsidR="00444466">
        <w:t>0</w:t>
      </w:r>
      <w:r w:rsidR="00DA216D">
        <w:t>5</w:t>
      </w:r>
      <w:r w:rsidR="00444466">
        <w:t>:</w:t>
      </w:r>
      <w:r w:rsidR="00523D05">
        <w:t>4</w:t>
      </w:r>
      <w:r w:rsidR="00F11E7D">
        <w:t>0 Uhr</w:t>
      </w:r>
      <w:r>
        <w:br/>
      </w:r>
      <w:r w:rsidR="00285123">
        <w:t xml:space="preserve">Guntli </w:t>
      </w:r>
      <w:r w:rsidR="00523D05">
        <w:t xml:space="preserve">Hof </w:t>
      </w:r>
      <w:r w:rsidR="00523D05">
        <w:sym w:font="Wingdings" w:char="F0F0"/>
      </w:r>
      <w:r w:rsidR="00523D05">
        <w:t xml:space="preserve"> Bahnhof</w:t>
      </w:r>
      <w:r w:rsidR="00523D05">
        <w:tab/>
      </w:r>
      <w:r w:rsidR="00810540">
        <w:t>»</w:t>
      </w:r>
      <w:r w:rsidR="00810540">
        <w:tab/>
      </w:r>
      <w:r w:rsidR="00523D05">
        <w:t xml:space="preserve">ab </w:t>
      </w:r>
      <w:r w:rsidR="00444466">
        <w:t>0</w:t>
      </w:r>
      <w:r w:rsidR="00DA216D">
        <w:t>6</w:t>
      </w:r>
      <w:r w:rsidR="00444466">
        <w:t>:</w:t>
      </w:r>
      <w:r w:rsidR="00093666">
        <w:t>2</w:t>
      </w:r>
      <w:r w:rsidR="00F11E7D">
        <w:t>0 Uhr</w:t>
      </w:r>
    </w:p>
    <w:p w:rsidR="005F4454" w:rsidRDefault="002D7220" w:rsidP="00363BFC">
      <w:r>
        <w:t xml:space="preserve">Selbstverständlich sind auch </w:t>
      </w:r>
      <w:r w:rsidR="005F4454">
        <w:t>Parkplätze für Autos vorhanden.</w:t>
      </w:r>
    </w:p>
    <w:p w:rsidR="00377F7D" w:rsidRDefault="00377F7D" w:rsidP="002D7220">
      <w:pPr>
        <w:sectPr w:rsidR="00377F7D" w:rsidSect="00255C3A">
          <w:type w:val="continuous"/>
          <w:pgSz w:w="16838" w:h="11906" w:orient="landscape"/>
          <w:pgMar w:top="567" w:right="1134" w:bottom="567" w:left="1134" w:header="709" w:footer="709" w:gutter="0"/>
          <w:cols w:num="2" w:sep="1" w:space="567"/>
          <w:docGrid w:linePitch="360"/>
        </w:sectPr>
      </w:pPr>
    </w:p>
    <w:p w:rsidR="00E81D89" w:rsidRDefault="00C712B7" w:rsidP="00E81D89">
      <w:pPr>
        <w:pStyle w:val="berschrift1"/>
      </w:pPr>
      <w:r>
        <w:lastRenderedPageBreak/>
        <w:t>Anmeldeformular zum Buura</w:t>
      </w:r>
      <w:r w:rsidRPr="00C712B7">
        <w:t>‐</w:t>
      </w:r>
      <w:r w:rsidR="00E81D89">
        <w:t>Zmorga</w:t>
      </w:r>
      <w:r w:rsidR="00DC4E6F">
        <w:t xml:space="preserve"> (</w:t>
      </w:r>
      <w:r w:rsidR="00444466">
        <w:t>0</w:t>
      </w:r>
      <w:r w:rsidR="0016604B">
        <w:t>7:30–</w:t>
      </w:r>
      <w:r w:rsidR="00444466">
        <w:t>0</w:t>
      </w:r>
      <w:r w:rsidR="0016604B" w:rsidRPr="0016604B">
        <w:t>9</w:t>
      </w:r>
      <w:r w:rsidR="0016604B">
        <w:t>:00</w:t>
      </w:r>
      <w:r w:rsidR="0016604B" w:rsidRPr="0016604B">
        <w:t xml:space="preserve"> Uhr</w:t>
      </w:r>
      <w:r w:rsidR="00DC4E6F">
        <w:t>)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2154"/>
        <w:gridCol w:w="5670"/>
      </w:tblGrid>
      <w:tr w:rsidR="007F358C" w:rsidRPr="00DE411B" w:rsidTr="00797291">
        <w:tc>
          <w:tcPr>
            <w:tcW w:w="2154" w:type="dxa"/>
          </w:tcPr>
          <w:p w:rsidR="007F358C" w:rsidRPr="00DE411B" w:rsidRDefault="007F358C" w:rsidP="00797291">
            <w:pPr>
              <w:spacing w:before="240" w:after="120"/>
              <w:rPr>
                <w:b/>
              </w:rPr>
            </w:pPr>
            <w:r w:rsidRPr="00DE411B">
              <w:rPr>
                <w:b/>
              </w:rPr>
              <w:t>Nachname</w:t>
            </w:r>
          </w:p>
        </w:tc>
        <w:sdt>
          <w:sdtPr>
            <w:id w:val="-1722289247"/>
            <w:placeholder>
              <w:docPart w:val="BC09BA72F2974A3498DA625541184A4F"/>
            </w:placeholder>
            <w:showingPlcHdr/>
          </w:sdtPr>
          <w:sdtEndPr/>
          <w:sdtContent>
            <w:tc>
              <w:tcPr>
                <w:tcW w:w="5670" w:type="dxa"/>
                <w:tcBorders>
                  <w:bottom w:val="single" w:sz="4" w:space="0" w:color="auto"/>
                </w:tcBorders>
              </w:tcPr>
              <w:p w:rsidR="007F358C" w:rsidRPr="00DE411B" w:rsidRDefault="007F358C" w:rsidP="00797291">
                <w:pPr>
                  <w:spacing w:before="240" w:after="120"/>
                </w:pPr>
                <w:r>
                  <w:rPr>
                    <w:rStyle w:val="Platzhaltertext"/>
                  </w:rPr>
                  <w:t>Nachname eingeben</w:t>
                </w:r>
              </w:p>
            </w:tc>
          </w:sdtContent>
        </w:sdt>
      </w:tr>
      <w:tr w:rsidR="007F358C" w:rsidRPr="00DE411B" w:rsidTr="00797291">
        <w:tc>
          <w:tcPr>
            <w:tcW w:w="2154" w:type="dxa"/>
          </w:tcPr>
          <w:p w:rsidR="007F358C" w:rsidRPr="00DE411B" w:rsidRDefault="007F358C" w:rsidP="00797291">
            <w:pPr>
              <w:spacing w:before="240" w:after="120"/>
              <w:rPr>
                <w:b/>
              </w:rPr>
            </w:pPr>
            <w:r w:rsidRPr="00DE411B">
              <w:rPr>
                <w:b/>
              </w:rPr>
              <w:t>Vorname</w:t>
            </w:r>
          </w:p>
        </w:tc>
        <w:sdt>
          <w:sdtPr>
            <w:id w:val="481202130"/>
            <w:placeholder>
              <w:docPart w:val="F903771BBD03465D922B3E6327E4D619"/>
            </w:placeholder>
            <w:showingPlcHdr/>
          </w:sdtPr>
          <w:sdtEndPr/>
          <w:sdtContent>
            <w:tc>
              <w:tcPr>
                <w:tcW w:w="5670" w:type="dxa"/>
                <w:tcBorders>
                  <w:top w:val="single" w:sz="4" w:space="0" w:color="auto"/>
                  <w:bottom w:val="single" w:sz="4" w:space="0" w:color="auto"/>
                </w:tcBorders>
              </w:tcPr>
              <w:p w:rsidR="007F358C" w:rsidRPr="00DE411B" w:rsidRDefault="007F358C" w:rsidP="00797291">
                <w:pPr>
                  <w:spacing w:before="240" w:after="120"/>
                </w:pPr>
                <w:r>
                  <w:rPr>
                    <w:rStyle w:val="Platzhaltertext"/>
                  </w:rPr>
                  <w:t>Vorname eingeben</w:t>
                </w:r>
              </w:p>
            </w:tc>
          </w:sdtContent>
        </w:sdt>
      </w:tr>
      <w:tr w:rsidR="007F358C" w:rsidRPr="00DE411B" w:rsidTr="00797291">
        <w:tc>
          <w:tcPr>
            <w:tcW w:w="2154" w:type="dxa"/>
          </w:tcPr>
          <w:p w:rsidR="007F358C" w:rsidRPr="00DE411B" w:rsidRDefault="007F358C" w:rsidP="00797291">
            <w:pPr>
              <w:spacing w:before="240" w:after="120"/>
              <w:rPr>
                <w:b/>
              </w:rPr>
            </w:pPr>
            <w:r w:rsidRPr="00DE411B">
              <w:rPr>
                <w:b/>
              </w:rPr>
              <w:t>Strasse</w:t>
            </w:r>
          </w:p>
        </w:tc>
        <w:sdt>
          <w:sdtPr>
            <w:id w:val="-613903142"/>
            <w:placeholder>
              <w:docPart w:val="F2CE87588A6E4FEABAE796FE8FC79539"/>
            </w:placeholder>
            <w:showingPlcHdr/>
          </w:sdtPr>
          <w:sdtEndPr/>
          <w:sdtContent>
            <w:tc>
              <w:tcPr>
                <w:tcW w:w="5670" w:type="dxa"/>
                <w:tcBorders>
                  <w:top w:val="single" w:sz="4" w:space="0" w:color="auto"/>
                  <w:bottom w:val="single" w:sz="4" w:space="0" w:color="auto"/>
                </w:tcBorders>
              </w:tcPr>
              <w:p w:rsidR="007F358C" w:rsidRPr="00DE411B" w:rsidRDefault="007F358C" w:rsidP="00797291">
                <w:pPr>
                  <w:spacing w:before="240" w:after="120"/>
                </w:pPr>
                <w:r>
                  <w:rPr>
                    <w:rStyle w:val="Platzhaltertext"/>
                  </w:rPr>
                  <w:t>Strasse eingeben</w:t>
                </w:r>
              </w:p>
            </w:tc>
          </w:sdtContent>
        </w:sdt>
      </w:tr>
      <w:tr w:rsidR="007F358C" w:rsidRPr="00DE411B" w:rsidTr="00797291">
        <w:tc>
          <w:tcPr>
            <w:tcW w:w="2154" w:type="dxa"/>
          </w:tcPr>
          <w:p w:rsidR="007F358C" w:rsidRPr="00DE411B" w:rsidRDefault="007F358C" w:rsidP="00797291">
            <w:pPr>
              <w:spacing w:before="240" w:after="120"/>
              <w:rPr>
                <w:b/>
              </w:rPr>
            </w:pPr>
            <w:r w:rsidRPr="00DE411B">
              <w:rPr>
                <w:b/>
              </w:rPr>
              <w:t>PLZ/Ort</w:t>
            </w:r>
          </w:p>
        </w:tc>
        <w:sdt>
          <w:sdtPr>
            <w:id w:val="-952091659"/>
            <w:placeholder>
              <w:docPart w:val="F5CC04602659459FB568B3A4BA3E5A3C"/>
            </w:placeholder>
            <w:showingPlcHdr/>
          </w:sdtPr>
          <w:sdtEndPr/>
          <w:sdtContent>
            <w:tc>
              <w:tcPr>
                <w:tcW w:w="5670" w:type="dxa"/>
                <w:tcBorders>
                  <w:top w:val="single" w:sz="4" w:space="0" w:color="auto"/>
                  <w:bottom w:val="single" w:sz="4" w:space="0" w:color="auto"/>
                </w:tcBorders>
              </w:tcPr>
              <w:p w:rsidR="007F358C" w:rsidRPr="00DE411B" w:rsidRDefault="007F358C" w:rsidP="00797291">
                <w:pPr>
                  <w:spacing w:before="240" w:after="120"/>
                </w:pPr>
                <w:r>
                  <w:rPr>
                    <w:rStyle w:val="Platzhaltertext"/>
                  </w:rPr>
                  <w:t>PLZ/Ort eingeben</w:t>
                </w:r>
              </w:p>
            </w:tc>
          </w:sdtContent>
        </w:sdt>
      </w:tr>
      <w:tr w:rsidR="00DE411B" w:rsidRPr="00DE411B" w:rsidTr="007F358C">
        <w:tc>
          <w:tcPr>
            <w:tcW w:w="2154" w:type="dxa"/>
          </w:tcPr>
          <w:p w:rsidR="00DE411B" w:rsidRPr="00DE411B" w:rsidRDefault="00DE411B" w:rsidP="001F02A0">
            <w:pPr>
              <w:spacing w:before="240" w:after="120"/>
              <w:rPr>
                <w:b/>
              </w:rPr>
            </w:pPr>
            <w:r w:rsidRPr="00DE411B">
              <w:rPr>
                <w:b/>
              </w:rPr>
              <w:t>Anzahl Personen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DE411B" w:rsidRPr="00DE411B" w:rsidRDefault="00AB1F25" w:rsidP="001F02A0">
            <w:pPr>
              <w:spacing w:before="240" w:after="120"/>
            </w:pPr>
            <w:sdt>
              <w:sdtPr>
                <w:id w:val="1055891848"/>
                <w:placeholder>
                  <w:docPart w:val="CEE04228D9CD4F4E9365DA033752690E"/>
                </w:placeholder>
                <w:showingPlcHdr/>
                <w:comboBox>
                  <w:listItem w:value="Wählen Sie ein Element aus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</w:comboBox>
              </w:sdtPr>
              <w:sdtEndPr/>
              <w:sdtContent>
                <w:r w:rsidR="00DE411B" w:rsidRPr="00DE411B">
                  <w:rPr>
                    <w:rStyle w:val="Platzhaltertext"/>
                  </w:rPr>
                  <w:t>Wählen Sie ein Element aus.</w:t>
                </w:r>
              </w:sdtContent>
            </w:sdt>
          </w:p>
        </w:tc>
      </w:tr>
      <w:tr w:rsidR="00DE411B" w:rsidRPr="00DE411B" w:rsidTr="007F358C">
        <w:tc>
          <w:tcPr>
            <w:tcW w:w="2154" w:type="dxa"/>
          </w:tcPr>
          <w:p w:rsidR="00DE411B" w:rsidRPr="00DE411B" w:rsidRDefault="00DE411B" w:rsidP="001F02A0">
            <w:pPr>
              <w:spacing w:before="240" w:after="120"/>
              <w:rPr>
                <w:b/>
              </w:rPr>
            </w:pPr>
            <w:r w:rsidRPr="00DE411B">
              <w:rPr>
                <w:b/>
              </w:rPr>
              <w:t>Datum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DE411B" w:rsidRPr="00DE411B" w:rsidRDefault="00AB1F25" w:rsidP="001F02A0">
            <w:pPr>
              <w:spacing w:before="240" w:after="120"/>
            </w:pPr>
            <w:sdt>
              <w:sdtPr>
                <w:id w:val="1745835676"/>
                <w:placeholder>
                  <w:docPart w:val="A5822141D5B541DE90EFB76E78EBE5C0"/>
                </w:placeholder>
                <w:showingPlcHdr/>
                <w:date>
                  <w:dateFormat w:val="d. MMMM yyyy"/>
                  <w:lid w:val="de-CH"/>
                  <w:storeMappedDataAs w:val="dateTime"/>
                  <w:calendar w:val="gregorian"/>
                </w:date>
              </w:sdtPr>
              <w:sdtEndPr/>
              <w:sdtContent>
                <w:r w:rsidR="00DE411B" w:rsidRPr="00DE411B">
                  <w:rPr>
                    <w:rStyle w:val="Platzhaltertext"/>
                  </w:rPr>
                  <w:t>Klicken oder tippen Sie, um ein Datum einzugeben.</w:t>
                </w:r>
              </w:sdtContent>
            </w:sdt>
          </w:p>
        </w:tc>
      </w:tr>
    </w:tbl>
    <w:p w:rsidR="00C17181" w:rsidRDefault="00C17181">
      <w:pPr>
        <w:spacing w:before="0" w:after="160" w:line="259" w:lineRule="auto"/>
      </w:pPr>
    </w:p>
    <w:p w:rsidR="00E81D89" w:rsidRDefault="006E42B3">
      <w:pPr>
        <w:spacing w:before="0" w:after="160" w:line="259" w:lineRule="auto"/>
      </w:pPr>
      <w:r>
        <w:rPr>
          <w:noProof/>
          <w:lang w:eastAsia="de-CH"/>
        </w:rPr>
        <w:object w:dxaOrig="7200" w:dyaOrig="44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in;height:224.6pt" o:ole="">
            <v:imagedata r:id="rId18" o:title=""/>
          </v:shape>
          <o:OLEObject Type="Embed" ProgID="PowerPoint.Slide.12" ShapeID="_x0000_i1025" DrawAspect="Content" ObjectID="_1557036587" r:id="rId19"/>
        </w:object>
      </w:r>
    </w:p>
    <w:sectPr w:rsidR="00E81D89" w:rsidSect="00255C3A">
      <w:type w:val="continuous"/>
      <w:pgSz w:w="16838" w:h="11906" w:orient="landscape"/>
      <w:pgMar w:top="567" w:right="1134" w:bottom="567" w:left="1134" w:header="709" w:footer="709" w:gutter="0"/>
      <w:cols w:sep="1" w:space="56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4570" w:rsidRDefault="00BA4570" w:rsidP="00377F7D">
      <w:pPr>
        <w:spacing w:before="0" w:after="0" w:line="240" w:lineRule="auto"/>
      </w:pPr>
      <w:r>
        <w:separator/>
      </w:r>
    </w:p>
  </w:endnote>
  <w:endnote w:type="continuationSeparator" w:id="0">
    <w:p w:rsidR="00BA4570" w:rsidRDefault="00BA4570" w:rsidP="00377F7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Script">
    <w:panose1 w:val="020B0504020000000003"/>
    <w:charset w:val="00"/>
    <w:family w:val="swiss"/>
    <w:pitch w:val="variable"/>
    <w:sig w:usb0="0000028F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AGRoundedLT-Bol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4570" w:rsidRDefault="00BA4570" w:rsidP="00377F7D">
      <w:pPr>
        <w:spacing w:before="0" w:after="0" w:line="240" w:lineRule="auto"/>
      </w:pPr>
      <w:r>
        <w:separator/>
      </w:r>
    </w:p>
  </w:footnote>
  <w:footnote w:type="continuationSeparator" w:id="0">
    <w:p w:rsidR="00BA4570" w:rsidRDefault="00BA4570" w:rsidP="00377F7D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5CA9A3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CA6D7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84EC2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A8483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6ACC0B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EE6DE7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2B869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77CF7A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13431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33238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169"/>
    <w:rsid w:val="000160D7"/>
    <w:rsid w:val="00022610"/>
    <w:rsid w:val="000706A8"/>
    <w:rsid w:val="00093666"/>
    <w:rsid w:val="00093DD3"/>
    <w:rsid w:val="000B1A10"/>
    <w:rsid w:val="00131713"/>
    <w:rsid w:val="00160815"/>
    <w:rsid w:val="0016604B"/>
    <w:rsid w:val="001677AE"/>
    <w:rsid w:val="001C0415"/>
    <w:rsid w:val="001C3903"/>
    <w:rsid w:val="001F17A4"/>
    <w:rsid w:val="00255C3A"/>
    <w:rsid w:val="00285123"/>
    <w:rsid w:val="00286A50"/>
    <w:rsid w:val="00292087"/>
    <w:rsid w:val="002D7220"/>
    <w:rsid w:val="003473C2"/>
    <w:rsid w:val="00356D39"/>
    <w:rsid w:val="003574E2"/>
    <w:rsid w:val="00363BFC"/>
    <w:rsid w:val="00373045"/>
    <w:rsid w:val="00377F7D"/>
    <w:rsid w:val="00385265"/>
    <w:rsid w:val="00444466"/>
    <w:rsid w:val="004525FD"/>
    <w:rsid w:val="004E4285"/>
    <w:rsid w:val="00523D05"/>
    <w:rsid w:val="00581C42"/>
    <w:rsid w:val="005F442C"/>
    <w:rsid w:val="005F4454"/>
    <w:rsid w:val="00606E33"/>
    <w:rsid w:val="0066489A"/>
    <w:rsid w:val="00691303"/>
    <w:rsid w:val="006D31A6"/>
    <w:rsid w:val="006D3B04"/>
    <w:rsid w:val="006E42B3"/>
    <w:rsid w:val="007317D3"/>
    <w:rsid w:val="00752B7A"/>
    <w:rsid w:val="007D2522"/>
    <w:rsid w:val="007F358C"/>
    <w:rsid w:val="00810540"/>
    <w:rsid w:val="00863F2E"/>
    <w:rsid w:val="008739FE"/>
    <w:rsid w:val="00897401"/>
    <w:rsid w:val="008D4001"/>
    <w:rsid w:val="00915169"/>
    <w:rsid w:val="009A3557"/>
    <w:rsid w:val="00A12EE3"/>
    <w:rsid w:val="00A42416"/>
    <w:rsid w:val="00AA4BAE"/>
    <w:rsid w:val="00AB1F25"/>
    <w:rsid w:val="00B07003"/>
    <w:rsid w:val="00B11121"/>
    <w:rsid w:val="00B454C7"/>
    <w:rsid w:val="00B87D69"/>
    <w:rsid w:val="00BA1D88"/>
    <w:rsid w:val="00BA4570"/>
    <w:rsid w:val="00BB4FD4"/>
    <w:rsid w:val="00BF4B12"/>
    <w:rsid w:val="00C17181"/>
    <w:rsid w:val="00C712B7"/>
    <w:rsid w:val="00C865C6"/>
    <w:rsid w:val="00CB2FDE"/>
    <w:rsid w:val="00D82217"/>
    <w:rsid w:val="00D86B7F"/>
    <w:rsid w:val="00D9009B"/>
    <w:rsid w:val="00D94860"/>
    <w:rsid w:val="00D95492"/>
    <w:rsid w:val="00DA216D"/>
    <w:rsid w:val="00DC4E6F"/>
    <w:rsid w:val="00DD7FA0"/>
    <w:rsid w:val="00DE411B"/>
    <w:rsid w:val="00E75D65"/>
    <w:rsid w:val="00E81D89"/>
    <w:rsid w:val="00E942A5"/>
    <w:rsid w:val="00EA09E3"/>
    <w:rsid w:val="00EA6404"/>
    <w:rsid w:val="00EB2770"/>
    <w:rsid w:val="00EE6582"/>
    <w:rsid w:val="00EE6817"/>
    <w:rsid w:val="00EF5D9B"/>
    <w:rsid w:val="00F10779"/>
    <w:rsid w:val="00F11E7D"/>
    <w:rsid w:val="00F4481B"/>
    <w:rsid w:val="00F76589"/>
    <w:rsid w:val="00F80380"/>
    <w:rsid w:val="00F82B11"/>
    <w:rsid w:val="00FC4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5:chartTrackingRefBased/>
  <w15:docId w15:val="{C776B04A-2DBB-4802-93C3-B969DD69C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D7220"/>
    <w:pPr>
      <w:spacing w:before="60" w:after="60" w:line="288" w:lineRule="auto"/>
    </w:pPr>
    <w:rPr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E42B3"/>
    <w:pPr>
      <w:keepNext/>
      <w:keepLines/>
      <w:spacing w:before="480" w:after="120"/>
      <w:outlineLvl w:val="0"/>
    </w:pPr>
    <w:rPr>
      <w:rFonts w:asciiTheme="majorHAnsi" w:eastAsiaTheme="majorEastAsia" w:hAnsiTheme="majorHAnsi" w:cstheme="majorBidi"/>
      <w:b/>
      <w:color w:val="385623" w:themeColor="accent6" w:themeShade="80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9A3557"/>
    <w:pPr>
      <w:spacing w:before="360" w:after="240" w:line="240" w:lineRule="auto"/>
      <w:contextualSpacing/>
      <w:jc w:val="center"/>
    </w:pPr>
    <w:rPr>
      <w:rFonts w:ascii="Segoe Script" w:eastAsiaTheme="majorEastAsia" w:hAnsi="Segoe Script" w:cstheme="majorBidi"/>
      <w:b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A3557"/>
    <w:rPr>
      <w:rFonts w:ascii="Segoe Script" w:eastAsiaTheme="majorEastAsia" w:hAnsi="Segoe Script" w:cstheme="majorBidi"/>
      <w:b/>
      <w:spacing w:val="-10"/>
      <w:kern w:val="28"/>
      <w:sz w:val="56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E42B3"/>
    <w:rPr>
      <w:rFonts w:asciiTheme="majorHAnsi" w:eastAsiaTheme="majorEastAsia" w:hAnsiTheme="majorHAnsi" w:cstheme="majorBidi"/>
      <w:b/>
      <w:color w:val="385623" w:themeColor="accent6" w:themeShade="80"/>
      <w:sz w:val="32"/>
      <w:szCs w:val="32"/>
    </w:rPr>
  </w:style>
  <w:style w:type="table" w:styleId="Tabellenraster">
    <w:name w:val="Table Grid"/>
    <w:basedOn w:val="NormaleTabelle"/>
    <w:uiPriority w:val="39"/>
    <w:rsid w:val="00016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377F7D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77F7D"/>
    <w:rPr>
      <w:sz w:val="24"/>
    </w:rPr>
  </w:style>
  <w:style w:type="paragraph" w:styleId="Fuzeile">
    <w:name w:val="footer"/>
    <w:basedOn w:val="Standard"/>
    <w:link w:val="FuzeileZchn"/>
    <w:uiPriority w:val="99"/>
    <w:unhideWhenUsed/>
    <w:rsid w:val="00B454C7"/>
    <w:pPr>
      <w:tabs>
        <w:tab w:val="center" w:pos="4536"/>
        <w:tab w:val="right" w:pos="9072"/>
      </w:tabs>
      <w:spacing w:before="0" w:after="0" w:line="240" w:lineRule="auto"/>
    </w:pPr>
    <w:rPr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B454C7"/>
    <w:rPr>
      <w:sz w:val="18"/>
    </w:rPr>
  </w:style>
  <w:style w:type="character" w:styleId="Hyperlink">
    <w:name w:val="Hyperlink"/>
    <w:basedOn w:val="Absatz-Standardschriftart"/>
    <w:uiPriority w:val="99"/>
    <w:unhideWhenUsed/>
    <w:rsid w:val="00377F7D"/>
    <w:rPr>
      <w:color w:val="0563C1" w:themeColor="hyperlink"/>
      <w:u w:val="single"/>
    </w:rPr>
  </w:style>
  <w:style w:type="character" w:customStyle="1" w:styleId="Hof">
    <w:name w:val="Hof"/>
    <w:uiPriority w:val="1"/>
    <w:qFormat/>
    <w:rsid w:val="00EF5D9B"/>
    <w:rPr>
      <w:b/>
      <w:color w:val="ED7D31" w:themeColor="accent2"/>
      <w:sz w:val="32"/>
    </w:rPr>
  </w:style>
  <w:style w:type="character" w:styleId="Platzhaltertext">
    <w:name w:val="Placeholder Text"/>
    <w:basedOn w:val="Absatz-Standardschriftart"/>
    <w:uiPriority w:val="99"/>
    <w:semiHidden/>
    <w:rsid w:val="00E81D89"/>
    <w:rPr>
      <w:color w:val="808080"/>
    </w:rPr>
  </w:style>
  <w:style w:type="character" w:customStyle="1" w:styleId="Betrieb">
    <w:name w:val="Betrieb"/>
    <w:basedOn w:val="Absatz-Standardschriftart"/>
    <w:uiPriority w:val="1"/>
    <w:rsid w:val="006E42B3"/>
    <w:rPr>
      <w:b/>
      <w:color w:val="538135" w:themeColor="accent6" w:themeShade="BF"/>
      <w:sz w:val="32"/>
      <w14:textOutline w14:w="9525" w14:cap="rnd" w14:cmpd="sng" w14:algn="ctr">
        <w14:noFill/>
        <w14:prstDash w14:val="solid"/>
        <w14:bevel/>
      </w14:textOutline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E42B3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E42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07/relationships/hdphoto" Target="media/hdphoto1.wdp"/><Relationship Id="rId18" Type="http://schemas.openxmlformats.org/officeDocument/2006/relationships/image" Target="media/image7.emf"/><Relationship Id="rId3" Type="http://schemas.openxmlformats.org/officeDocument/2006/relationships/settings" Target="settings.xml"/><Relationship Id="rId21" Type="http://schemas.openxmlformats.org/officeDocument/2006/relationships/glossaryDocument" Target="glossary/document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microsoft.com/office/2007/relationships/hdphoto" Target="media/hdphoto3.wdp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microsoft.com/office/2007/relationships/hdphoto" Target="media/hdphoto2.wdp"/><Relationship Id="rId10" Type="http://schemas.openxmlformats.org/officeDocument/2006/relationships/image" Target="media/image3.png"/><Relationship Id="rId19" Type="http://schemas.openxmlformats.org/officeDocument/2006/relationships/package" Target="embeddings/Microsoft_PowerPoint-Folie.sldx"/><Relationship Id="rId4" Type="http://schemas.openxmlformats.org/officeDocument/2006/relationships/webSettings" Target="webSettings.xml"/><Relationship Id="rId9" Type="http://schemas.openxmlformats.org/officeDocument/2006/relationships/customXml" Target="ink/ink1.xml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EE04228D9CD4F4E9365DA033752690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9683BE9-C71E-42BB-AEB5-818D1223ECF7}"/>
      </w:docPartPr>
      <w:docPartBody>
        <w:p w:rsidR="00270D3C" w:rsidRDefault="005552C9" w:rsidP="005552C9">
          <w:pPr>
            <w:pStyle w:val="CEE04228D9CD4F4E9365DA033752690E"/>
          </w:pPr>
          <w:r w:rsidRPr="00C036AF">
            <w:rPr>
              <w:rStyle w:val="Platzhaltertext"/>
            </w:rPr>
            <w:t>Wählen Sie ein Element aus.</w:t>
          </w:r>
        </w:p>
      </w:docPartBody>
    </w:docPart>
    <w:docPart>
      <w:docPartPr>
        <w:name w:val="A5822141D5B541DE90EFB76E78EBE5C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F28D817-5882-48AA-A5F9-4C9AE86D821D}"/>
      </w:docPartPr>
      <w:docPartBody>
        <w:p w:rsidR="00270D3C" w:rsidRDefault="005552C9" w:rsidP="005552C9">
          <w:pPr>
            <w:pStyle w:val="A5822141D5B541DE90EFB76E78EBE5C0"/>
          </w:pPr>
          <w:r w:rsidRPr="00C036AF">
            <w:rPr>
              <w:rStyle w:val="Platzhaltertext"/>
            </w:rPr>
            <w:t>Klicken oder tippen Sie, um ein Datum einzugeben.</w:t>
          </w:r>
        </w:p>
      </w:docPartBody>
    </w:docPart>
    <w:docPart>
      <w:docPartPr>
        <w:name w:val="BC09BA72F2974A3498DA625541184A4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6654F77-EE5D-4DFB-8D67-612895573778}"/>
      </w:docPartPr>
      <w:docPartBody>
        <w:p w:rsidR="009E2B26" w:rsidRDefault="00AF1B99" w:rsidP="00AF1B99">
          <w:pPr>
            <w:pStyle w:val="BC09BA72F2974A3498DA625541184A4F"/>
          </w:pPr>
          <w:r>
            <w:rPr>
              <w:rStyle w:val="Platzhaltertext"/>
            </w:rPr>
            <w:t>Nachname eingeben</w:t>
          </w:r>
        </w:p>
      </w:docPartBody>
    </w:docPart>
    <w:docPart>
      <w:docPartPr>
        <w:name w:val="F903771BBD03465D922B3E6327E4D61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5D052D0-6A6F-41BB-8FF1-A153318572B3}"/>
      </w:docPartPr>
      <w:docPartBody>
        <w:p w:rsidR="009E2B26" w:rsidRDefault="00AF1B99" w:rsidP="00AF1B99">
          <w:pPr>
            <w:pStyle w:val="F903771BBD03465D922B3E6327E4D619"/>
          </w:pPr>
          <w:r>
            <w:rPr>
              <w:rStyle w:val="Platzhaltertext"/>
            </w:rPr>
            <w:t>Vorname eingeben</w:t>
          </w:r>
        </w:p>
      </w:docPartBody>
    </w:docPart>
    <w:docPart>
      <w:docPartPr>
        <w:name w:val="F2CE87588A6E4FEABAE796FE8FC7953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55C99BD-99EA-4485-A4E8-22AE4264C234}"/>
      </w:docPartPr>
      <w:docPartBody>
        <w:p w:rsidR="009E2B26" w:rsidRDefault="00AF1B99" w:rsidP="00AF1B99">
          <w:pPr>
            <w:pStyle w:val="F2CE87588A6E4FEABAE796FE8FC79539"/>
          </w:pPr>
          <w:r>
            <w:rPr>
              <w:rStyle w:val="Platzhaltertext"/>
            </w:rPr>
            <w:t>Strasse eingeben</w:t>
          </w:r>
        </w:p>
      </w:docPartBody>
    </w:docPart>
    <w:docPart>
      <w:docPartPr>
        <w:name w:val="F5CC04602659459FB568B3A4BA3E5A3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CB50E7C-CE46-4B7D-8652-78BBE1F383CB}"/>
      </w:docPartPr>
      <w:docPartBody>
        <w:p w:rsidR="009E2B26" w:rsidRDefault="00AF1B99" w:rsidP="00AF1B99">
          <w:pPr>
            <w:pStyle w:val="F5CC04602659459FB568B3A4BA3E5A3C"/>
          </w:pPr>
          <w:r>
            <w:rPr>
              <w:rStyle w:val="Platzhaltertext"/>
            </w:rPr>
            <w:t>PLZ/Ort eingeben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Script">
    <w:panose1 w:val="020B0504020000000003"/>
    <w:charset w:val="00"/>
    <w:family w:val="swiss"/>
    <w:pitch w:val="variable"/>
    <w:sig w:usb0="0000028F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AGRoundedLT-Bol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2C9"/>
    <w:rsid w:val="00002FE3"/>
    <w:rsid w:val="0006279F"/>
    <w:rsid w:val="00184ABA"/>
    <w:rsid w:val="001A652A"/>
    <w:rsid w:val="00270D3C"/>
    <w:rsid w:val="00322EE2"/>
    <w:rsid w:val="00334E37"/>
    <w:rsid w:val="00375899"/>
    <w:rsid w:val="00436AF5"/>
    <w:rsid w:val="00441414"/>
    <w:rsid w:val="00460AF7"/>
    <w:rsid w:val="0047704B"/>
    <w:rsid w:val="005552C9"/>
    <w:rsid w:val="00583091"/>
    <w:rsid w:val="0066723D"/>
    <w:rsid w:val="008333B2"/>
    <w:rsid w:val="00925F3C"/>
    <w:rsid w:val="00991F22"/>
    <w:rsid w:val="00996792"/>
    <w:rsid w:val="009A104F"/>
    <w:rsid w:val="009E2B26"/>
    <w:rsid w:val="00A8396F"/>
    <w:rsid w:val="00AF1B99"/>
    <w:rsid w:val="00B008F4"/>
    <w:rsid w:val="00C57252"/>
    <w:rsid w:val="00D120AC"/>
    <w:rsid w:val="00D842D0"/>
    <w:rsid w:val="00E47B5C"/>
    <w:rsid w:val="00EB5029"/>
    <w:rsid w:val="00F71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AF1B99"/>
    <w:rPr>
      <w:color w:val="808080"/>
    </w:rPr>
  </w:style>
  <w:style w:type="paragraph" w:customStyle="1" w:styleId="DA53B452FC5B4EED934DF8540A9CBFC2">
    <w:name w:val="DA53B452FC5B4EED934DF8540A9CBFC2"/>
    <w:rsid w:val="005552C9"/>
    <w:pPr>
      <w:spacing w:before="60" w:after="60" w:line="288" w:lineRule="auto"/>
    </w:pPr>
    <w:rPr>
      <w:rFonts w:eastAsiaTheme="minorHAnsi"/>
      <w:sz w:val="24"/>
      <w:lang w:eastAsia="en-US"/>
    </w:rPr>
  </w:style>
  <w:style w:type="paragraph" w:customStyle="1" w:styleId="C80286B5693746638B6A2CE5E2F8541C">
    <w:name w:val="C80286B5693746638B6A2CE5E2F8541C"/>
    <w:rsid w:val="005552C9"/>
    <w:pPr>
      <w:spacing w:before="60" w:after="60" w:line="288" w:lineRule="auto"/>
    </w:pPr>
    <w:rPr>
      <w:rFonts w:eastAsiaTheme="minorHAnsi"/>
      <w:sz w:val="24"/>
      <w:lang w:eastAsia="en-US"/>
    </w:rPr>
  </w:style>
  <w:style w:type="paragraph" w:customStyle="1" w:styleId="10F0A6D5292142B4B49C51F3741AFACA">
    <w:name w:val="10F0A6D5292142B4B49C51F3741AFACA"/>
    <w:rsid w:val="005552C9"/>
    <w:pPr>
      <w:spacing w:before="60" w:after="60" w:line="288" w:lineRule="auto"/>
    </w:pPr>
    <w:rPr>
      <w:rFonts w:eastAsiaTheme="minorHAnsi"/>
      <w:sz w:val="24"/>
      <w:lang w:eastAsia="en-US"/>
    </w:rPr>
  </w:style>
  <w:style w:type="paragraph" w:customStyle="1" w:styleId="5B48ED8401DE4B4B88435EB4DA5FE142">
    <w:name w:val="5B48ED8401DE4B4B88435EB4DA5FE142"/>
    <w:rsid w:val="005552C9"/>
    <w:pPr>
      <w:spacing w:before="60" w:after="60" w:line="288" w:lineRule="auto"/>
    </w:pPr>
    <w:rPr>
      <w:rFonts w:eastAsiaTheme="minorHAnsi"/>
      <w:sz w:val="24"/>
      <w:lang w:eastAsia="en-US"/>
    </w:rPr>
  </w:style>
  <w:style w:type="paragraph" w:customStyle="1" w:styleId="80780AB55EBC441B9F0BF8F7B35ABED5">
    <w:name w:val="80780AB55EBC441B9F0BF8F7B35ABED5"/>
    <w:rsid w:val="005552C9"/>
    <w:pPr>
      <w:spacing w:before="60" w:after="60" w:line="288" w:lineRule="auto"/>
    </w:pPr>
    <w:rPr>
      <w:rFonts w:eastAsiaTheme="minorHAnsi"/>
      <w:sz w:val="24"/>
      <w:lang w:eastAsia="en-US"/>
    </w:rPr>
  </w:style>
  <w:style w:type="paragraph" w:customStyle="1" w:styleId="00D87B018CD94240A805CACE10AE867D">
    <w:name w:val="00D87B018CD94240A805CACE10AE867D"/>
    <w:rsid w:val="005552C9"/>
    <w:pPr>
      <w:spacing w:before="60" w:after="60" w:line="288" w:lineRule="auto"/>
    </w:pPr>
    <w:rPr>
      <w:rFonts w:eastAsiaTheme="minorHAnsi"/>
      <w:sz w:val="24"/>
      <w:lang w:eastAsia="en-US"/>
    </w:rPr>
  </w:style>
  <w:style w:type="paragraph" w:customStyle="1" w:styleId="1F2A213F765A4B05AB9DC130367DC057">
    <w:name w:val="1F2A213F765A4B05AB9DC130367DC057"/>
    <w:rsid w:val="005552C9"/>
  </w:style>
  <w:style w:type="paragraph" w:customStyle="1" w:styleId="DEF2F23CED2E4E93ACAF64C903D67507">
    <w:name w:val="DEF2F23CED2E4E93ACAF64C903D67507"/>
    <w:rsid w:val="005552C9"/>
  </w:style>
  <w:style w:type="paragraph" w:customStyle="1" w:styleId="A0DCE623906A4A2A85245D5E40F3935A">
    <w:name w:val="A0DCE623906A4A2A85245D5E40F3935A"/>
    <w:rsid w:val="005552C9"/>
  </w:style>
  <w:style w:type="paragraph" w:customStyle="1" w:styleId="503C3A2D7C5644C89A54E938E40BB5A1">
    <w:name w:val="503C3A2D7C5644C89A54E938E40BB5A1"/>
    <w:rsid w:val="005552C9"/>
  </w:style>
  <w:style w:type="paragraph" w:customStyle="1" w:styleId="CEE04228D9CD4F4E9365DA033752690E">
    <w:name w:val="CEE04228D9CD4F4E9365DA033752690E"/>
    <w:rsid w:val="005552C9"/>
  </w:style>
  <w:style w:type="paragraph" w:customStyle="1" w:styleId="A5822141D5B541DE90EFB76E78EBE5C0">
    <w:name w:val="A5822141D5B541DE90EFB76E78EBE5C0"/>
    <w:rsid w:val="005552C9"/>
  </w:style>
  <w:style w:type="paragraph" w:customStyle="1" w:styleId="BC09BA72F2974A3498DA625541184A4F">
    <w:name w:val="BC09BA72F2974A3498DA625541184A4F"/>
    <w:rsid w:val="00AF1B99"/>
  </w:style>
  <w:style w:type="paragraph" w:customStyle="1" w:styleId="F903771BBD03465D922B3E6327E4D619">
    <w:name w:val="F903771BBD03465D922B3E6327E4D619"/>
    <w:rsid w:val="00AF1B99"/>
  </w:style>
  <w:style w:type="paragraph" w:customStyle="1" w:styleId="F2CE87588A6E4FEABAE796FE8FC79539">
    <w:name w:val="F2CE87588A6E4FEABAE796FE8FC79539"/>
    <w:rsid w:val="00AF1B99"/>
  </w:style>
  <w:style w:type="paragraph" w:customStyle="1" w:styleId="F5CC04602659459FB568B3A4BA3E5A3C">
    <w:name w:val="F5CC04602659459FB568B3A4BA3E5A3C"/>
    <w:rsid w:val="00AF1B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6-06-05T07:06:31.197"/>
    </inkml:context>
    <inkml:brush xml:id="br0">
      <inkml:brushProperty name="width" value="0.03533" units="cm"/>
      <inkml:brushProperty name="height" value="0.03533" units="cm"/>
    </inkml:brush>
  </inkml:definitions>
  <inkml:trace contextRef="#ctx0" brushRef="#br0">18141 6135 1792,'-99'5'896,"90"-30"-1024,9 27 1024,4 6-768,-4-5 0,0 4-128,-4-7 0,4 0-128,0 5 128,0 4 0,-3-4 0,-2 0-128,1 5 128,-4 1 0,1 8 0</inkml:trace>
</inkml:ink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2A78CDF3.dotm</Template>
  <TotalTime>0</TotalTime>
  <Pages>2</Pages>
  <Words>191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cp:lastPrinted>2016-10-31T15:59:00Z</cp:lastPrinted>
  <dcterms:created xsi:type="dcterms:W3CDTF">2016-07-24T10:10:00Z</dcterms:created>
  <dcterms:modified xsi:type="dcterms:W3CDTF">2017-05-23T07:23:00Z</dcterms:modified>
</cp:coreProperties>
</file>