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D27593" w:rsidRPr="00DC017F" w:rsidRDefault="00253A8D">
      <w:pPr>
        <w:rPr>
          <w:b/>
          <w:color w:val="0070C0"/>
          <w:sz w:val="44"/>
          <w:szCs w:val="44"/>
        </w:rPr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31B3707" wp14:editId="461AC416">
            <wp:simplePos x="0" y="0"/>
            <wp:positionH relativeFrom="column">
              <wp:posOffset>4657421</wp:posOffset>
            </wp:positionH>
            <wp:positionV relativeFrom="paragraph">
              <wp:posOffset>-635315</wp:posOffset>
            </wp:positionV>
            <wp:extent cx="1666875" cy="8001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V_Berufsfachschu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722">
        <w:rPr>
          <w:b/>
          <w:color w:val="0070C0"/>
          <w:sz w:val="44"/>
          <w:szCs w:val="44"/>
        </w:rPr>
        <w:t>England</w:t>
      </w:r>
      <w:r w:rsidR="00201C3B" w:rsidRPr="00DC017F">
        <w:rPr>
          <w:b/>
          <w:color w:val="0070C0"/>
          <w:sz w:val="44"/>
          <w:szCs w:val="44"/>
        </w:rPr>
        <w:t>-Sprachaufenthalt</w:t>
      </w:r>
      <w:r w:rsidR="00A53F1B">
        <w:rPr>
          <w:b/>
          <w:color w:val="0070C0"/>
          <w:sz w:val="44"/>
          <w:szCs w:val="44"/>
        </w:rPr>
        <w:t xml:space="preserve"> 2016</w:t>
      </w:r>
    </w:p>
    <w:p w:rsidR="00E52C02" w:rsidRDefault="00E52C02"/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3047"/>
        <w:gridCol w:w="3048"/>
      </w:tblGrid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DC017F" w:rsidRDefault="002E07FC" w:rsidP="005D44F4">
            <w:pPr>
              <w:pStyle w:val="Feldname"/>
            </w:pPr>
            <w:r w:rsidRPr="00DC017F">
              <w:t>Schule</w:t>
            </w:r>
          </w:p>
        </w:tc>
        <w:sdt>
          <w:sdtPr>
            <w:id w:val="526066491"/>
            <w:placeholder>
              <w:docPart w:val="416ECE74226847FCA151B5670EBADE34"/>
            </w:placeholder>
            <w:showingPlcHdr/>
            <w:dropDownList>
              <w:listItem w:value="Wählen Sie ein Element aus."/>
              <w:listItem w:displayText="Richard Language College" w:value="Richard Language College"/>
              <w:listItem w:displayText="The English Language Centre" w:value="The English Language Centre"/>
              <w:listItem w:displayText="Eastbourne School of English" w:value="Eastbourne School of English"/>
            </w:dropDownList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F7533D" w:rsidP="002E07FC">
                <w:r w:rsidRPr="003B5C6F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F7533D" w:rsidP="00DC017F">
            <w:pPr>
              <w:pStyle w:val="Feldname"/>
            </w:pPr>
            <w:r>
              <w:t>Beginn</w:t>
            </w:r>
            <w:r w:rsidR="002E07FC" w:rsidRPr="002E07FC">
              <w:t xml:space="preserve"> des Aufenthalts</w:t>
            </w:r>
          </w:p>
        </w:tc>
        <w:sdt>
          <w:sdtPr>
            <w:id w:val="-1173332927"/>
            <w:placeholder>
              <w:docPart w:val="9BEE4A6447C444C5993144E27FE9090E"/>
            </w:placeholder>
            <w:showingPlcHdr/>
            <w:date>
              <w:dateFormat w:val="d. MMMM 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62F13" w:rsidP="002E07FC">
                <w:r w:rsidRPr="008B5976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Geschlecht</w:t>
            </w:r>
          </w:p>
        </w:tc>
        <w:tc>
          <w:tcPr>
            <w:tcW w:w="3047" w:type="dxa"/>
            <w:vAlign w:val="center"/>
          </w:tcPr>
          <w:p w:rsidR="002E07FC" w:rsidRPr="002E07FC" w:rsidRDefault="002E07FC" w:rsidP="002E07FC">
            <w:r>
              <w:t xml:space="preserve">w </w:t>
            </w:r>
            <w:sdt>
              <w:sdtPr>
                <w:id w:val="-167857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C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48" w:type="dxa"/>
            <w:vAlign w:val="center"/>
          </w:tcPr>
          <w:p w:rsidR="002E07FC" w:rsidRPr="002E07FC" w:rsidRDefault="002E07FC" w:rsidP="002E07FC">
            <w:r>
              <w:t xml:space="preserve">m </w:t>
            </w:r>
            <w:sdt>
              <w:sdtPr>
                <w:id w:val="-98931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2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Nachname und Vorname</w:t>
            </w:r>
          </w:p>
        </w:tc>
        <w:sdt>
          <w:sdtPr>
            <w:id w:val="-761061777"/>
            <w:placeholder>
              <w:docPart w:val="CE9110BD3C744789BE0AA8550A016FC9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E07FC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Strasse</w:t>
            </w:r>
          </w:p>
        </w:tc>
        <w:sdt>
          <w:sdtPr>
            <w:id w:val="-693926253"/>
            <w:placeholder>
              <w:docPart w:val="AE4E242226724CFBBB39AA99A161826B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E07FC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PLZ und Ort</w:t>
            </w:r>
          </w:p>
        </w:tc>
        <w:sdt>
          <w:sdtPr>
            <w:id w:val="29700812"/>
            <w:placeholder>
              <w:docPart w:val="1DB8459671FE41E1A8954B9F753A56DD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E07FC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Mobile</w:t>
            </w:r>
          </w:p>
        </w:tc>
        <w:sdt>
          <w:sdtPr>
            <w:id w:val="332962172"/>
            <w:placeholder>
              <w:docPart w:val="AF513701D3544C74865103B8F770F62E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E07FC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E-Mail</w:t>
            </w:r>
          </w:p>
        </w:tc>
        <w:sdt>
          <w:sdtPr>
            <w:id w:val="2031447981"/>
            <w:placeholder>
              <w:docPart w:val="ECBA180CFAF840D885733A9AD389496F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D753F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Nationalität</w:t>
            </w:r>
          </w:p>
        </w:tc>
        <w:sdt>
          <w:sdtPr>
            <w:id w:val="-1717195588"/>
            <w:placeholder>
              <w:docPart w:val="4717EE5BA40A4C7BBBE6F94812471D29"/>
            </w:placeholder>
            <w:showingPlcHdr/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2D753F" w:rsidP="002D753F">
                <w:r w:rsidRPr="003B5C6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E07FC" w:rsidRPr="002E07FC" w:rsidTr="004C217A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Visum nötig</w:t>
            </w:r>
          </w:p>
        </w:tc>
        <w:tc>
          <w:tcPr>
            <w:tcW w:w="6095" w:type="dxa"/>
            <w:gridSpan w:val="2"/>
            <w:vAlign w:val="center"/>
          </w:tcPr>
          <w:p w:rsidR="002E07FC" w:rsidRPr="002E07FC" w:rsidRDefault="0071549A" w:rsidP="002E07FC">
            <w:sdt>
              <w:sdtPr>
                <w:id w:val="-193096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5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2422F0" w:rsidRDefault="002422F0" w:rsidP="00201C3B">
      <w:pPr>
        <w:tabs>
          <w:tab w:val="left" w:pos="2694"/>
        </w:tabs>
      </w:pPr>
    </w:p>
    <w:p w:rsidR="00201C3B" w:rsidRDefault="00201C3B" w:rsidP="00DC017F">
      <w:pPr>
        <w:pStyle w:val="Feldname"/>
      </w:pPr>
      <w:r>
        <w:t>Weitere Bemerkungen und Wünsche</w:t>
      </w:r>
      <w:r w:rsidR="00E2227A">
        <w:rPr>
          <w:rStyle w:val="Funotenzeichen"/>
        </w:rPr>
        <w:footnoteReference w:id="1"/>
      </w:r>
    </w:p>
    <w:sdt>
      <w:sdtPr>
        <w:id w:val="-1529872467"/>
        <w:placeholder>
          <w:docPart w:val="19A287C5593444A48AA694EF8039F472"/>
        </w:placeholder>
        <w:showingPlcHdr/>
      </w:sdtPr>
      <w:sdtEndPr/>
      <w:sdtContent>
        <w:p w:rsidR="00201C3B" w:rsidRDefault="00E2227A" w:rsidP="00201C3B">
          <w:pPr>
            <w:tabs>
              <w:tab w:val="left" w:pos="2694"/>
            </w:tabs>
          </w:pPr>
          <w:r w:rsidRPr="003B5C6F">
            <w:rPr>
              <w:rStyle w:val="Platzhaltertext"/>
            </w:rPr>
            <w:t>Klicken Sie hier, um Text einzugeben.</w:t>
          </w:r>
        </w:p>
      </w:sdtContent>
    </w:sdt>
    <w:p w:rsidR="002422F0" w:rsidRDefault="002422F0" w:rsidP="00201C3B">
      <w:pPr>
        <w:tabs>
          <w:tab w:val="left" w:pos="2694"/>
        </w:tabs>
      </w:pPr>
    </w:p>
    <w:p w:rsidR="00DC017F" w:rsidRDefault="00DC017F" w:rsidP="00201C3B">
      <w:pPr>
        <w:tabs>
          <w:tab w:val="left" w:pos="2694"/>
        </w:tabs>
      </w:pPr>
    </w:p>
    <w:p w:rsidR="002422F0" w:rsidRDefault="002422F0" w:rsidP="007B5A79">
      <w:pPr>
        <w:tabs>
          <w:tab w:val="right" w:leader="dot" w:pos="3969"/>
          <w:tab w:val="left" w:pos="5387"/>
          <w:tab w:val="right" w:leader="dot" w:pos="9354"/>
        </w:tabs>
      </w:pPr>
      <w:r>
        <w:tab/>
      </w:r>
      <w:r>
        <w:tab/>
      </w:r>
      <w:r>
        <w:tab/>
      </w:r>
    </w:p>
    <w:p w:rsidR="00201C3B" w:rsidRDefault="002422F0" w:rsidP="007B5A79">
      <w:pPr>
        <w:tabs>
          <w:tab w:val="left" w:pos="5387"/>
          <w:tab w:val="right" w:leader="dot" w:pos="9354"/>
        </w:tabs>
      </w:pPr>
      <w:r>
        <w:t xml:space="preserve">Ort, </w:t>
      </w:r>
      <w:r w:rsidR="00201C3B">
        <w:t>Datum</w:t>
      </w:r>
      <w:r w:rsidR="000063A0" w:rsidRPr="000063A0">
        <w:t xml:space="preserve"> </w:t>
      </w:r>
      <w:r w:rsidR="000063A0">
        <w:tab/>
        <w:t>Unterschrift</w:t>
      </w:r>
    </w:p>
    <w:p w:rsidR="00201C3B" w:rsidRDefault="00201C3B" w:rsidP="00201C3B">
      <w:pPr>
        <w:tabs>
          <w:tab w:val="left" w:pos="3969"/>
        </w:tabs>
      </w:pPr>
    </w:p>
    <w:sectPr w:rsidR="00201C3B" w:rsidSect="00031D7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49A" w:rsidRDefault="0071549A" w:rsidP="00E2227A">
      <w:pPr>
        <w:spacing w:line="240" w:lineRule="auto"/>
      </w:pPr>
      <w:r>
        <w:separator/>
      </w:r>
    </w:p>
  </w:endnote>
  <w:endnote w:type="continuationSeparator" w:id="0">
    <w:p w:rsidR="0071549A" w:rsidRDefault="0071549A" w:rsidP="00E222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49A" w:rsidRDefault="0071549A" w:rsidP="00E2227A">
      <w:pPr>
        <w:spacing w:line="240" w:lineRule="auto"/>
      </w:pPr>
      <w:r>
        <w:separator/>
      </w:r>
    </w:p>
  </w:footnote>
  <w:footnote w:type="continuationSeparator" w:id="0">
    <w:p w:rsidR="0071549A" w:rsidRDefault="0071549A" w:rsidP="00E2227A">
      <w:pPr>
        <w:spacing w:line="240" w:lineRule="auto"/>
      </w:pPr>
      <w:r>
        <w:continuationSeparator/>
      </w:r>
    </w:p>
  </w:footnote>
  <w:footnote w:id="1">
    <w:p w:rsidR="00E2227A" w:rsidRPr="005C1C21" w:rsidRDefault="00E2227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C1C21">
        <w:t xml:space="preserve">Wir werden uns bemühen, </w:t>
      </w:r>
      <w:r w:rsidR="00D42AE0" w:rsidRPr="005C1C21">
        <w:t xml:space="preserve">Ihren Wünschen nach Möglichkeit zu entsprechen, können dies aber nicht garantieren.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81EA8C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CD6B0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8F0C6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49F6BA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8CBA4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79"/>
    <w:rsid w:val="000063A0"/>
    <w:rsid w:val="00031D7D"/>
    <w:rsid w:val="0003322D"/>
    <w:rsid w:val="00070FB3"/>
    <w:rsid w:val="00113C17"/>
    <w:rsid w:val="0011432C"/>
    <w:rsid w:val="00163ACD"/>
    <w:rsid w:val="001F7554"/>
    <w:rsid w:val="00201C3B"/>
    <w:rsid w:val="00202CD6"/>
    <w:rsid w:val="00212632"/>
    <w:rsid w:val="002422F0"/>
    <w:rsid w:val="00253A8D"/>
    <w:rsid w:val="00262F13"/>
    <w:rsid w:val="002D753F"/>
    <w:rsid w:val="002E07FC"/>
    <w:rsid w:val="00392C2B"/>
    <w:rsid w:val="003C565B"/>
    <w:rsid w:val="004326C4"/>
    <w:rsid w:val="00452643"/>
    <w:rsid w:val="004B0CD4"/>
    <w:rsid w:val="004C217A"/>
    <w:rsid w:val="004D69DD"/>
    <w:rsid w:val="0050767B"/>
    <w:rsid w:val="005C1C21"/>
    <w:rsid w:val="005D44F4"/>
    <w:rsid w:val="005E60A2"/>
    <w:rsid w:val="00625EA1"/>
    <w:rsid w:val="006F118B"/>
    <w:rsid w:val="00701684"/>
    <w:rsid w:val="0071549A"/>
    <w:rsid w:val="00721BB0"/>
    <w:rsid w:val="00725CDA"/>
    <w:rsid w:val="007B502F"/>
    <w:rsid w:val="007B5A79"/>
    <w:rsid w:val="008040B2"/>
    <w:rsid w:val="00824279"/>
    <w:rsid w:val="00832B63"/>
    <w:rsid w:val="008C130F"/>
    <w:rsid w:val="00976BD2"/>
    <w:rsid w:val="00A169A5"/>
    <w:rsid w:val="00A2457C"/>
    <w:rsid w:val="00A53F1B"/>
    <w:rsid w:val="00AB4D3A"/>
    <w:rsid w:val="00AC1A68"/>
    <w:rsid w:val="00AD69CE"/>
    <w:rsid w:val="00B242B5"/>
    <w:rsid w:val="00B47986"/>
    <w:rsid w:val="00BC5F90"/>
    <w:rsid w:val="00C6209F"/>
    <w:rsid w:val="00C6724F"/>
    <w:rsid w:val="00CE1087"/>
    <w:rsid w:val="00D25480"/>
    <w:rsid w:val="00D27593"/>
    <w:rsid w:val="00D42AE0"/>
    <w:rsid w:val="00D66B71"/>
    <w:rsid w:val="00D77FE5"/>
    <w:rsid w:val="00DC017F"/>
    <w:rsid w:val="00DE42FA"/>
    <w:rsid w:val="00DF2AFC"/>
    <w:rsid w:val="00E030BB"/>
    <w:rsid w:val="00E2227A"/>
    <w:rsid w:val="00E460CC"/>
    <w:rsid w:val="00E50311"/>
    <w:rsid w:val="00E52C02"/>
    <w:rsid w:val="00EA05D5"/>
    <w:rsid w:val="00EE2825"/>
    <w:rsid w:val="00EF3722"/>
    <w:rsid w:val="00F269D1"/>
    <w:rsid w:val="00F35627"/>
    <w:rsid w:val="00F7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75D736D-B1DD-41C1-A69E-8CC62DFB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0FB3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01C3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1C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1C3B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0FB3"/>
    <w:pPr>
      <w:spacing w:line="240" w:lineRule="auto"/>
      <w:ind w:left="142" w:hanging="142"/>
    </w:pPr>
    <w:rPr>
      <w:sz w:val="2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0FB3"/>
    <w:rPr>
      <w:sz w:val="24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227A"/>
    <w:rPr>
      <w:vertAlign w:val="superscript"/>
    </w:rPr>
  </w:style>
  <w:style w:type="table" w:styleId="Tabellenraster">
    <w:name w:val="Table Grid"/>
    <w:basedOn w:val="NormaleTabelle"/>
    <w:uiPriority w:val="59"/>
    <w:rsid w:val="002E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dname">
    <w:name w:val="Feldname"/>
    <w:basedOn w:val="Standard"/>
    <w:qFormat/>
    <w:rsid w:val="00DC017F"/>
    <w:pPr>
      <w:spacing w:line="240" w:lineRule="auto"/>
    </w:pPr>
    <w:rPr>
      <w:b/>
      <w:color w:val="548DD4" w:themeColor="text2" w:themeTint="99"/>
      <w:sz w:val="28"/>
      <w:szCs w:val="28"/>
    </w:rPr>
  </w:style>
  <w:style w:type="paragraph" w:customStyle="1" w:styleId="Feldbezeichnung">
    <w:name w:val="Feldbezeichnung"/>
    <w:basedOn w:val="Standard"/>
    <w:qFormat/>
    <w:rsid w:val="00976BD2"/>
    <w:rPr>
      <w:rFonts w:asciiTheme="majorHAnsi" w:hAnsiTheme="maj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v15\E3-Musterl&#246;sungen\A_Formular_Musterloes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6ECE74226847FCA151B5670EBAD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DE7687-1D3D-41C3-B0B2-1D95570276EC}"/>
      </w:docPartPr>
      <w:docPartBody>
        <w:p w:rsidR="00D45453" w:rsidRDefault="00211F74">
          <w:pPr>
            <w:pStyle w:val="416ECE74226847FCA151B5670EBADE34"/>
          </w:pPr>
          <w:r w:rsidRPr="003B5C6F">
            <w:rPr>
              <w:rStyle w:val="Platzhaltertext"/>
            </w:rPr>
            <w:t>Wählen Sie ein Element aus.</w:t>
          </w:r>
        </w:p>
      </w:docPartBody>
    </w:docPart>
    <w:docPart>
      <w:docPartPr>
        <w:name w:val="9BEE4A6447C444C5993144E27FE90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94A50-AD8A-4697-9B6F-7A60BFAB3B29}"/>
      </w:docPartPr>
      <w:docPartBody>
        <w:p w:rsidR="00D45453" w:rsidRDefault="00211F74">
          <w:pPr>
            <w:pStyle w:val="9BEE4A6447C444C5993144E27FE9090E"/>
          </w:pPr>
          <w:r w:rsidRPr="008B5976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CE9110BD3C744789BE0AA8550A016F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BE8192-447F-48BC-8808-AA3C298C2405}"/>
      </w:docPartPr>
      <w:docPartBody>
        <w:p w:rsidR="00D45453" w:rsidRDefault="00211F74">
          <w:pPr>
            <w:pStyle w:val="CE9110BD3C744789BE0AA8550A016FC9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4E242226724CFBBB39AA99A16182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8ED36-83D7-4B5C-9580-378D193B36C1}"/>
      </w:docPartPr>
      <w:docPartBody>
        <w:p w:rsidR="00D45453" w:rsidRDefault="00211F74">
          <w:pPr>
            <w:pStyle w:val="AE4E242226724CFBBB39AA99A161826B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B8459671FE41E1A8954B9F753A56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9B5371-BBEE-452B-9FE8-E84F55EF3B42}"/>
      </w:docPartPr>
      <w:docPartBody>
        <w:p w:rsidR="00D45453" w:rsidRDefault="00211F74">
          <w:pPr>
            <w:pStyle w:val="1DB8459671FE41E1A8954B9F753A56DD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513701D3544C74865103B8F770F6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E484F7-1967-477E-825F-DF68C78F05ED}"/>
      </w:docPartPr>
      <w:docPartBody>
        <w:p w:rsidR="00D45453" w:rsidRDefault="00211F74">
          <w:pPr>
            <w:pStyle w:val="AF513701D3544C74865103B8F770F62E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BA180CFAF840D885733A9AD38949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F0660-AC0F-43F7-8BE4-B69240FA3629}"/>
      </w:docPartPr>
      <w:docPartBody>
        <w:p w:rsidR="00D45453" w:rsidRDefault="00211F74">
          <w:pPr>
            <w:pStyle w:val="ECBA180CFAF840D885733A9AD389496F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17EE5BA40A4C7BBBE6F94812471D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4D6099-3777-4A34-8594-EF19599975A4}"/>
      </w:docPartPr>
      <w:docPartBody>
        <w:p w:rsidR="00D45453" w:rsidRDefault="00211F74">
          <w:pPr>
            <w:pStyle w:val="4717EE5BA40A4C7BBBE6F94812471D29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9A287C5593444A48AA694EF8039F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4B8355-1265-4408-B022-BCB6E517B592}"/>
      </w:docPartPr>
      <w:docPartBody>
        <w:p w:rsidR="00D45453" w:rsidRDefault="00211F74">
          <w:pPr>
            <w:pStyle w:val="19A287C5593444A48AA694EF8039F472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74"/>
    <w:rsid w:val="001A1D5E"/>
    <w:rsid w:val="00211F74"/>
    <w:rsid w:val="00302896"/>
    <w:rsid w:val="004101E7"/>
    <w:rsid w:val="004D46F3"/>
    <w:rsid w:val="005B1BB5"/>
    <w:rsid w:val="00796A92"/>
    <w:rsid w:val="0093004C"/>
    <w:rsid w:val="00992A44"/>
    <w:rsid w:val="00A411F8"/>
    <w:rsid w:val="00BA65F3"/>
    <w:rsid w:val="00C21DEC"/>
    <w:rsid w:val="00C50BA9"/>
    <w:rsid w:val="00D45453"/>
    <w:rsid w:val="00D628E2"/>
    <w:rsid w:val="00D6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16ECE74226847FCA151B5670EBADE34">
    <w:name w:val="416ECE74226847FCA151B5670EBADE34"/>
  </w:style>
  <w:style w:type="paragraph" w:customStyle="1" w:styleId="9BEE4A6447C444C5993144E27FE9090E">
    <w:name w:val="9BEE4A6447C444C5993144E27FE9090E"/>
  </w:style>
  <w:style w:type="paragraph" w:customStyle="1" w:styleId="CE9110BD3C744789BE0AA8550A016FC9">
    <w:name w:val="CE9110BD3C744789BE0AA8550A016FC9"/>
  </w:style>
  <w:style w:type="paragraph" w:customStyle="1" w:styleId="AE4E242226724CFBBB39AA99A161826B">
    <w:name w:val="AE4E242226724CFBBB39AA99A161826B"/>
  </w:style>
  <w:style w:type="paragraph" w:customStyle="1" w:styleId="1DB8459671FE41E1A8954B9F753A56DD">
    <w:name w:val="1DB8459671FE41E1A8954B9F753A56DD"/>
  </w:style>
  <w:style w:type="paragraph" w:customStyle="1" w:styleId="AF513701D3544C74865103B8F770F62E">
    <w:name w:val="AF513701D3544C74865103B8F770F62E"/>
  </w:style>
  <w:style w:type="paragraph" w:customStyle="1" w:styleId="ECBA180CFAF840D885733A9AD389496F">
    <w:name w:val="ECBA180CFAF840D885733A9AD389496F"/>
  </w:style>
  <w:style w:type="paragraph" w:customStyle="1" w:styleId="4717EE5BA40A4C7BBBE6F94812471D29">
    <w:name w:val="4717EE5BA40A4C7BBBE6F94812471D29"/>
  </w:style>
  <w:style w:type="paragraph" w:customStyle="1" w:styleId="19A287C5593444A48AA694EF8039F472">
    <w:name w:val="19A287C5593444A48AA694EF8039F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10AB-72BE-4AFB-89AE-C0F1B0EB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A_Formular_Musterloesung.dotx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2014-07-26T10:09:00Z</cp:lastPrinted>
  <dcterms:created xsi:type="dcterms:W3CDTF">2015-04-29T16:54:00Z</dcterms:created>
  <dcterms:modified xsi:type="dcterms:W3CDTF">2015-04-29T16:54:00Z</dcterms:modified>
</cp:coreProperties>
</file>